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FFD6B1" w14:textId="43F31CC9" w:rsidR="00C40707" w:rsidRPr="00702875" w:rsidRDefault="00855B9D" w:rsidP="00702875">
      <w:pPr>
        <w:pStyle w:val="Nagwek1"/>
        <w:numPr>
          <w:ilvl w:val="0"/>
          <w:numId w:val="0"/>
        </w:numPr>
        <w:ind w:left="100"/>
        <w:jc w:val="right"/>
        <w:rPr>
          <w:rFonts w:ascii="Trebuchet MS" w:hAnsi="Trebuchet MS"/>
          <w:b/>
          <w:color w:val="auto"/>
          <w:sz w:val="20"/>
          <w:szCs w:val="20"/>
        </w:rPr>
      </w:pPr>
      <w:bookmarkStart w:id="0" w:name="_GoBack"/>
      <w:bookmarkEnd w:id="0"/>
      <w:r w:rsidRPr="00702875">
        <w:rPr>
          <w:rFonts w:ascii="Trebuchet MS" w:hAnsi="Trebuchet MS"/>
          <w:b/>
          <w:color w:val="auto"/>
          <w:sz w:val="20"/>
          <w:szCs w:val="20"/>
        </w:rPr>
        <w:t>Załącznik nr 1B</w:t>
      </w:r>
      <w:r w:rsidR="002B6F70" w:rsidRPr="00702875">
        <w:rPr>
          <w:rFonts w:ascii="Trebuchet MS" w:hAnsi="Trebuchet MS"/>
          <w:b/>
          <w:color w:val="auto"/>
          <w:sz w:val="20"/>
          <w:szCs w:val="20"/>
        </w:rPr>
        <w:t xml:space="preserve"> - Arkusz</w:t>
      </w:r>
      <w:r w:rsidRPr="00702875">
        <w:rPr>
          <w:rFonts w:ascii="Trebuchet MS" w:hAnsi="Trebuchet MS"/>
          <w:b/>
          <w:color w:val="auto"/>
          <w:sz w:val="20"/>
          <w:szCs w:val="20"/>
        </w:rPr>
        <w:t xml:space="preserve"> kalkulacyjn</w:t>
      </w:r>
      <w:r w:rsidR="002B6F70" w:rsidRPr="00702875">
        <w:rPr>
          <w:rFonts w:ascii="Trebuchet MS" w:hAnsi="Trebuchet MS"/>
          <w:b/>
          <w:color w:val="auto"/>
          <w:sz w:val="20"/>
          <w:szCs w:val="20"/>
        </w:rPr>
        <w:t>y</w:t>
      </w:r>
      <w:r w:rsidRPr="00702875">
        <w:rPr>
          <w:rFonts w:ascii="Trebuchet MS" w:hAnsi="Trebuchet MS"/>
          <w:b/>
          <w:color w:val="auto"/>
          <w:sz w:val="20"/>
          <w:szCs w:val="20"/>
        </w:rPr>
        <w:t xml:space="preserve"> ceny oferty</w:t>
      </w:r>
      <w:r w:rsidR="005E3BA3" w:rsidRPr="00702875">
        <w:rPr>
          <w:rFonts w:ascii="Trebuchet MS" w:hAnsi="Trebuchet MS"/>
          <w:b/>
          <w:color w:val="auto"/>
          <w:sz w:val="20"/>
          <w:szCs w:val="20"/>
        </w:rPr>
        <w:t xml:space="preserve"> CZĘŚCI B</w:t>
      </w:r>
    </w:p>
    <w:p w14:paraId="54572F1F" w14:textId="77777777" w:rsidR="00855B9D" w:rsidRDefault="00855B9D" w:rsidP="00855B9D">
      <w:pPr>
        <w:jc w:val="right"/>
        <w:rPr>
          <w:rFonts w:ascii="Trebuchet MS" w:hAnsi="Trebuchet MS"/>
          <w:sz w:val="20"/>
          <w:szCs w:val="20"/>
        </w:rPr>
      </w:pPr>
    </w:p>
    <w:p w14:paraId="433200CF" w14:textId="63E99092" w:rsidR="00855B9D" w:rsidRPr="002B6F70" w:rsidRDefault="00855B9D" w:rsidP="00855B9D">
      <w:pPr>
        <w:jc w:val="center"/>
        <w:rPr>
          <w:rFonts w:ascii="Trebuchet MS" w:hAnsi="Trebuchet MS" w:cs="Tahoma"/>
          <w:b/>
          <w:sz w:val="20"/>
          <w:szCs w:val="22"/>
        </w:rPr>
      </w:pPr>
      <w:r w:rsidRPr="002B6F70">
        <w:rPr>
          <w:rFonts w:ascii="Trebuchet MS" w:hAnsi="Trebuchet MS" w:cs="Tahoma"/>
          <w:sz w:val="20"/>
          <w:szCs w:val="22"/>
        </w:rPr>
        <w:t xml:space="preserve">FORMULARZ KALKULACYJNY CENY OFERTY DLA </w:t>
      </w:r>
      <w:r w:rsidRPr="002B6F70">
        <w:rPr>
          <w:rFonts w:ascii="Trebuchet MS" w:hAnsi="Trebuchet MS" w:cs="Tahoma"/>
          <w:b/>
          <w:sz w:val="20"/>
          <w:szCs w:val="22"/>
        </w:rPr>
        <w:t>CZĘŚCI B</w:t>
      </w:r>
    </w:p>
    <w:p w14:paraId="3D7ED5DD" w14:textId="77777777" w:rsidR="00F3558F" w:rsidRDefault="00F3558F" w:rsidP="00855B9D">
      <w:pPr>
        <w:jc w:val="center"/>
      </w:pPr>
    </w:p>
    <w:tbl>
      <w:tblPr>
        <w:tblW w:w="14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5"/>
        <w:gridCol w:w="4362"/>
        <w:gridCol w:w="2268"/>
        <w:gridCol w:w="2273"/>
        <w:gridCol w:w="4106"/>
      </w:tblGrid>
      <w:tr w:rsidR="00855B9D" w14:paraId="4EE9053E" w14:textId="77777777" w:rsidTr="00182271">
        <w:trPr>
          <w:trHeight w:val="827"/>
        </w:trPr>
        <w:tc>
          <w:tcPr>
            <w:tcW w:w="1015" w:type="dxa"/>
            <w:vMerge w:val="restart"/>
            <w:shd w:val="clear" w:color="auto" w:fill="F2F2F2" w:themeFill="background1" w:themeFillShade="F2"/>
            <w:vAlign w:val="center"/>
            <w:hideMark/>
          </w:tcPr>
          <w:p w14:paraId="556B68F5" w14:textId="77777777" w:rsidR="00855B9D" w:rsidRPr="00855B9D" w:rsidRDefault="00855B9D">
            <w:pPr>
              <w:jc w:val="center"/>
              <w:rPr>
                <w:rFonts w:ascii="Trebuchet MS" w:hAnsi="Trebuchet MS" w:cs="Calibri"/>
                <w:bCs/>
                <w:color w:val="000000"/>
                <w:sz w:val="20"/>
                <w:szCs w:val="20"/>
              </w:rPr>
            </w:pPr>
            <w:r w:rsidRPr="00855B9D">
              <w:rPr>
                <w:rFonts w:ascii="Trebuchet MS" w:hAnsi="Trebuchet MS" w:cs="Calibri"/>
                <w:bCs/>
                <w:color w:val="000000"/>
                <w:sz w:val="20"/>
                <w:szCs w:val="20"/>
              </w:rPr>
              <w:t>Numer wiersza</w:t>
            </w:r>
          </w:p>
          <w:p w14:paraId="1177012D" w14:textId="0ABDBD6C" w:rsidR="00855B9D" w:rsidRDefault="00855B9D" w:rsidP="00855B9D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855B9D">
              <w:rPr>
                <w:rFonts w:ascii="Trebuchet MS" w:hAnsi="Trebuchet MS" w:cs="Calibri"/>
                <w:bCs/>
                <w:color w:val="000000"/>
                <w:sz w:val="20"/>
                <w:szCs w:val="20"/>
              </w:rPr>
              <w:t>/kolumny</w:t>
            </w:r>
          </w:p>
        </w:tc>
        <w:tc>
          <w:tcPr>
            <w:tcW w:w="4362" w:type="dxa"/>
            <w:shd w:val="clear" w:color="auto" w:fill="F2F2F2" w:themeFill="background1" w:themeFillShade="F2"/>
            <w:vAlign w:val="center"/>
            <w:hideMark/>
          </w:tcPr>
          <w:p w14:paraId="1D74C383" w14:textId="77777777" w:rsidR="00855B9D" w:rsidRDefault="00855B9D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Nazwa przeglądu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  <w:hideMark/>
          </w:tcPr>
          <w:p w14:paraId="237D39DB" w14:textId="057EF6AC" w:rsidR="00855B9D" w:rsidRDefault="00855B9D" w:rsidP="002B6F70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 xml:space="preserve">Cena netto PLN </w:t>
            </w: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br/>
            </w:r>
            <w:r w:rsidR="002B6F70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jednego</w:t>
            </w: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 xml:space="preserve"> przeglądu</w:t>
            </w:r>
          </w:p>
        </w:tc>
        <w:tc>
          <w:tcPr>
            <w:tcW w:w="2273" w:type="dxa"/>
            <w:shd w:val="clear" w:color="auto" w:fill="F2F2F2" w:themeFill="background1" w:themeFillShade="F2"/>
            <w:vAlign w:val="center"/>
            <w:hideMark/>
          </w:tcPr>
          <w:p w14:paraId="1621420E" w14:textId="3668D781" w:rsidR="00855B9D" w:rsidRDefault="00855B9D" w:rsidP="00855B9D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 xml:space="preserve">Ilość przeglądów w czasie realizacji zamówienia </w:t>
            </w:r>
          </w:p>
        </w:tc>
        <w:tc>
          <w:tcPr>
            <w:tcW w:w="4106" w:type="dxa"/>
            <w:shd w:val="clear" w:color="auto" w:fill="F2F2F2" w:themeFill="background1" w:themeFillShade="F2"/>
            <w:vAlign w:val="center"/>
            <w:hideMark/>
          </w:tcPr>
          <w:p w14:paraId="14EFCF1B" w14:textId="430083D9" w:rsidR="00855B9D" w:rsidRDefault="00855B9D" w:rsidP="00855B9D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 xml:space="preserve">Łączna wartość netto PLN w czasie realizacji zamówienia </w:t>
            </w:r>
          </w:p>
        </w:tc>
      </w:tr>
      <w:tr w:rsidR="00855B9D" w14:paraId="2454181F" w14:textId="77777777" w:rsidTr="00F3558F">
        <w:trPr>
          <w:trHeight w:val="200"/>
        </w:trPr>
        <w:tc>
          <w:tcPr>
            <w:tcW w:w="1015" w:type="dxa"/>
            <w:vMerge/>
            <w:shd w:val="clear" w:color="auto" w:fill="F2F2F2" w:themeFill="background1" w:themeFillShade="F2"/>
            <w:vAlign w:val="center"/>
            <w:hideMark/>
          </w:tcPr>
          <w:p w14:paraId="35B66FD2" w14:textId="395447C0" w:rsidR="00855B9D" w:rsidRDefault="00855B9D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4362" w:type="dxa"/>
            <w:shd w:val="clear" w:color="000000" w:fill="F2F2F2"/>
            <w:vAlign w:val="center"/>
            <w:hideMark/>
          </w:tcPr>
          <w:p w14:paraId="32EC9F23" w14:textId="77777777" w:rsidR="00855B9D" w:rsidRPr="00855B9D" w:rsidRDefault="00855B9D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16"/>
                <w:szCs w:val="20"/>
              </w:rPr>
            </w:pPr>
            <w:r w:rsidRPr="00855B9D">
              <w:rPr>
                <w:rFonts w:ascii="Trebuchet MS" w:hAnsi="Trebuchet MS" w:cs="Calibri"/>
                <w:i/>
                <w:iCs/>
                <w:color w:val="000000"/>
                <w:sz w:val="16"/>
                <w:szCs w:val="20"/>
              </w:rPr>
              <w:t>1</w:t>
            </w:r>
          </w:p>
        </w:tc>
        <w:tc>
          <w:tcPr>
            <w:tcW w:w="2268" w:type="dxa"/>
            <w:shd w:val="clear" w:color="000000" w:fill="F2F2F2"/>
            <w:vAlign w:val="center"/>
            <w:hideMark/>
          </w:tcPr>
          <w:p w14:paraId="3AA1BF02" w14:textId="77777777" w:rsidR="00855B9D" w:rsidRPr="00855B9D" w:rsidRDefault="00855B9D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16"/>
                <w:szCs w:val="20"/>
              </w:rPr>
            </w:pPr>
            <w:r w:rsidRPr="00855B9D">
              <w:rPr>
                <w:rFonts w:ascii="Trebuchet MS" w:hAnsi="Trebuchet MS" w:cs="Calibri"/>
                <w:i/>
                <w:iCs/>
                <w:color w:val="000000"/>
                <w:sz w:val="16"/>
                <w:szCs w:val="20"/>
              </w:rPr>
              <w:t>2</w:t>
            </w:r>
          </w:p>
        </w:tc>
        <w:tc>
          <w:tcPr>
            <w:tcW w:w="2273" w:type="dxa"/>
            <w:shd w:val="clear" w:color="000000" w:fill="F2F2F2"/>
            <w:vAlign w:val="center"/>
            <w:hideMark/>
          </w:tcPr>
          <w:p w14:paraId="6A297987" w14:textId="77777777" w:rsidR="00855B9D" w:rsidRPr="00855B9D" w:rsidRDefault="00855B9D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16"/>
                <w:szCs w:val="20"/>
              </w:rPr>
            </w:pPr>
            <w:r w:rsidRPr="00855B9D">
              <w:rPr>
                <w:rFonts w:ascii="Trebuchet MS" w:hAnsi="Trebuchet MS" w:cs="Calibri"/>
                <w:i/>
                <w:iCs/>
                <w:color w:val="000000"/>
                <w:sz w:val="16"/>
                <w:szCs w:val="20"/>
              </w:rPr>
              <w:t>3</w:t>
            </w:r>
          </w:p>
        </w:tc>
        <w:tc>
          <w:tcPr>
            <w:tcW w:w="4106" w:type="dxa"/>
            <w:shd w:val="clear" w:color="000000" w:fill="F2F2F2"/>
            <w:vAlign w:val="center"/>
            <w:hideMark/>
          </w:tcPr>
          <w:p w14:paraId="54282D06" w14:textId="77777777" w:rsidR="00855B9D" w:rsidRPr="00855B9D" w:rsidRDefault="00855B9D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16"/>
                <w:szCs w:val="20"/>
              </w:rPr>
            </w:pPr>
            <w:r w:rsidRPr="00855B9D">
              <w:rPr>
                <w:rFonts w:ascii="Trebuchet MS" w:hAnsi="Trebuchet MS" w:cs="Calibri"/>
                <w:i/>
                <w:iCs/>
                <w:color w:val="000000"/>
                <w:sz w:val="16"/>
                <w:szCs w:val="20"/>
              </w:rPr>
              <w:t>4 = 2 x 3</w:t>
            </w:r>
          </w:p>
        </w:tc>
      </w:tr>
      <w:tr w:rsidR="00855B9D" w14:paraId="0AC2EC1D" w14:textId="77777777" w:rsidTr="002B6F70">
        <w:trPr>
          <w:trHeight w:val="387"/>
        </w:trPr>
        <w:tc>
          <w:tcPr>
            <w:tcW w:w="14024" w:type="dxa"/>
            <w:gridSpan w:val="5"/>
            <w:shd w:val="clear" w:color="000000" w:fill="F2F2F2"/>
            <w:vAlign w:val="center"/>
            <w:hideMark/>
          </w:tcPr>
          <w:p w14:paraId="492E280A" w14:textId="77777777" w:rsidR="00855B9D" w:rsidRDefault="00855B9D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Instalacja tryskaczowa w budynkach Muzeum Śląskiego w Katowicach MSGG, MSCH, MSTG, MS8, MS15, - ul. T. Dobrowolskiego 1</w:t>
            </w:r>
          </w:p>
        </w:tc>
      </w:tr>
      <w:tr w:rsidR="00855B9D" w14:paraId="68B94332" w14:textId="77777777" w:rsidTr="00F3558F">
        <w:trPr>
          <w:trHeight w:val="510"/>
        </w:trPr>
        <w:tc>
          <w:tcPr>
            <w:tcW w:w="1015" w:type="dxa"/>
            <w:shd w:val="clear" w:color="000000" w:fill="F2F2F2"/>
            <w:vAlign w:val="center"/>
            <w:hideMark/>
          </w:tcPr>
          <w:p w14:paraId="72E8DE43" w14:textId="77777777" w:rsidR="00855B9D" w:rsidRDefault="00855B9D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362" w:type="dxa"/>
            <w:shd w:val="clear" w:color="auto" w:fill="auto"/>
            <w:vAlign w:val="center"/>
            <w:hideMark/>
          </w:tcPr>
          <w:p w14:paraId="6AA3A65A" w14:textId="77777777" w:rsidR="00855B9D" w:rsidRDefault="00855B9D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Przegląd miesięczny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331A7D5" w14:textId="624434D9" w:rsidR="00855B9D" w:rsidRDefault="00855B9D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shd w:val="clear" w:color="auto" w:fill="auto"/>
            <w:vAlign w:val="center"/>
            <w:hideMark/>
          </w:tcPr>
          <w:p w14:paraId="430067C0" w14:textId="77777777" w:rsidR="00855B9D" w:rsidRDefault="00855B9D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106" w:type="dxa"/>
            <w:shd w:val="clear" w:color="auto" w:fill="auto"/>
            <w:vAlign w:val="center"/>
          </w:tcPr>
          <w:p w14:paraId="019914A2" w14:textId="5468E31B" w:rsidR="00855B9D" w:rsidRDefault="00855B9D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855B9D" w14:paraId="4D24B3BA" w14:textId="77777777" w:rsidTr="00F3558F">
        <w:trPr>
          <w:trHeight w:val="510"/>
        </w:trPr>
        <w:tc>
          <w:tcPr>
            <w:tcW w:w="1015" w:type="dxa"/>
            <w:shd w:val="clear" w:color="000000" w:fill="F2F2F2"/>
            <w:vAlign w:val="center"/>
            <w:hideMark/>
          </w:tcPr>
          <w:p w14:paraId="2653C5C9" w14:textId="77777777" w:rsidR="00855B9D" w:rsidRDefault="00855B9D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362" w:type="dxa"/>
            <w:shd w:val="clear" w:color="auto" w:fill="auto"/>
            <w:vAlign w:val="center"/>
            <w:hideMark/>
          </w:tcPr>
          <w:p w14:paraId="76D76F2E" w14:textId="77777777" w:rsidR="00855B9D" w:rsidRDefault="00855B9D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Przegląd kwartalny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1D13CA2" w14:textId="6DAC4298" w:rsidR="00855B9D" w:rsidRDefault="00855B9D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shd w:val="clear" w:color="auto" w:fill="auto"/>
            <w:vAlign w:val="center"/>
            <w:hideMark/>
          </w:tcPr>
          <w:p w14:paraId="130FF5AF" w14:textId="77777777" w:rsidR="00855B9D" w:rsidRDefault="00855B9D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4106" w:type="dxa"/>
            <w:shd w:val="clear" w:color="auto" w:fill="auto"/>
            <w:vAlign w:val="center"/>
          </w:tcPr>
          <w:p w14:paraId="66510474" w14:textId="56DD742D" w:rsidR="00855B9D" w:rsidRDefault="00855B9D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855B9D" w14:paraId="7EDB8F59" w14:textId="77777777" w:rsidTr="00F3558F">
        <w:trPr>
          <w:trHeight w:val="510"/>
        </w:trPr>
        <w:tc>
          <w:tcPr>
            <w:tcW w:w="1015" w:type="dxa"/>
            <w:shd w:val="clear" w:color="000000" w:fill="F2F2F2"/>
            <w:vAlign w:val="center"/>
            <w:hideMark/>
          </w:tcPr>
          <w:p w14:paraId="140FBB64" w14:textId="77777777" w:rsidR="00855B9D" w:rsidRDefault="00855B9D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362" w:type="dxa"/>
            <w:shd w:val="clear" w:color="auto" w:fill="auto"/>
            <w:vAlign w:val="center"/>
            <w:hideMark/>
          </w:tcPr>
          <w:p w14:paraId="3A94B67B" w14:textId="77777777" w:rsidR="00855B9D" w:rsidRDefault="00855B9D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Przegląd półroczny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296DA3" w14:textId="0483B24A" w:rsidR="00855B9D" w:rsidRDefault="00855B9D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shd w:val="clear" w:color="auto" w:fill="auto"/>
            <w:vAlign w:val="center"/>
            <w:hideMark/>
          </w:tcPr>
          <w:p w14:paraId="2E600811" w14:textId="77777777" w:rsidR="00855B9D" w:rsidRDefault="00855B9D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06" w:type="dxa"/>
            <w:shd w:val="clear" w:color="auto" w:fill="auto"/>
            <w:vAlign w:val="center"/>
          </w:tcPr>
          <w:p w14:paraId="352245C6" w14:textId="08BEB55F" w:rsidR="00855B9D" w:rsidRDefault="00855B9D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855B9D" w14:paraId="37B85990" w14:textId="77777777" w:rsidTr="00F3558F">
        <w:trPr>
          <w:trHeight w:val="510"/>
        </w:trPr>
        <w:tc>
          <w:tcPr>
            <w:tcW w:w="1015" w:type="dxa"/>
            <w:shd w:val="clear" w:color="000000" w:fill="F2F2F2"/>
            <w:vAlign w:val="center"/>
            <w:hideMark/>
          </w:tcPr>
          <w:p w14:paraId="4817420B" w14:textId="77777777" w:rsidR="00855B9D" w:rsidRDefault="00855B9D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362" w:type="dxa"/>
            <w:shd w:val="clear" w:color="auto" w:fill="auto"/>
            <w:vAlign w:val="center"/>
            <w:hideMark/>
          </w:tcPr>
          <w:p w14:paraId="3F4D6B73" w14:textId="77777777" w:rsidR="00855B9D" w:rsidRDefault="00855B9D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Przegląd roczny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81FF13F" w14:textId="4B5B781B" w:rsidR="00855B9D" w:rsidRDefault="00855B9D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shd w:val="clear" w:color="auto" w:fill="auto"/>
            <w:vAlign w:val="center"/>
            <w:hideMark/>
          </w:tcPr>
          <w:p w14:paraId="1C76C8E4" w14:textId="77777777" w:rsidR="00855B9D" w:rsidRDefault="00855B9D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06" w:type="dxa"/>
            <w:shd w:val="clear" w:color="auto" w:fill="auto"/>
            <w:vAlign w:val="center"/>
          </w:tcPr>
          <w:p w14:paraId="1405A5DA" w14:textId="1740BAE1" w:rsidR="00855B9D" w:rsidRDefault="00855B9D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855B9D" w14:paraId="489DA46E" w14:textId="77777777" w:rsidTr="00F3558F">
        <w:trPr>
          <w:trHeight w:val="510"/>
        </w:trPr>
        <w:tc>
          <w:tcPr>
            <w:tcW w:w="1015" w:type="dxa"/>
            <w:shd w:val="clear" w:color="000000" w:fill="F2F2F2"/>
            <w:vAlign w:val="center"/>
            <w:hideMark/>
          </w:tcPr>
          <w:p w14:paraId="3650BA16" w14:textId="77777777" w:rsidR="00855B9D" w:rsidRDefault="00855B9D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362" w:type="dxa"/>
            <w:shd w:val="clear" w:color="auto" w:fill="auto"/>
            <w:vAlign w:val="center"/>
            <w:hideMark/>
          </w:tcPr>
          <w:p w14:paraId="51FFB07D" w14:textId="5F70A718" w:rsidR="00855B9D" w:rsidRDefault="00855B9D" w:rsidP="0067470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Przegląd zbiornika ppoż. </w:t>
            </w:r>
            <w:r w:rsidR="00674703">
              <w:rPr>
                <w:rFonts w:ascii="Trebuchet MS" w:hAnsi="Trebuchet MS" w:cs="Calibri"/>
                <w:color w:val="000000"/>
                <w:sz w:val="20"/>
                <w:szCs w:val="20"/>
              </w:rPr>
              <w:t>przez</w:t>
            </w: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 nurka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92284B9" w14:textId="0F1B78A1" w:rsidR="00855B9D" w:rsidRDefault="00855B9D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shd w:val="clear" w:color="auto" w:fill="auto"/>
            <w:vAlign w:val="center"/>
            <w:hideMark/>
          </w:tcPr>
          <w:p w14:paraId="1C4A9AD4" w14:textId="77777777" w:rsidR="00855B9D" w:rsidRDefault="00855B9D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06" w:type="dxa"/>
            <w:shd w:val="clear" w:color="auto" w:fill="auto"/>
            <w:vAlign w:val="center"/>
          </w:tcPr>
          <w:p w14:paraId="752286E3" w14:textId="294E1A83" w:rsidR="00855B9D" w:rsidRDefault="00855B9D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855B9D" w14:paraId="12E35CC9" w14:textId="77777777" w:rsidTr="00F3558F">
        <w:trPr>
          <w:trHeight w:val="415"/>
        </w:trPr>
        <w:tc>
          <w:tcPr>
            <w:tcW w:w="14024" w:type="dxa"/>
            <w:gridSpan w:val="5"/>
            <w:shd w:val="clear" w:color="000000" w:fill="F2F2F2"/>
            <w:vAlign w:val="center"/>
            <w:hideMark/>
          </w:tcPr>
          <w:p w14:paraId="62B9F470" w14:textId="08B36B5D" w:rsidR="00855B9D" w:rsidRDefault="00855B9D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 xml:space="preserve">Instalacja </w:t>
            </w:r>
            <w:r w:rsidR="001942AD" w:rsidRPr="001942AD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 xml:space="preserve">wysokociśnieniowej </w:t>
            </w: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mgły wodnej</w:t>
            </w:r>
            <w:r w:rsidR="00DB117B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B117B" w:rsidRPr="00DB117B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znajdująca się w budynkach Muzeum Śląskiego w Katowicach MSGG - ul. T. Dobrowolskiego 1</w:t>
            </w:r>
          </w:p>
        </w:tc>
      </w:tr>
      <w:tr w:rsidR="00855B9D" w14:paraId="3088894E" w14:textId="77777777" w:rsidTr="00F3558F">
        <w:trPr>
          <w:trHeight w:val="510"/>
        </w:trPr>
        <w:tc>
          <w:tcPr>
            <w:tcW w:w="1015" w:type="dxa"/>
            <w:shd w:val="clear" w:color="000000" w:fill="F2F2F2"/>
            <w:vAlign w:val="center"/>
            <w:hideMark/>
          </w:tcPr>
          <w:p w14:paraId="376B344E" w14:textId="77777777" w:rsidR="00855B9D" w:rsidRPr="00F3558F" w:rsidRDefault="00855B9D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 w:rsidRPr="00F3558F"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362" w:type="dxa"/>
            <w:shd w:val="clear" w:color="auto" w:fill="auto"/>
            <w:vAlign w:val="center"/>
            <w:hideMark/>
          </w:tcPr>
          <w:p w14:paraId="26C27166" w14:textId="77777777" w:rsidR="00855B9D" w:rsidRPr="00F3558F" w:rsidRDefault="00855B9D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F3558F">
              <w:rPr>
                <w:rFonts w:ascii="Trebuchet MS" w:hAnsi="Trebuchet MS" w:cs="Calibri"/>
                <w:color w:val="000000"/>
                <w:sz w:val="20"/>
                <w:szCs w:val="20"/>
              </w:rPr>
              <w:t>Przegląd miesięczny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852076" w14:textId="345BE616" w:rsidR="00855B9D" w:rsidRPr="00F3558F" w:rsidRDefault="00855B9D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shd w:val="clear" w:color="auto" w:fill="auto"/>
            <w:vAlign w:val="center"/>
            <w:hideMark/>
          </w:tcPr>
          <w:p w14:paraId="6A3B1081" w14:textId="77777777" w:rsidR="00855B9D" w:rsidRPr="00F3558F" w:rsidRDefault="00855B9D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F3558F">
              <w:rPr>
                <w:rFonts w:ascii="Trebuchet MS" w:hAnsi="Trebuchet MS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106" w:type="dxa"/>
            <w:shd w:val="clear" w:color="auto" w:fill="auto"/>
            <w:vAlign w:val="center"/>
          </w:tcPr>
          <w:p w14:paraId="76F50332" w14:textId="1CBF670B" w:rsidR="00855B9D" w:rsidRPr="00F3558F" w:rsidRDefault="00855B9D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855B9D" w14:paraId="2C52B9A7" w14:textId="77777777" w:rsidTr="00F3558F">
        <w:trPr>
          <w:trHeight w:val="510"/>
        </w:trPr>
        <w:tc>
          <w:tcPr>
            <w:tcW w:w="1015" w:type="dxa"/>
            <w:shd w:val="clear" w:color="000000" w:fill="F2F2F2"/>
            <w:vAlign w:val="center"/>
            <w:hideMark/>
          </w:tcPr>
          <w:p w14:paraId="01083DCC" w14:textId="77777777" w:rsidR="00855B9D" w:rsidRPr="00F3558F" w:rsidRDefault="00855B9D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 w:rsidRPr="00F3558F"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362" w:type="dxa"/>
            <w:shd w:val="clear" w:color="auto" w:fill="auto"/>
            <w:vAlign w:val="center"/>
            <w:hideMark/>
          </w:tcPr>
          <w:p w14:paraId="34376106" w14:textId="77777777" w:rsidR="00855B9D" w:rsidRPr="00F3558F" w:rsidRDefault="00855B9D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F3558F">
              <w:rPr>
                <w:rFonts w:ascii="Trebuchet MS" w:hAnsi="Trebuchet MS" w:cs="Calibri"/>
                <w:color w:val="000000"/>
                <w:sz w:val="20"/>
                <w:szCs w:val="20"/>
              </w:rPr>
              <w:t>Przegląd kwartalny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B91F993" w14:textId="4496B34F" w:rsidR="00855B9D" w:rsidRPr="00F3558F" w:rsidRDefault="00855B9D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shd w:val="clear" w:color="auto" w:fill="auto"/>
            <w:vAlign w:val="center"/>
            <w:hideMark/>
          </w:tcPr>
          <w:p w14:paraId="3A204BF0" w14:textId="77777777" w:rsidR="00855B9D" w:rsidRPr="00F3558F" w:rsidRDefault="00855B9D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F3558F">
              <w:rPr>
                <w:rFonts w:ascii="Trebuchet MS" w:hAnsi="Trebuchet MS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4106" w:type="dxa"/>
            <w:shd w:val="clear" w:color="auto" w:fill="auto"/>
            <w:vAlign w:val="center"/>
          </w:tcPr>
          <w:p w14:paraId="040E1BF2" w14:textId="75E0CE49" w:rsidR="00855B9D" w:rsidRPr="00F3558F" w:rsidRDefault="00855B9D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855B9D" w14:paraId="38D8C7D9" w14:textId="77777777" w:rsidTr="00F3558F">
        <w:trPr>
          <w:trHeight w:val="510"/>
        </w:trPr>
        <w:tc>
          <w:tcPr>
            <w:tcW w:w="1015" w:type="dxa"/>
            <w:shd w:val="clear" w:color="000000" w:fill="F2F2F2"/>
            <w:vAlign w:val="center"/>
            <w:hideMark/>
          </w:tcPr>
          <w:p w14:paraId="7CA911FB" w14:textId="77777777" w:rsidR="00855B9D" w:rsidRPr="00F3558F" w:rsidRDefault="00855B9D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 w:rsidRPr="00F3558F"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362" w:type="dxa"/>
            <w:shd w:val="clear" w:color="auto" w:fill="auto"/>
            <w:vAlign w:val="center"/>
            <w:hideMark/>
          </w:tcPr>
          <w:p w14:paraId="7D23D3F9" w14:textId="77777777" w:rsidR="00855B9D" w:rsidRPr="00F3558F" w:rsidRDefault="00855B9D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F3558F">
              <w:rPr>
                <w:rFonts w:ascii="Trebuchet MS" w:hAnsi="Trebuchet MS" w:cs="Calibri"/>
                <w:color w:val="000000"/>
                <w:sz w:val="20"/>
                <w:szCs w:val="20"/>
              </w:rPr>
              <w:t>Przegląd półroczny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87F928" w14:textId="6469A4F4" w:rsidR="00855B9D" w:rsidRPr="00F3558F" w:rsidRDefault="00855B9D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shd w:val="clear" w:color="auto" w:fill="auto"/>
            <w:vAlign w:val="center"/>
            <w:hideMark/>
          </w:tcPr>
          <w:p w14:paraId="156E5D8F" w14:textId="77777777" w:rsidR="00855B9D" w:rsidRPr="00F3558F" w:rsidRDefault="00855B9D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F3558F">
              <w:rPr>
                <w:rFonts w:ascii="Trebuchet MS" w:hAnsi="Trebuchet MS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06" w:type="dxa"/>
            <w:shd w:val="clear" w:color="auto" w:fill="auto"/>
            <w:vAlign w:val="center"/>
          </w:tcPr>
          <w:p w14:paraId="4607EB40" w14:textId="4C56B6B0" w:rsidR="00855B9D" w:rsidRPr="00F3558F" w:rsidRDefault="00855B9D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855B9D" w14:paraId="7266D534" w14:textId="77777777" w:rsidTr="00F3558F">
        <w:trPr>
          <w:trHeight w:val="510"/>
        </w:trPr>
        <w:tc>
          <w:tcPr>
            <w:tcW w:w="1015" w:type="dxa"/>
            <w:shd w:val="clear" w:color="000000" w:fill="F2F2F2"/>
            <w:vAlign w:val="center"/>
            <w:hideMark/>
          </w:tcPr>
          <w:p w14:paraId="6F77A240" w14:textId="77777777" w:rsidR="00855B9D" w:rsidRPr="00F3558F" w:rsidRDefault="00855B9D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 w:rsidRPr="00F3558F"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362" w:type="dxa"/>
            <w:shd w:val="clear" w:color="auto" w:fill="auto"/>
            <w:vAlign w:val="center"/>
            <w:hideMark/>
          </w:tcPr>
          <w:p w14:paraId="5B9869F5" w14:textId="77777777" w:rsidR="00855B9D" w:rsidRPr="00F3558F" w:rsidRDefault="00855B9D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F3558F">
              <w:rPr>
                <w:rFonts w:ascii="Trebuchet MS" w:hAnsi="Trebuchet MS" w:cs="Calibri"/>
                <w:color w:val="000000"/>
                <w:sz w:val="20"/>
                <w:szCs w:val="20"/>
              </w:rPr>
              <w:t>Przegląd roczny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125CDD3" w14:textId="43EA1AE1" w:rsidR="00855B9D" w:rsidRPr="00F3558F" w:rsidRDefault="00855B9D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shd w:val="clear" w:color="auto" w:fill="auto"/>
            <w:vAlign w:val="center"/>
            <w:hideMark/>
          </w:tcPr>
          <w:p w14:paraId="2255C7C2" w14:textId="77777777" w:rsidR="00855B9D" w:rsidRPr="00F3558F" w:rsidRDefault="00855B9D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F3558F">
              <w:rPr>
                <w:rFonts w:ascii="Trebuchet MS" w:hAnsi="Trebuchet MS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06" w:type="dxa"/>
            <w:shd w:val="clear" w:color="auto" w:fill="auto"/>
            <w:vAlign w:val="center"/>
          </w:tcPr>
          <w:p w14:paraId="4FDD287B" w14:textId="35AB54A1" w:rsidR="00855B9D" w:rsidRPr="00F3558F" w:rsidRDefault="00855B9D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855B9D" w14:paraId="2EAA9E78" w14:textId="77777777" w:rsidTr="00F3558F">
        <w:trPr>
          <w:trHeight w:val="465"/>
        </w:trPr>
        <w:tc>
          <w:tcPr>
            <w:tcW w:w="14024" w:type="dxa"/>
            <w:gridSpan w:val="5"/>
            <w:shd w:val="clear" w:color="000000" w:fill="F2F2F2"/>
            <w:vAlign w:val="center"/>
            <w:hideMark/>
          </w:tcPr>
          <w:p w14:paraId="6E0E1E3B" w14:textId="070348A5" w:rsidR="00855B9D" w:rsidRPr="00F3558F" w:rsidRDefault="00855B9D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F3558F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Instalacja gaszenia gazem</w:t>
            </w:r>
            <w:r w:rsidR="00DB117B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B117B" w:rsidRPr="00DB117B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znajdująca się w budynkach Muzeum Śląskiego w Katowicach MSGG - ul. T. Dobrowolskiego 1</w:t>
            </w:r>
          </w:p>
        </w:tc>
      </w:tr>
      <w:tr w:rsidR="00855B9D" w14:paraId="26AA3C14" w14:textId="77777777" w:rsidTr="00F3558F">
        <w:trPr>
          <w:trHeight w:val="510"/>
        </w:trPr>
        <w:tc>
          <w:tcPr>
            <w:tcW w:w="1015" w:type="dxa"/>
            <w:shd w:val="clear" w:color="000000" w:fill="F2F2F2"/>
            <w:vAlign w:val="center"/>
            <w:hideMark/>
          </w:tcPr>
          <w:p w14:paraId="628E1DC2" w14:textId="77777777" w:rsidR="00855B9D" w:rsidRDefault="00855B9D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362" w:type="dxa"/>
            <w:shd w:val="clear" w:color="auto" w:fill="auto"/>
            <w:vAlign w:val="center"/>
            <w:hideMark/>
          </w:tcPr>
          <w:p w14:paraId="01189637" w14:textId="77777777" w:rsidR="00855B9D" w:rsidRDefault="00855B9D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Przegląd kwartalny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7475D53" w14:textId="0715F558" w:rsidR="00855B9D" w:rsidRDefault="00855B9D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shd w:val="clear" w:color="auto" w:fill="auto"/>
            <w:vAlign w:val="center"/>
            <w:hideMark/>
          </w:tcPr>
          <w:p w14:paraId="77D40C78" w14:textId="77777777" w:rsidR="00855B9D" w:rsidRDefault="00855B9D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4106" w:type="dxa"/>
            <w:shd w:val="clear" w:color="auto" w:fill="auto"/>
            <w:vAlign w:val="center"/>
          </w:tcPr>
          <w:p w14:paraId="1CEF62B3" w14:textId="08DA8466" w:rsidR="00855B9D" w:rsidRDefault="00855B9D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855B9D" w14:paraId="4CFE8DE3" w14:textId="77777777" w:rsidTr="00F3558F">
        <w:trPr>
          <w:trHeight w:val="510"/>
        </w:trPr>
        <w:tc>
          <w:tcPr>
            <w:tcW w:w="1015" w:type="dxa"/>
            <w:shd w:val="clear" w:color="000000" w:fill="F2F2F2"/>
            <w:vAlign w:val="center"/>
            <w:hideMark/>
          </w:tcPr>
          <w:p w14:paraId="6BCF96F1" w14:textId="77777777" w:rsidR="00855B9D" w:rsidRDefault="00855B9D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2" w:type="dxa"/>
            <w:shd w:val="clear" w:color="auto" w:fill="auto"/>
            <w:vAlign w:val="center"/>
            <w:hideMark/>
          </w:tcPr>
          <w:p w14:paraId="15DE86ED" w14:textId="77777777" w:rsidR="00855B9D" w:rsidRDefault="00855B9D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Przegląd półroczny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4EAF0D1" w14:textId="7071EF02" w:rsidR="00855B9D" w:rsidRDefault="00855B9D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shd w:val="clear" w:color="auto" w:fill="auto"/>
            <w:vAlign w:val="center"/>
            <w:hideMark/>
          </w:tcPr>
          <w:p w14:paraId="142536AE" w14:textId="77777777" w:rsidR="00855B9D" w:rsidRDefault="00855B9D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06" w:type="dxa"/>
            <w:shd w:val="clear" w:color="auto" w:fill="auto"/>
            <w:vAlign w:val="center"/>
          </w:tcPr>
          <w:p w14:paraId="72AF5FE3" w14:textId="421603B6" w:rsidR="00855B9D" w:rsidRDefault="00855B9D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855B9D" w14:paraId="37470A94" w14:textId="77777777" w:rsidTr="00F3558F">
        <w:trPr>
          <w:trHeight w:val="510"/>
        </w:trPr>
        <w:tc>
          <w:tcPr>
            <w:tcW w:w="1015" w:type="dxa"/>
            <w:shd w:val="clear" w:color="000000" w:fill="F2F2F2"/>
            <w:vAlign w:val="center"/>
            <w:hideMark/>
          </w:tcPr>
          <w:p w14:paraId="5C961235" w14:textId="77777777" w:rsidR="00855B9D" w:rsidRDefault="00855B9D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362" w:type="dxa"/>
            <w:shd w:val="clear" w:color="auto" w:fill="auto"/>
            <w:vAlign w:val="center"/>
            <w:hideMark/>
          </w:tcPr>
          <w:p w14:paraId="044565CE" w14:textId="77777777" w:rsidR="00855B9D" w:rsidRDefault="00855B9D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Przegląd roczny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55F4E8C" w14:textId="5DEB08D9" w:rsidR="00855B9D" w:rsidRDefault="00855B9D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shd w:val="clear" w:color="auto" w:fill="auto"/>
            <w:vAlign w:val="center"/>
            <w:hideMark/>
          </w:tcPr>
          <w:p w14:paraId="64555255" w14:textId="77777777" w:rsidR="00855B9D" w:rsidRDefault="00855B9D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06" w:type="dxa"/>
            <w:shd w:val="clear" w:color="auto" w:fill="auto"/>
            <w:vAlign w:val="center"/>
          </w:tcPr>
          <w:p w14:paraId="38448249" w14:textId="619941F8" w:rsidR="00855B9D" w:rsidRDefault="00855B9D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</w:tbl>
    <w:p w14:paraId="158A46C9" w14:textId="77777777" w:rsidR="00F3558F" w:rsidRDefault="00F3558F"/>
    <w:p w14:paraId="74CA3734" w14:textId="77777777" w:rsidR="00F3558F" w:rsidRDefault="00F3558F"/>
    <w:p w14:paraId="0CB4A9D9" w14:textId="77777777" w:rsidR="00F3558F" w:rsidRDefault="00F3558F"/>
    <w:p w14:paraId="547131A4" w14:textId="243F9CAE" w:rsidR="00F3558F" w:rsidRDefault="00F3558F"/>
    <w:tbl>
      <w:tblPr>
        <w:tblW w:w="14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5"/>
        <w:gridCol w:w="8903"/>
        <w:gridCol w:w="4106"/>
      </w:tblGrid>
      <w:tr w:rsidR="00855B9D" w14:paraId="53B5B582" w14:textId="77777777" w:rsidTr="00F3558F">
        <w:trPr>
          <w:trHeight w:val="288"/>
        </w:trPr>
        <w:tc>
          <w:tcPr>
            <w:tcW w:w="1015" w:type="dxa"/>
            <w:vMerge w:val="restart"/>
            <w:shd w:val="clear" w:color="000000" w:fill="F2F2F2"/>
            <w:vAlign w:val="center"/>
            <w:hideMark/>
          </w:tcPr>
          <w:p w14:paraId="3B6DA45C" w14:textId="51E4DFF9" w:rsidR="00855B9D" w:rsidRDefault="00855B9D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8903" w:type="dxa"/>
            <w:vMerge w:val="restart"/>
            <w:shd w:val="clear" w:color="000000" w:fill="F2F2F2"/>
            <w:vAlign w:val="center"/>
            <w:hideMark/>
          </w:tcPr>
          <w:p w14:paraId="78473A08" w14:textId="5E0756E9" w:rsidR="00855B9D" w:rsidRDefault="00855B9D" w:rsidP="00855B9D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RAZEM WARTOŚĆ NETTO (PLN):</w:t>
            </w:r>
          </w:p>
        </w:tc>
        <w:tc>
          <w:tcPr>
            <w:tcW w:w="4106" w:type="dxa"/>
            <w:vMerge w:val="restart"/>
            <w:shd w:val="clear" w:color="auto" w:fill="auto"/>
            <w:vAlign w:val="center"/>
          </w:tcPr>
          <w:p w14:paraId="5F8A323A" w14:textId="4F84B3AA" w:rsidR="00855B9D" w:rsidRDefault="00855B9D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55B9D" w14:paraId="32205ABF" w14:textId="77777777" w:rsidTr="00F3558F">
        <w:trPr>
          <w:trHeight w:val="300"/>
        </w:trPr>
        <w:tc>
          <w:tcPr>
            <w:tcW w:w="1015" w:type="dxa"/>
            <w:vMerge/>
            <w:vAlign w:val="center"/>
            <w:hideMark/>
          </w:tcPr>
          <w:p w14:paraId="7D011F47" w14:textId="77777777" w:rsidR="00855B9D" w:rsidRDefault="00855B9D">
            <w:pP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903" w:type="dxa"/>
            <w:vMerge/>
            <w:vAlign w:val="center"/>
            <w:hideMark/>
          </w:tcPr>
          <w:p w14:paraId="2F19EBF1" w14:textId="77777777" w:rsidR="00855B9D" w:rsidRDefault="00855B9D" w:rsidP="00855B9D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06" w:type="dxa"/>
            <w:vMerge/>
            <w:shd w:val="clear" w:color="auto" w:fill="auto"/>
            <w:vAlign w:val="center"/>
          </w:tcPr>
          <w:p w14:paraId="107D4DDA" w14:textId="77777777" w:rsidR="00855B9D" w:rsidRDefault="00855B9D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55B9D" w14:paraId="0B449441" w14:textId="77777777" w:rsidTr="00F3558F">
        <w:trPr>
          <w:trHeight w:val="288"/>
        </w:trPr>
        <w:tc>
          <w:tcPr>
            <w:tcW w:w="1015" w:type="dxa"/>
            <w:vMerge w:val="restart"/>
            <w:shd w:val="clear" w:color="000000" w:fill="F2F2F2"/>
            <w:vAlign w:val="center"/>
            <w:hideMark/>
          </w:tcPr>
          <w:p w14:paraId="1E460DDB" w14:textId="77777777" w:rsidR="00855B9D" w:rsidRDefault="00855B9D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8903" w:type="dxa"/>
            <w:vMerge w:val="restart"/>
            <w:shd w:val="clear" w:color="000000" w:fill="F2F2F2"/>
            <w:vAlign w:val="center"/>
            <w:hideMark/>
          </w:tcPr>
          <w:p w14:paraId="008E5471" w14:textId="5A9E1A89" w:rsidR="00855B9D" w:rsidRDefault="00855B9D" w:rsidP="00855B9D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RAZEM WARTOŚĆ BRUTTO (PLN):</w:t>
            </w:r>
          </w:p>
        </w:tc>
        <w:tc>
          <w:tcPr>
            <w:tcW w:w="4106" w:type="dxa"/>
            <w:vMerge w:val="restart"/>
            <w:shd w:val="clear" w:color="auto" w:fill="auto"/>
            <w:vAlign w:val="center"/>
          </w:tcPr>
          <w:p w14:paraId="6F4A2A45" w14:textId="30ED622A" w:rsidR="00855B9D" w:rsidRDefault="00855B9D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55B9D" w14:paraId="6FF01488" w14:textId="77777777" w:rsidTr="00F3558F">
        <w:trPr>
          <w:trHeight w:val="300"/>
        </w:trPr>
        <w:tc>
          <w:tcPr>
            <w:tcW w:w="1015" w:type="dxa"/>
            <w:vMerge/>
            <w:vAlign w:val="center"/>
            <w:hideMark/>
          </w:tcPr>
          <w:p w14:paraId="60F831F1" w14:textId="77777777" w:rsidR="00855B9D" w:rsidRDefault="00855B9D">
            <w:pP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903" w:type="dxa"/>
            <w:vMerge/>
            <w:vAlign w:val="center"/>
            <w:hideMark/>
          </w:tcPr>
          <w:p w14:paraId="2CA0CA76" w14:textId="77777777" w:rsidR="00855B9D" w:rsidRDefault="00855B9D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06" w:type="dxa"/>
            <w:vMerge/>
            <w:shd w:val="clear" w:color="auto" w:fill="auto"/>
            <w:vAlign w:val="center"/>
          </w:tcPr>
          <w:p w14:paraId="2F83D787" w14:textId="77777777" w:rsidR="00855B9D" w:rsidRDefault="00855B9D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21C34991" w14:textId="77777777" w:rsidR="009C6115" w:rsidRDefault="009C6115" w:rsidP="00C40707"/>
    <w:p w14:paraId="0712FAC4" w14:textId="77777777" w:rsidR="00F3558F" w:rsidRDefault="00F3558F" w:rsidP="00C40707"/>
    <w:p w14:paraId="5F1AED16" w14:textId="0B496F92" w:rsidR="000053D5" w:rsidRDefault="000053D5" w:rsidP="000053D5">
      <w:pPr>
        <w:ind w:left="10915"/>
        <w:rPr>
          <w:rFonts w:ascii="Trebuchet MS" w:hAnsi="Trebuchet MS"/>
          <w:b/>
        </w:rPr>
      </w:pPr>
      <w:r w:rsidRPr="000053D5">
        <w:rPr>
          <w:rFonts w:ascii="Trebuchet MS" w:hAnsi="Trebuchet MS"/>
          <w:b/>
        </w:rPr>
        <w:t>Podpis</w:t>
      </w:r>
    </w:p>
    <w:p w14:paraId="7E2AD863" w14:textId="77777777" w:rsidR="00F3558F" w:rsidRDefault="00F3558F" w:rsidP="000053D5">
      <w:pPr>
        <w:ind w:left="10915"/>
        <w:rPr>
          <w:rFonts w:ascii="Trebuchet MS" w:hAnsi="Trebuchet MS"/>
          <w:b/>
        </w:rPr>
      </w:pPr>
    </w:p>
    <w:p w14:paraId="4CBC4E17" w14:textId="77777777" w:rsidR="00F3558F" w:rsidRPr="000053D5" w:rsidRDefault="00F3558F" w:rsidP="000053D5">
      <w:pPr>
        <w:ind w:left="10915"/>
        <w:rPr>
          <w:rFonts w:ascii="Trebuchet MS" w:hAnsi="Trebuchet MS"/>
          <w:b/>
        </w:rPr>
      </w:pPr>
    </w:p>
    <w:p w14:paraId="0750E2CA" w14:textId="77777777" w:rsidR="000053D5" w:rsidRDefault="000053D5" w:rsidP="00C40707"/>
    <w:p w14:paraId="2833F602" w14:textId="77777777" w:rsidR="000053D5" w:rsidRDefault="000053D5" w:rsidP="000053D5">
      <w:pPr>
        <w:ind w:left="7655"/>
        <w:jc w:val="center"/>
      </w:pPr>
      <w:r>
        <w:t>.......................................................................</w:t>
      </w:r>
    </w:p>
    <w:p w14:paraId="28917818" w14:textId="5DBA3A05" w:rsidR="006B0E41" w:rsidRPr="007F6FE7" w:rsidRDefault="000053D5" w:rsidP="00122CC0">
      <w:pPr>
        <w:ind w:left="8789"/>
        <w:jc w:val="center"/>
        <w:rPr>
          <w:rFonts w:ascii="Trebuchet MS" w:hAnsi="Trebuchet MS"/>
          <w:i/>
          <w:sz w:val="20"/>
          <w:szCs w:val="20"/>
        </w:rPr>
      </w:pPr>
      <w:r w:rsidRPr="000053D5">
        <w:rPr>
          <w:rFonts w:ascii="Trebuchet MS" w:hAnsi="Trebuchet MS"/>
          <w:sz w:val="16"/>
          <w:szCs w:val="16"/>
        </w:rPr>
        <w:t>czytelny podpis lub podpis na pieczęci</w:t>
      </w:r>
      <w:r w:rsidR="00F3558F">
        <w:rPr>
          <w:rFonts w:ascii="Trebuchet MS" w:hAnsi="Trebuchet MS"/>
          <w:sz w:val="16"/>
          <w:szCs w:val="16"/>
        </w:rPr>
        <w:t xml:space="preserve"> imiennej osoby upoważnionej do </w:t>
      </w:r>
      <w:r w:rsidRPr="000053D5">
        <w:rPr>
          <w:rFonts w:ascii="Trebuchet MS" w:hAnsi="Trebuchet MS"/>
          <w:sz w:val="16"/>
          <w:szCs w:val="16"/>
        </w:rPr>
        <w:t>składania oświadczeń w imieniu Wykonawcy</w:t>
      </w:r>
    </w:p>
    <w:sectPr w:rsidR="006B0E41" w:rsidRPr="007F6FE7" w:rsidSect="00D70251">
      <w:headerReference w:type="first" r:id="rId8"/>
      <w:pgSz w:w="16839" w:h="11907" w:orient="landscape" w:code="9"/>
      <w:pgMar w:top="992" w:right="1418" w:bottom="924" w:left="1418" w:header="567" w:footer="28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695EED" w14:textId="77777777" w:rsidR="00554862" w:rsidRDefault="00554862">
      <w:r>
        <w:separator/>
      </w:r>
    </w:p>
  </w:endnote>
  <w:endnote w:type="continuationSeparator" w:id="0">
    <w:p w14:paraId="4932E58D" w14:textId="77777777" w:rsidR="00554862" w:rsidRDefault="00554862">
      <w:r>
        <w:continuationSeparator/>
      </w:r>
    </w:p>
  </w:endnote>
  <w:endnote w:type="continuationNotice" w:id="1">
    <w:p w14:paraId="670C865D" w14:textId="77777777" w:rsidR="00554862" w:rsidRDefault="005548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BAD742" w14:textId="77777777" w:rsidR="00554862" w:rsidRDefault="00554862">
      <w:r>
        <w:separator/>
      </w:r>
    </w:p>
  </w:footnote>
  <w:footnote w:type="continuationSeparator" w:id="0">
    <w:p w14:paraId="449FDEF6" w14:textId="77777777" w:rsidR="00554862" w:rsidRDefault="00554862">
      <w:r>
        <w:continuationSeparator/>
      </w:r>
    </w:p>
  </w:footnote>
  <w:footnote w:type="continuationNotice" w:id="1">
    <w:p w14:paraId="66779A69" w14:textId="77777777" w:rsidR="00554862" w:rsidRDefault="0055486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A6953F" w14:textId="2F72B20E" w:rsidR="00554862" w:rsidRPr="007C7951" w:rsidRDefault="00554862" w:rsidP="007C7951">
    <w:pPr>
      <w:pStyle w:val="Nagwek"/>
    </w:pPr>
    <w:r w:rsidRPr="00BD68BD">
      <w:rPr>
        <w:rFonts w:ascii="Trebuchet MS" w:hAnsi="Trebuchet MS" w:cs="Tahoma"/>
        <w:sz w:val="20"/>
        <w:szCs w:val="20"/>
      </w:rPr>
      <w:t>Numer referencyjny: MŚ-ZP-</w:t>
    </w:r>
    <w:r>
      <w:rPr>
        <w:rFonts w:ascii="Trebuchet MS" w:hAnsi="Trebuchet MS" w:cs="Tahoma"/>
        <w:sz w:val="20"/>
        <w:szCs w:val="20"/>
      </w:rPr>
      <w:t>WW</w:t>
    </w:r>
    <w:r w:rsidRPr="00BD68BD">
      <w:rPr>
        <w:rFonts w:ascii="Trebuchet MS" w:hAnsi="Trebuchet MS" w:cs="Tahoma"/>
        <w:sz w:val="20"/>
        <w:szCs w:val="20"/>
      </w:rPr>
      <w:t>-333-</w:t>
    </w:r>
    <w:r>
      <w:rPr>
        <w:rFonts w:ascii="Trebuchet MS" w:hAnsi="Trebuchet MS" w:cs="Tahoma"/>
        <w:sz w:val="20"/>
        <w:szCs w:val="20"/>
      </w:rPr>
      <w:t>13/18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EBA6550"/>
    <w:name w:val="WW8Num2"/>
    <w:lvl w:ilvl="0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ascii="Trebuchet MS" w:hAnsi="Trebuchet MS" w:cs="Tahoma" w:hint="default"/>
        <w:b w:val="0"/>
        <w:sz w:val="20"/>
        <w:szCs w:val="20"/>
      </w:rPr>
    </w:lvl>
    <w:lvl w:ilvl="1">
      <w:start w:val="2"/>
      <w:numFmt w:val="decimal"/>
      <w:lvlText w:val="%1.%2."/>
      <w:lvlJc w:val="left"/>
      <w:pPr>
        <w:tabs>
          <w:tab w:val="num" w:pos="2214"/>
        </w:tabs>
        <w:ind w:left="2214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214"/>
        </w:tabs>
        <w:ind w:left="221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74"/>
        </w:tabs>
        <w:ind w:left="257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74"/>
        </w:tabs>
        <w:ind w:left="257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934"/>
        </w:tabs>
        <w:ind w:left="2934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94"/>
        </w:tabs>
        <w:ind w:left="329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4"/>
        </w:tabs>
        <w:ind w:left="32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54"/>
        </w:tabs>
        <w:ind w:left="3654" w:hanging="2160"/>
      </w:pPr>
      <w:rPr>
        <w:rFonts w:cs="Times New Roman" w:hint="default"/>
      </w:rPr>
    </w:lvl>
  </w:abstractNum>
  <w:abstractNum w:abstractNumId="1" w15:restartNumberingAfterBreak="0">
    <w:nsid w:val="00000003"/>
    <w:multiLevelType w:val="singleLevel"/>
    <w:tmpl w:val="EFAC1BC8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</w:abstractNum>
  <w:abstractNum w:abstractNumId="2" w15:restartNumberingAfterBreak="0">
    <w:nsid w:val="00000004"/>
    <w:multiLevelType w:val="multilevel"/>
    <w:tmpl w:val="9C0C2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rebuchet MS" w:hAnsi="Trebuchet MS" w:cs="Tahoma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>
      <w:start w:val="1"/>
      <w:numFmt w:val="decimal"/>
      <w:lvlText w:val="%3)"/>
      <w:lvlJc w:val="left"/>
      <w:pPr>
        <w:tabs>
          <w:tab w:val="num" w:pos="2052"/>
        </w:tabs>
        <w:ind w:left="2052" w:hanging="72"/>
      </w:pPr>
      <w:rPr>
        <w:rFonts w:cs="Times New Roman" w:hint="default"/>
        <w:b/>
        <w:color w:val="auto"/>
        <w:sz w:val="20"/>
        <w:szCs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67EAE9C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ascii="Trebuchet MS" w:eastAsia="Times New Roman" w:hAnsi="Trebuchet MS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7"/>
    <w:multiLevelType w:val="singleLevel"/>
    <w:tmpl w:val="51E8B8E6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ahoma" w:hint="default"/>
        <w:b w:val="0"/>
        <w:sz w:val="20"/>
        <w:szCs w:val="22"/>
      </w:rPr>
    </w:lvl>
  </w:abstractNum>
  <w:abstractNum w:abstractNumId="5" w15:restartNumberingAfterBreak="0">
    <w:nsid w:val="00000008"/>
    <w:multiLevelType w:val="multilevel"/>
    <w:tmpl w:val="BB30B698"/>
    <w:name w:val="WW8Num8"/>
    <w:lvl w:ilvl="0">
      <w:start w:val="1"/>
      <w:numFmt w:val="decimal"/>
      <w:lvlText w:val="%1."/>
      <w:lvlJc w:val="left"/>
      <w:pPr>
        <w:tabs>
          <w:tab w:val="num" w:pos="1050"/>
        </w:tabs>
        <w:ind w:left="1050" w:hanging="1050"/>
      </w:pPr>
      <w:rPr>
        <w:rFonts w:cs="Times New Roman" w:hint="default"/>
      </w:rPr>
    </w:lvl>
    <w:lvl w:ilvl="1">
      <w:start w:val="1"/>
      <w:numFmt w:val="decimal"/>
      <w:lvlText w:val="1.%2."/>
      <w:lvlJc w:val="left"/>
      <w:pPr>
        <w:tabs>
          <w:tab w:val="num" w:pos="720"/>
        </w:tabs>
        <w:ind w:left="720" w:hanging="360"/>
      </w:pPr>
      <w:rPr>
        <w:rFonts w:ascii="Trebuchet MS" w:hAnsi="Trebuchet MS" w:cs="Tahoma" w:hint="default"/>
        <w:b w:val="0"/>
        <w:i w:val="0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10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6" w15:restartNumberingAfterBreak="0">
    <w:nsid w:val="00000009"/>
    <w:multiLevelType w:val="singleLevel"/>
    <w:tmpl w:val="384873DC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ahoma" w:hint="default"/>
        <w:b w:val="0"/>
        <w:sz w:val="20"/>
        <w:szCs w:val="20"/>
      </w:rPr>
    </w:lvl>
  </w:abstractNum>
  <w:abstractNum w:abstractNumId="7" w15:restartNumberingAfterBreak="0">
    <w:nsid w:val="0000000B"/>
    <w:multiLevelType w:val="singleLevel"/>
    <w:tmpl w:val="953A42E4"/>
    <w:name w:val="WW8Num11"/>
    <w:lvl w:ilvl="0">
      <w:start w:val="1"/>
      <w:numFmt w:val="decimal"/>
      <w:lvlText w:val="1.%1."/>
      <w:lvlJc w:val="left"/>
      <w:pPr>
        <w:tabs>
          <w:tab w:val="num" w:pos="922"/>
        </w:tabs>
        <w:ind w:left="922" w:hanging="562"/>
      </w:pPr>
      <w:rPr>
        <w:rFonts w:ascii="Trebuchet MS" w:hAnsi="Trebuchet MS" w:cs="Tahoma" w:hint="default"/>
        <w:b w:val="0"/>
        <w:sz w:val="20"/>
        <w:szCs w:val="22"/>
      </w:rPr>
    </w:lvl>
  </w:abstractNum>
  <w:abstractNum w:abstractNumId="8" w15:restartNumberingAfterBreak="0">
    <w:nsid w:val="0000000E"/>
    <w:multiLevelType w:val="singleLevel"/>
    <w:tmpl w:val="FA46D844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ahoma" w:hint="default"/>
        <w:b w:val="0"/>
        <w:bCs/>
        <w:i w:val="0"/>
        <w:sz w:val="22"/>
        <w:szCs w:val="20"/>
      </w:rPr>
    </w:lvl>
  </w:abstractNum>
  <w:abstractNum w:abstractNumId="9" w15:restartNumberingAfterBreak="0">
    <w:nsid w:val="0000000F"/>
    <w:multiLevelType w:val="multilevel"/>
    <w:tmpl w:val="6E64910C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Trebuchet MS" w:hAnsi="Trebuchet MS" w:cs="Trebuchet MS"/>
        <w:b w:val="0"/>
        <w:bCs w:val="0"/>
        <w:sz w:val="20"/>
        <w:szCs w:val="20"/>
      </w:rPr>
    </w:lvl>
  </w:abstractNum>
  <w:abstractNum w:abstractNumId="10" w15:restartNumberingAfterBreak="0">
    <w:nsid w:val="00000011"/>
    <w:multiLevelType w:val="singleLevel"/>
    <w:tmpl w:val="C15EBAE6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ahoma" w:hint="default"/>
        <w:b w:val="0"/>
        <w:bCs/>
        <w:iCs/>
        <w:sz w:val="20"/>
        <w:szCs w:val="20"/>
      </w:rPr>
    </w:lvl>
  </w:abstractNum>
  <w:abstractNum w:abstractNumId="11" w15:restartNumberingAfterBreak="0">
    <w:nsid w:val="00000013"/>
    <w:multiLevelType w:val="multilevel"/>
    <w:tmpl w:val="ACA0EEB4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ahoma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2" w15:restartNumberingAfterBreak="0">
    <w:nsid w:val="00000014"/>
    <w:multiLevelType w:val="singleLevel"/>
    <w:tmpl w:val="42C63806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</w:abstractNum>
  <w:abstractNum w:abstractNumId="13" w15:restartNumberingAfterBreak="0">
    <w:nsid w:val="01302B03"/>
    <w:multiLevelType w:val="hybridMultilevel"/>
    <w:tmpl w:val="B026591A"/>
    <w:lvl w:ilvl="0" w:tplc="AE3E1B8A">
      <w:start w:val="1"/>
      <w:numFmt w:val="decimal"/>
      <w:lvlText w:val="%1)"/>
      <w:lvlJc w:val="left"/>
      <w:pPr>
        <w:ind w:left="717" w:hanging="360"/>
      </w:pPr>
      <w:rPr>
        <w:rFonts w:ascii="Trebuchet MS" w:hAnsi="Trebuchet MS" w:hint="default"/>
        <w:b w:val="0"/>
        <w:sz w:val="20"/>
      </w:rPr>
    </w:lvl>
    <w:lvl w:ilvl="1" w:tplc="5712C4A0">
      <w:start w:val="1"/>
      <w:numFmt w:val="decimal"/>
      <w:lvlText w:val="%2)"/>
      <w:lvlJc w:val="left"/>
      <w:pPr>
        <w:ind w:left="179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5712C4A0">
      <w:start w:val="1"/>
      <w:numFmt w:val="decimal"/>
      <w:lvlText w:val="%5)"/>
      <w:lvlJc w:val="left"/>
      <w:pPr>
        <w:ind w:left="3957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01DA4398"/>
    <w:multiLevelType w:val="hybridMultilevel"/>
    <w:tmpl w:val="E1B8DDBE"/>
    <w:lvl w:ilvl="0" w:tplc="E8F0C0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2954D73"/>
    <w:multiLevelType w:val="hybridMultilevel"/>
    <w:tmpl w:val="0BC4A760"/>
    <w:lvl w:ilvl="0" w:tplc="3352615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E16FAA6">
      <w:start w:val="1"/>
      <w:numFmt w:val="decimal"/>
      <w:lvlText w:val="%2."/>
      <w:lvlJc w:val="left"/>
      <w:pPr>
        <w:tabs>
          <w:tab w:val="num" w:pos="180"/>
        </w:tabs>
        <w:ind w:left="540" w:hanging="360"/>
      </w:pPr>
      <w:rPr>
        <w:rFonts w:hint="default"/>
        <w:b w:val="0"/>
      </w:rPr>
    </w:lvl>
    <w:lvl w:ilvl="2" w:tplc="95D471CE">
      <w:start w:val="1"/>
      <w:numFmt w:val="decimal"/>
      <w:lvlText w:val="%3)"/>
      <w:lvlJc w:val="left"/>
      <w:pPr>
        <w:ind w:left="14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6" w15:restartNumberingAfterBreak="0">
    <w:nsid w:val="030048E4"/>
    <w:multiLevelType w:val="multilevel"/>
    <w:tmpl w:val="47829B0C"/>
    <w:lvl w:ilvl="0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ind w:left="11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1800"/>
      </w:pPr>
      <w:rPr>
        <w:rFonts w:hint="default"/>
      </w:rPr>
    </w:lvl>
  </w:abstractNum>
  <w:abstractNum w:abstractNumId="17" w15:restartNumberingAfterBreak="0">
    <w:nsid w:val="032E190D"/>
    <w:multiLevelType w:val="hybridMultilevel"/>
    <w:tmpl w:val="8506A6F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3C84E29"/>
    <w:multiLevelType w:val="hybridMultilevel"/>
    <w:tmpl w:val="3E4AFB7C"/>
    <w:lvl w:ilvl="0" w:tplc="9A5652A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3F62B45"/>
    <w:multiLevelType w:val="hybridMultilevel"/>
    <w:tmpl w:val="FC8E70A2"/>
    <w:lvl w:ilvl="0" w:tplc="04150011">
      <w:start w:val="1"/>
      <w:numFmt w:val="decimal"/>
      <w:lvlText w:val="%1)"/>
      <w:lvlJc w:val="left"/>
      <w:pPr>
        <w:tabs>
          <w:tab w:val="num" w:pos="0"/>
        </w:tabs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044509D7"/>
    <w:multiLevelType w:val="hybridMultilevel"/>
    <w:tmpl w:val="465A6B32"/>
    <w:lvl w:ilvl="0" w:tplc="E7AAE2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7B285534" w:tentative="1">
      <w:start w:val="1"/>
      <w:numFmt w:val="lowerLetter"/>
      <w:lvlText w:val="%2."/>
      <w:lvlJc w:val="left"/>
      <w:pPr>
        <w:ind w:left="1440" w:hanging="360"/>
      </w:pPr>
    </w:lvl>
    <w:lvl w:ilvl="2" w:tplc="1AEC557C" w:tentative="1">
      <w:start w:val="1"/>
      <w:numFmt w:val="lowerRoman"/>
      <w:lvlText w:val="%3."/>
      <w:lvlJc w:val="right"/>
      <w:pPr>
        <w:ind w:left="2160" w:hanging="180"/>
      </w:pPr>
    </w:lvl>
    <w:lvl w:ilvl="3" w:tplc="DB9207DC" w:tentative="1">
      <w:start w:val="1"/>
      <w:numFmt w:val="decimal"/>
      <w:lvlText w:val="%4."/>
      <w:lvlJc w:val="left"/>
      <w:pPr>
        <w:ind w:left="2880" w:hanging="360"/>
      </w:pPr>
    </w:lvl>
    <w:lvl w:ilvl="4" w:tplc="DF3A3738" w:tentative="1">
      <w:start w:val="1"/>
      <w:numFmt w:val="lowerLetter"/>
      <w:lvlText w:val="%5."/>
      <w:lvlJc w:val="left"/>
      <w:pPr>
        <w:ind w:left="3600" w:hanging="360"/>
      </w:pPr>
    </w:lvl>
    <w:lvl w:ilvl="5" w:tplc="A9943D72" w:tentative="1">
      <w:start w:val="1"/>
      <w:numFmt w:val="lowerRoman"/>
      <w:lvlText w:val="%6."/>
      <w:lvlJc w:val="right"/>
      <w:pPr>
        <w:ind w:left="4320" w:hanging="180"/>
      </w:pPr>
    </w:lvl>
    <w:lvl w:ilvl="6" w:tplc="C8EED818" w:tentative="1">
      <w:start w:val="1"/>
      <w:numFmt w:val="decimal"/>
      <w:lvlText w:val="%7."/>
      <w:lvlJc w:val="left"/>
      <w:pPr>
        <w:ind w:left="5040" w:hanging="360"/>
      </w:pPr>
    </w:lvl>
    <w:lvl w:ilvl="7" w:tplc="A2703C18" w:tentative="1">
      <w:start w:val="1"/>
      <w:numFmt w:val="lowerLetter"/>
      <w:lvlText w:val="%8."/>
      <w:lvlJc w:val="left"/>
      <w:pPr>
        <w:ind w:left="5760" w:hanging="360"/>
      </w:pPr>
    </w:lvl>
    <w:lvl w:ilvl="8" w:tplc="F1AAB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46C53E6"/>
    <w:multiLevelType w:val="multilevel"/>
    <w:tmpl w:val="D50227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56071A5"/>
    <w:multiLevelType w:val="hybridMultilevel"/>
    <w:tmpl w:val="75CC98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05E54B04"/>
    <w:multiLevelType w:val="hybridMultilevel"/>
    <w:tmpl w:val="765E5A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70911FE"/>
    <w:multiLevelType w:val="hybridMultilevel"/>
    <w:tmpl w:val="C540E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72A0F2D"/>
    <w:multiLevelType w:val="multilevel"/>
    <w:tmpl w:val="74F449DE"/>
    <w:lvl w:ilvl="0">
      <w:start w:val="1"/>
      <w:numFmt w:val="decimal"/>
      <w:lvlText w:val="%1."/>
      <w:lvlJc w:val="left"/>
      <w:pPr>
        <w:ind w:left="15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928" w:hanging="720"/>
      </w:pPr>
      <w:rPr>
        <w:rFonts w:ascii="Trebuchet MS" w:eastAsia="Cambria Math" w:hAnsi="Trebuchet MS" w:cs="Times New Roman"/>
        <w:lang w:val="pl-PL"/>
      </w:rPr>
    </w:lvl>
    <w:lvl w:ilvl="2">
      <w:start w:val="1"/>
      <w:numFmt w:val="decimal"/>
      <w:isLgl/>
      <w:lvlText w:val="%1.%2.%3."/>
      <w:lvlJc w:val="left"/>
      <w:pPr>
        <w:ind w:left="19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8" w:hanging="2160"/>
      </w:pPr>
      <w:rPr>
        <w:rFonts w:hint="default"/>
      </w:rPr>
    </w:lvl>
  </w:abstractNum>
  <w:abstractNum w:abstractNumId="26" w15:restartNumberingAfterBreak="0">
    <w:nsid w:val="092620AF"/>
    <w:multiLevelType w:val="hybridMultilevel"/>
    <w:tmpl w:val="1370054A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7" w15:restartNumberingAfterBreak="0">
    <w:nsid w:val="09343908"/>
    <w:multiLevelType w:val="hybridMultilevel"/>
    <w:tmpl w:val="365A92A0"/>
    <w:lvl w:ilvl="0" w:tplc="04150011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0A4C3525"/>
    <w:multiLevelType w:val="hybridMultilevel"/>
    <w:tmpl w:val="F0940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160781"/>
    <w:multiLevelType w:val="hybridMultilevel"/>
    <w:tmpl w:val="265ACF12"/>
    <w:lvl w:ilvl="0" w:tplc="B3009044">
      <w:start w:val="1"/>
      <w:numFmt w:val="decimal"/>
      <w:lvlText w:val="%1)"/>
      <w:lvlJc w:val="left"/>
      <w:pPr>
        <w:tabs>
          <w:tab w:val="num" w:pos="851"/>
        </w:tabs>
        <w:ind w:left="8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1" w:hanging="360"/>
      </w:pPr>
    </w:lvl>
    <w:lvl w:ilvl="2" w:tplc="0415001B" w:tentative="1">
      <w:start w:val="1"/>
      <w:numFmt w:val="lowerRoman"/>
      <w:lvlText w:val="%3."/>
      <w:lvlJc w:val="right"/>
      <w:pPr>
        <w:ind w:left="1391" w:hanging="180"/>
      </w:pPr>
    </w:lvl>
    <w:lvl w:ilvl="3" w:tplc="0415000F" w:tentative="1">
      <w:start w:val="1"/>
      <w:numFmt w:val="decimal"/>
      <w:lvlText w:val="%4."/>
      <w:lvlJc w:val="left"/>
      <w:pPr>
        <w:ind w:left="2111" w:hanging="360"/>
      </w:pPr>
    </w:lvl>
    <w:lvl w:ilvl="4" w:tplc="04150019" w:tentative="1">
      <w:start w:val="1"/>
      <w:numFmt w:val="lowerLetter"/>
      <w:lvlText w:val="%5."/>
      <w:lvlJc w:val="left"/>
      <w:pPr>
        <w:ind w:left="2831" w:hanging="360"/>
      </w:pPr>
    </w:lvl>
    <w:lvl w:ilvl="5" w:tplc="0415001B" w:tentative="1">
      <w:start w:val="1"/>
      <w:numFmt w:val="lowerRoman"/>
      <w:lvlText w:val="%6."/>
      <w:lvlJc w:val="right"/>
      <w:pPr>
        <w:ind w:left="3551" w:hanging="180"/>
      </w:pPr>
    </w:lvl>
    <w:lvl w:ilvl="6" w:tplc="0415000F" w:tentative="1">
      <w:start w:val="1"/>
      <w:numFmt w:val="decimal"/>
      <w:lvlText w:val="%7."/>
      <w:lvlJc w:val="left"/>
      <w:pPr>
        <w:ind w:left="4271" w:hanging="360"/>
      </w:pPr>
    </w:lvl>
    <w:lvl w:ilvl="7" w:tplc="04150019" w:tentative="1">
      <w:start w:val="1"/>
      <w:numFmt w:val="lowerLetter"/>
      <w:lvlText w:val="%8."/>
      <w:lvlJc w:val="left"/>
      <w:pPr>
        <w:ind w:left="4991" w:hanging="360"/>
      </w:pPr>
    </w:lvl>
    <w:lvl w:ilvl="8" w:tplc="0415001B" w:tentative="1">
      <w:start w:val="1"/>
      <w:numFmt w:val="lowerRoman"/>
      <w:lvlText w:val="%9."/>
      <w:lvlJc w:val="right"/>
      <w:pPr>
        <w:ind w:left="5711" w:hanging="180"/>
      </w:pPr>
    </w:lvl>
  </w:abstractNum>
  <w:abstractNum w:abstractNumId="30" w15:restartNumberingAfterBreak="0">
    <w:nsid w:val="0C4A32CF"/>
    <w:multiLevelType w:val="multilevel"/>
    <w:tmpl w:val="674E84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1" w15:restartNumberingAfterBreak="0">
    <w:nsid w:val="0D55253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0E737E47"/>
    <w:multiLevelType w:val="multilevel"/>
    <w:tmpl w:val="010A3C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1024781C"/>
    <w:multiLevelType w:val="multilevel"/>
    <w:tmpl w:val="935495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0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18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105C46A3"/>
    <w:multiLevelType w:val="hybridMultilevel"/>
    <w:tmpl w:val="307677FC"/>
    <w:lvl w:ilvl="0" w:tplc="882C6730">
      <w:start w:val="2"/>
      <w:numFmt w:val="lowerLetter"/>
      <w:lvlText w:val="%1."/>
      <w:lvlJc w:val="left"/>
      <w:pPr>
        <w:ind w:left="40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0B06753"/>
    <w:multiLevelType w:val="multilevel"/>
    <w:tmpl w:val="E62820B6"/>
    <w:lvl w:ilvl="0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color w:val="auto"/>
      </w:rPr>
    </w:lvl>
    <w:lvl w:ilvl="2">
      <w:start w:val="1"/>
      <w:numFmt w:val="bullet"/>
      <w:lvlText w:val=""/>
      <w:lvlJc w:val="left"/>
      <w:pPr>
        <w:ind w:left="1290" w:hanging="504"/>
      </w:pPr>
      <w:rPr>
        <w:rFonts w:ascii="Symbol" w:hAnsi="Symbol" w:hint="default"/>
        <w:b w:val="0"/>
        <w:sz w:val="20"/>
        <w:szCs w:val="20"/>
      </w:rPr>
    </w:lvl>
    <w:lvl w:ilvl="3">
      <w:start w:val="1"/>
      <w:numFmt w:val="lowerLetter"/>
      <w:lvlText w:val="%4."/>
      <w:lvlJc w:val="left"/>
      <w:pPr>
        <w:ind w:left="1794" w:hanging="648"/>
      </w:pPr>
      <w:rPr>
        <w:rFonts w:ascii="Trebuchet MS" w:hAnsi="Trebuchet MS" w:hint="default"/>
        <w:sz w:val="20"/>
        <w:szCs w:val="20"/>
      </w:rPr>
    </w:lvl>
    <w:lvl w:ilvl="4">
      <w:start w:val="1"/>
      <w:numFmt w:val="bullet"/>
      <w:lvlText w:val=""/>
      <w:lvlJc w:val="left"/>
      <w:pPr>
        <w:ind w:left="2298" w:hanging="792"/>
      </w:pPr>
      <w:rPr>
        <w:rFonts w:ascii="Symbol" w:hAnsi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ind w:left="2802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306" w:hanging="1080"/>
      </w:pPr>
    </w:lvl>
    <w:lvl w:ilvl="7">
      <w:start w:val="1"/>
      <w:numFmt w:val="decimal"/>
      <w:lvlText w:val="%1.%2.%3.%4.%5.%6.%7.%8."/>
      <w:lvlJc w:val="left"/>
      <w:pPr>
        <w:ind w:left="3810" w:hanging="1224"/>
      </w:pPr>
    </w:lvl>
    <w:lvl w:ilvl="8">
      <w:start w:val="1"/>
      <w:numFmt w:val="decimal"/>
      <w:lvlText w:val="%1.%2.%3.%4.%5.%6.%7.%8.%9."/>
      <w:lvlJc w:val="left"/>
      <w:pPr>
        <w:ind w:left="4386" w:hanging="1440"/>
      </w:pPr>
    </w:lvl>
  </w:abstractNum>
  <w:abstractNum w:abstractNumId="36" w15:restartNumberingAfterBreak="0">
    <w:nsid w:val="10B769B6"/>
    <w:multiLevelType w:val="hybridMultilevel"/>
    <w:tmpl w:val="5B02ECCC"/>
    <w:lvl w:ilvl="0" w:tplc="CF881432">
      <w:start w:val="1"/>
      <w:numFmt w:val="decimal"/>
      <w:lvlText w:val="%1."/>
      <w:lvlJc w:val="left"/>
      <w:pPr>
        <w:ind w:left="18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0DD25B9"/>
    <w:multiLevelType w:val="multilevel"/>
    <w:tmpl w:val="F814A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10EF4B60"/>
    <w:multiLevelType w:val="hybridMultilevel"/>
    <w:tmpl w:val="E52C77D8"/>
    <w:lvl w:ilvl="0" w:tplc="790C47B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1ED6324"/>
    <w:multiLevelType w:val="hybridMultilevel"/>
    <w:tmpl w:val="4D0A10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25506DB"/>
    <w:multiLevelType w:val="hybridMultilevel"/>
    <w:tmpl w:val="5B625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2CE1339"/>
    <w:multiLevelType w:val="hybridMultilevel"/>
    <w:tmpl w:val="3E4AFB7C"/>
    <w:lvl w:ilvl="0" w:tplc="9A5652A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3763F51"/>
    <w:multiLevelType w:val="multilevel"/>
    <w:tmpl w:val="17686888"/>
    <w:lvl w:ilvl="0">
      <w:start w:val="5"/>
      <w:numFmt w:val="decimal"/>
      <w:lvlText w:val="%1."/>
      <w:lvlJc w:val="left"/>
      <w:pPr>
        <w:tabs>
          <w:tab w:val="num" w:pos="2163"/>
        </w:tabs>
        <w:ind w:left="2163" w:hanging="36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43" w15:restartNumberingAfterBreak="0">
    <w:nsid w:val="14386B18"/>
    <w:multiLevelType w:val="multilevel"/>
    <w:tmpl w:val="93A0CE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149D7456"/>
    <w:multiLevelType w:val="hybridMultilevel"/>
    <w:tmpl w:val="C4022EE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14DB585B"/>
    <w:multiLevelType w:val="hybridMultilevel"/>
    <w:tmpl w:val="A1CC8AA6"/>
    <w:lvl w:ilvl="0" w:tplc="0C382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5602EA6"/>
    <w:multiLevelType w:val="hybridMultilevel"/>
    <w:tmpl w:val="C56E909E"/>
    <w:lvl w:ilvl="0" w:tplc="9294C9F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7" w15:restartNumberingAfterBreak="0">
    <w:nsid w:val="158F3442"/>
    <w:multiLevelType w:val="hybridMultilevel"/>
    <w:tmpl w:val="854C3EF0"/>
    <w:lvl w:ilvl="0" w:tplc="04150011">
      <w:start w:val="1"/>
      <w:numFmt w:val="decimal"/>
      <w:lvlText w:val="%1)"/>
      <w:lvlJc w:val="left"/>
      <w:pPr>
        <w:tabs>
          <w:tab w:val="num" w:pos="0"/>
        </w:tabs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159C3F8A"/>
    <w:multiLevelType w:val="multilevel"/>
    <w:tmpl w:val="45B80BB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ahoma" w:hAnsi="Tahoma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9" w15:restartNumberingAfterBreak="0">
    <w:nsid w:val="17F420EF"/>
    <w:multiLevelType w:val="multilevel"/>
    <w:tmpl w:val="0415001F"/>
    <w:numStyleLink w:val="Styl2"/>
  </w:abstractNum>
  <w:abstractNum w:abstractNumId="50" w15:restartNumberingAfterBreak="0">
    <w:nsid w:val="1820345C"/>
    <w:multiLevelType w:val="hybridMultilevel"/>
    <w:tmpl w:val="9F3AF5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8330C07"/>
    <w:multiLevelType w:val="hybridMultilevel"/>
    <w:tmpl w:val="E7961F88"/>
    <w:lvl w:ilvl="0" w:tplc="A852FB0E">
      <w:start w:val="1"/>
      <w:numFmt w:val="decimal"/>
      <w:lvlText w:val="%1)"/>
      <w:lvlJc w:val="left"/>
      <w:pPr>
        <w:tabs>
          <w:tab w:val="num" w:pos="0"/>
        </w:tabs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192C6023"/>
    <w:multiLevelType w:val="hybridMultilevel"/>
    <w:tmpl w:val="B5040386"/>
    <w:lvl w:ilvl="0" w:tplc="2BF6DD08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-760" w:hanging="360"/>
      </w:pPr>
    </w:lvl>
    <w:lvl w:ilvl="2" w:tplc="0415001B" w:tentative="1">
      <w:start w:val="1"/>
      <w:numFmt w:val="lowerRoman"/>
      <w:lvlText w:val="%3."/>
      <w:lvlJc w:val="right"/>
      <w:pPr>
        <w:ind w:left="-40" w:hanging="180"/>
      </w:pPr>
    </w:lvl>
    <w:lvl w:ilvl="3" w:tplc="0415000F" w:tentative="1">
      <w:start w:val="1"/>
      <w:numFmt w:val="decimal"/>
      <w:lvlText w:val="%4."/>
      <w:lvlJc w:val="left"/>
      <w:pPr>
        <w:ind w:left="680" w:hanging="360"/>
      </w:pPr>
    </w:lvl>
    <w:lvl w:ilvl="4" w:tplc="04150019" w:tentative="1">
      <w:start w:val="1"/>
      <w:numFmt w:val="lowerLetter"/>
      <w:lvlText w:val="%5."/>
      <w:lvlJc w:val="left"/>
      <w:pPr>
        <w:ind w:left="1400" w:hanging="360"/>
      </w:pPr>
    </w:lvl>
    <w:lvl w:ilvl="5" w:tplc="0415001B" w:tentative="1">
      <w:start w:val="1"/>
      <w:numFmt w:val="lowerRoman"/>
      <w:lvlText w:val="%6."/>
      <w:lvlJc w:val="right"/>
      <w:pPr>
        <w:ind w:left="2120" w:hanging="180"/>
      </w:pPr>
    </w:lvl>
    <w:lvl w:ilvl="6" w:tplc="0415000F" w:tentative="1">
      <w:start w:val="1"/>
      <w:numFmt w:val="decimal"/>
      <w:lvlText w:val="%7."/>
      <w:lvlJc w:val="left"/>
      <w:pPr>
        <w:ind w:left="2840" w:hanging="360"/>
      </w:pPr>
    </w:lvl>
    <w:lvl w:ilvl="7" w:tplc="04150019" w:tentative="1">
      <w:start w:val="1"/>
      <w:numFmt w:val="lowerLetter"/>
      <w:lvlText w:val="%8."/>
      <w:lvlJc w:val="left"/>
      <w:pPr>
        <w:ind w:left="3560" w:hanging="360"/>
      </w:pPr>
    </w:lvl>
    <w:lvl w:ilvl="8" w:tplc="0415001B" w:tentative="1">
      <w:start w:val="1"/>
      <w:numFmt w:val="lowerRoman"/>
      <w:lvlText w:val="%9."/>
      <w:lvlJc w:val="right"/>
      <w:pPr>
        <w:ind w:left="4280" w:hanging="180"/>
      </w:pPr>
    </w:lvl>
  </w:abstractNum>
  <w:abstractNum w:abstractNumId="53" w15:restartNumberingAfterBreak="0">
    <w:nsid w:val="196C0C34"/>
    <w:multiLevelType w:val="hybridMultilevel"/>
    <w:tmpl w:val="B024F65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1A236C54"/>
    <w:multiLevelType w:val="hybridMultilevel"/>
    <w:tmpl w:val="17CEBF0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1AFB4F9F"/>
    <w:multiLevelType w:val="hybridMultilevel"/>
    <w:tmpl w:val="A056880E"/>
    <w:lvl w:ilvl="0" w:tplc="5EC29FE2">
      <w:start w:val="1"/>
      <w:numFmt w:val="decimal"/>
      <w:lvlText w:val="%1)"/>
      <w:lvlJc w:val="left"/>
      <w:pPr>
        <w:ind w:left="717" w:hanging="360"/>
      </w:pPr>
      <w:rPr>
        <w:rFonts w:ascii="Trebuchet MS" w:hAnsi="Trebuchet MS" w:hint="default"/>
        <w:b w:val="0"/>
        <w:sz w:val="20"/>
      </w:rPr>
    </w:lvl>
    <w:lvl w:ilvl="1" w:tplc="5712C4A0">
      <w:start w:val="1"/>
      <w:numFmt w:val="decimal"/>
      <w:lvlText w:val="%2)"/>
      <w:lvlJc w:val="left"/>
      <w:pPr>
        <w:ind w:left="179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5712C4A0">
      <w:start w:val="1"/>
      <w:numFmt w:val="decimal"/>
      <w:lvlText w:val="%5)"/>
      <w:lvlJc w:val="left"/>
      <w:pPr>
        <w:ind w:left="3957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6" w15:restartNumberingAfterBreak="0">
    <w:nsid w:val="1B362C23"/>
    <w:multiLevelType w:val="hybridMultilevel"/>
    <w:tmpl w:val="E220AAB0"/>
    <w:lvl w:ilvl="0" w:tplc="536CF1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 w:tentative="1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57" w15:restartNumberingAfterBreak="0">
    <w:nsid w:val="1C690D8C"/>
    <w:multiLevelType w:val="multilevel"/>
    <w:tmpl w:val="9378D7F4"/>
    <w:lvl w:ilvl="0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58" w15:restartNumberingAfterBreak="0">
    <w:nsid w:val="1C9B195C"/>
    <w:multiLevelType w:val="multilevel"/>
    <w:tmpl w:val="0A7A3754"/>
    <w:styleLink w:val="Styl5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Restart w:val="0"/>
      <w:lvlText w:val="6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1D260065"/>
    <w:multiLevelType w:val="multilevel"/>
    <w:tmpl w:val="845A1218"/>
    <w:lvl w:ilvl="0">
      <w:start w:val="1"/>
      <w:numFmt w:val="decimal"/>
      <w:lvlText w:val="2.%1."/>
      <w:lvlJc w:val="left"/>
      <w:pPr>
        <w:ind w:left="11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8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hint="default"/>
      </w:rPr>
    </w:lvl>
  </w:abstractNum>
  <w:abstractNum w:abstractNumId="60" w15:restartNumberingAfterBreak="0">
    <w:nsid w:val="1D921DB0"/>
    <w:multiLevelType w:val="multilevel"/>
    <w:tmpl w:val="D0CC9A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1DEB6C84"/>
    <w:multiLevelType w:val="hybridMultilevel"/>
    <w:tmpl w:val="B6960758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62" w15:restartNumberingAfterBreak="0">
    <w:nsid w:val="1DFF6E7D"/>
    <w:multiLevelType w:val="hybridMultilevel"/>
    <w:tmpl w:val="ACB42726"/>
    <w:lvl w:ilvl="0" w:tplc="04150011">
      <w:start w:val="1"/>
      <w:numFmt w:val="decimal"/>
      <w:lvlText w:val="%1)"/>
      <w:lvlJc w:val="left"/>
      <w:pPr>
        <w:tabs>
          <w:tab w:val="num" w:pos="1222"/>
        </w:tabs>
        <w:ind w:left="1222" w:hanging="360"/>
      </w:pPr>
      <w:rPr>
        <w:rFonts w:hint="default"/>
        <w:b w:val="0"/>
        <w:color w:val="auto"/>
      </w:rPr>
    </w:lvl>
    <w:lvl w:ilvl="1" w:tplc="DD40791E">
      <w:start w:val="1"/>
      <w:numFmt w:val="decimal"/>
      <w:lvlText w:val="%2."/>
      <w:lvlJc w:val="left"/>
      <w:pPr>
        <w:tabs>
          <w:tab w:val="num" w:pos="720"/>
        </w:tabs>
        <w:ind w:left="1440" w:hanging="360"/>
      </w:pPr>
      <w:rPr>
        <w:rFonts w:hint="default"/>
        <w:b w:val="0"/>
        <w:color w:val="auto"/>
      </w:rPr>
    </w:lvl>
    <w:lvl w:ilvl="2" w:tplc="AC8E6358">
      <w:start w:val="1"/>
      <w:numFmt w:val="decimal"/>
      <w:lvlText w:val="%3."/>
      <w:lvlJc w:val="left"/>
      <w:pPr>
        <w:tabs>
          <w:tab w:val="num" w:pos="1620"/>
        </w:tabs>
        <w:ind w:left="2340" w:hanging="360"/>
      </w:pPr>
      <w:rPr>
        <w:rFonts w:hint="default"/>
        <w:b w:val="0"/>
        <w:color w:val="auto"/>
      </w:rPr>
    </w:lvl>
    <w:lvl w:ilvl="3" w:tplc="53E4B18A">
      <w:start w:val="1"/>
      <w:numFmt w:val="decimal"/>
      <w:lvlText w:val="%4."/>
      <w:lvlJc w:val="left"/>
      <w:pPr>
        <w:tabs>
          <w:tab w:val="num" w:pos="2160"/>
        </w:tabs>
        <w:ind w:left="2880" w:hanging="360"/>
      </w:pPr>
      <w:rPr>
        <w:rFonts w:hint="default"/>
        <w:b w:val="0"/>
        <w:color w:val="auto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1ED505A3"/>
    <w:multiLevelType w:val="multilevel"/>
    <w:tmpl w:val="0415001F"/>
    <w:numStyleLink w:val="Styl4"/>
  </w:abstractNum>
  <w:abstractNum w:abstractNumId="64" w15:restartNumberingAfterBreak="0">
    <w:nsid w:val="1FA41CC8"/>
    <w:multiLevelType w:val="multilevel"/>
    <w:tmpl w:val="D306392C"/>
    <w:lvl w:ilvl="0">
      <w:start w:val="1"/>
      <w:numFmt w:val="bullet"/>
      <w:lvlText w:val="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5" w15:restartNumberingAfterBreak="0">
    <w:nsid w:val="1FA778A8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6" w15:restartNumberingAfterBreak="0">
    <w:nsid w:val="21BB4378"/>
    <w:multiLevelType w:val="hybridMultilevel"/>
    <w:tmpl w:val="BA5272A8"/>
    <w:lvl w:ilvl="0" w:tplc="E8F0C0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23C8630B"/>
    <w:multiLevelType w:val="multilevel"/>
    <w:tmpl w:val="18C499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Trebuchet MS" w:hAnsi="Trebuchet MS" w:hint="default"/>
        <w:b w:val="0"/>
        <w:sz w:val="20"/>
        <w:szCs w:val="20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ascii="Trebuchet MS" w:hAnsi="Trebuchet MS" w:hint="default"/>
        <w:sz w:val="20"/>
        <w:szCs w:val="20"/>
      </w:rPr>
    </w:lvl>
    <w:lvl w:ilvl="4">
      <w:start w:val="1"/>
      <w:numFmt w:val="lowerRoman"/>
      <w:lvlText w:val="%5."/>
      <w:lvlJc w:val="right"/>
      <w:pPr>
        <w:ind w:left="2232" w:hanging="792"/>
      </w:pPr>
      <w:rPr>
        <w:rFonts w:ascii="Trebuchet MS" w:hAnsi="Trebuchet MS" w:hint="default"/>
        <w:sz w:val="20"/>
        <w:szCs w:val="20"/>
      </w:rPr>
    </w:lvl>
    <w:lvl w:ilvl="5">
      <w:start w:val="1"/>
      <w:numFmt w:val="lowerRoman"/>
      <w:lvlText w:val="%6."/>
      <w:lvlJc w:val="righ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24AA3837"/>
    <w:multiLevelType w:val="hybridMultilevel"/>
    <w:tmpl w:val="C61E0F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50860E6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0" w15:restartNumberingAfterBreak="0">
    <w:nsid w:val="2533497E"/>
    <w:multiLevelType w:val="hybridMultilevel"/>
    <w:tmpl w:val="66CE5B42"/>
    <w:lvl w:ilvl="0" w:tplc="041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71" w15:restartNumberingAfterBreak="0">
    <w:nsid w:val="25EA298B"/>
    <w:multiLevelType w:val="hybridMultilevel"/>
    <w:tmpl w:val="E26603F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266948F6"/>
    <w:multiLevelType w:val="multilevel"/>
    <w:tmpl w:val="0415001F"/>
    <w:styleLink w:val="Styl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26890BC3"/>
    <w:multiLevelType w:val="hybridMultilevel"/>
    <w:tmpl w:val="D5907FAA"/>
    <w:lvl w:ilvl="0" w:tplc="D17AAC4C">
      <w:start w:val="1"/>
      <w:numFmt w:val="decimal"/>
      <w:lvlText w:val="%1."/>
      <w:lvlJc w:val="left"/>
      <w:pPr>
        <w:ind w:left="462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69276EE"/>
    <w:multiLevelType w:val="multilevel"/>
    <w:tmpl w:val="078E0A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Trebuchet MS" w:hAnsi="Trebuchet MS" w:hint="default"/>
        <w:b w:val="0"/>
        <w:sz w:val="20"/>
        <w:szCs w:val="20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ascii="Trebuchet MS" w:hAnsi="Trebuchet MS" w:hint="default"/>
        <w:sz w:val="20"/>
        <w:szCs w:val="20"/>
      </w:rPr>
    </w:lvl>
    <w:lvl w:ilvl="4">
      <w:start w:val="1"/>
      <w:numFmt w:val="lowerLetter"/>
      <w:lvlText w:val="%5."/>
      <w:lvlJc w:val="left"/>
      <w:pPr>
        <w:ind w:left="2232" w:hanging="792"/>
      </w:pPr>
      <w:rPr>
        <w:rFonts w:ascii="Trebuchet MS" w:hAnsi="Trebuchet MS" w:hint="default"/>
        <w:sz w:val="20"/>
        <w:szCs w:val="20"/>
      </w:rPr>
    </w:lvl>
    <w:lvl w:ilvl="5">
      <w:start w:val="1"/>
      <w:numFmt w:val="lowerLetter"/>
      <w:lvlText w:val="%6."/>
      <w:lvlJc w:val="left"/>
      <w:pPr>
        <w:ind w:left="2736" w:hanging="936"/>
      </w:pPr>
      <w:rPr>
        <w:rFonts w:ascii="Trebuchet MS" w:hAnsi="Trebuchet MS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26BD616C"/>
    <w:multiLevelType w:val="multilevel"/>
    <w:tmpl w:val="39362EE4"/>
    <w:lvl w:ilvl="0">
      <w:start w:val="1"/>
      <w:numFmt w:val="upperRoman"/>
      <w:suff w:val="space"/>
      <w:lvlText w:val="Rozdział %1"/>
      <w:lvlJc w:val="left"/>
      <w:pPr>
        <w:ind w:left="100" w:firstLine="0"/>
      </w:pPr>
      <w:rPr>
        <w:rFonts w:ascii="Trebuchet MS" w:hAnsi="Trebuchet MS" w:hint="default"/>
        <w:b/>
        <w:color w:val="auto"/>
        <w:sz w:val="20"/>
      </w:rPr>
    </w:lvl>
    <w:lvl w:ilvl="1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</w:abstractNum>
  <w:abstractNum w:abstractNumId="76" w15:restartNumberingAfterBreak="0">
    <w:nsid w:val="26ED1C17"/>
    <w:multiLevelType w:val="hybridMultilevel"/>
    <w:tmpl w:val="9C223F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B5028D"/>
    <w:multiLevelType w:val="hybridMultilevel"/>
    <w:tmpl w:val="35CAF5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28021A93"/>
    <w:multiLevelType w:val="hybridMultilevel"/>
    <w:tmpl w:val="92C4E42A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  <w:sz w:val="20"/>
        <w:szCs w:val="20"/>
      </w:rPr>
    </w:lvl>
    <w:lvl w:ilvl="1" w:tplc="5E4A9924">
      <w:start w:val="1"/>
      <w:numFmt w:val="decimal"/>
      <w:lvlText w:val="%2)"/>
      <w:lvlJc w:val="left"/>
      <w:pPr>
        <w:ind w:left="1931" w:hanging="360"/>
      </w:pPr>
      <w:rPr>
        <w:rFonts w:ascii="Trebuchet MS" w:hAnsi="Trebuchet MS" w:hint="default"/>
        <w:sz w:val="20"/>
        <w:szCs w:val="20"/>
      </w:rPr>
    </w:lvl>
    <w:lvl w:ilvl="2" w:tplc="04150001">
      <w:start w:val="1"/>
      <w:numFmt w:val="bullet"/>
      <w:lvlText w:val=""/>
      <w:lvlJc w:val="left"/>
      <w:pPr>
        <w:ind w:left="2651" w:hanging="180"/>
      </w:pPr>
      <w:rPr>
        <w:rFonts w:ascii="Symbol" w:hAnsi="Symbol" w:hint="default"/>
      </w:rPr>
    </w:lvl>
    <w:lvl w:ilvl="3" w:tplc="F03CE51A">
      <w:start w:val="1"/>
      <w:numFmt w:val="lowerLetter"/>
      <w:lvlText w:val="%4."/>
      <w:lvlJc w:val="left"/>
      <w:pPr>
        <w:ind w:left="3371" w:hanging="360"/>
      </w:pPr>
      <w:rPr>
        <w:rFonts w:ascii="Trebuchet MS" w:eastAsia="Times New Roman" w:hAnsi="Trebuchet MS" w:cs="Times New Roman" w:hint="default"/>
        <w:sz w:val="20"/>
        <w:szCs w:val="20"/>
      </w:rPr>
    </w:lvl>
    <w:lvl w:ilvl="4" w:tplc="0415001B">
      <w:start w:val="1"/>
      <w:numFmt w:val="lowerRoman"/>
      <w:lvlText w:val="%5."/>
      <w:lvlJc w:val="right"/>
      <w:pPr>
        <w:ind w:left="4091" w:hanging="360"/>
      </w:pPr>
    </w:lvl>
    <w:lvl w:ilvl="5" w:tplc="04150001">
      <w:start w:val="1"/>
      <w:numFmt w:val="bullet"/>
      <w:lvlText w:val=""/>
      <w:lvlJc w:val="left"/>
      <w:pPr>
        <w:ind w:left="4811" w:hanging="180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9" w15:restartNumberingAfterBreak="0">
    <w:nsid w:val="28601746"/>
    <w:multiLevelType w:val="hybridMultilevel"/>
    <w:tmpl w:val="15805006"/>
    <w:lvl w:ilvl="0" w:tplc="85385120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0" w15:restartNumberingAfterBreak="0">
    <w:nsid w:val="29236520"/>
    <w:multiLevelType w:val="hybridMultilevel"/>
    <w:tmpl w:val="B2D058E0"/>
    <w:lvl w:ilvl="0" w:tplc="6C74239A">
      <w:start w:val="1"/>
      <w:numFmt w:val="decimal"/>
      <w:lvlText w:val="%1)"/>
      <w:lvlJc w:val="left"/>
      <w:pPr>
        <w:ind w:left="927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B424066"/>
    <w:multiLevelType w:val="hybridMultilevel"/>
    <w:tmpl w:val="861421C2"/>
    <w:lvl w:ilvl="0" w:tplc="9A5652A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2BFB69E6"/>
    <w:multiLevelType w:val="hybridMultilevel"/>
    <w:tmpl w:val="87CAEA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CE92A98"/>
    <w:multiLevelType w:val="multilevel"/>
    <w:tmpl w:val="5BAC3C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4" w15:restartNumberingAfterBreak="0">
    <w:nsid w:val="2D066BA1"/>
    <w:multiLevelType w:val="multilevel"/>
    <w:tmpl w:val="0415001F"/>
    <w:styleLink w:val="Styl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2DD21B17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6" w15:restartNumberingAfterBreak="0">
    <w:nsid w:val="2EBF037B"/>
    <w:multiLevelType w:val="hybridMultilevel"/>
    <w:tmpl w:val="8BC0B1AC"/>
    <w:lvl w:ilvl="0" w:tplc="9A5652A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2F00408D"/>
    <w:multiLevelType w:val="hybridMultilevel"/>
    <w:tmpl w:val="2BD85B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099076A"/>
    <w:multiLevelType w:val="multilevel"/>
    <w:tmpl w:val="6234CA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ahoma" w:hAnsi="Tahoma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9" w15:restartNumberingAfterBreak="0">
    <w:nsid w:val="31C04003"/>
    <w:multiLevelType w:val="hybridMultilevel"/>
    <w:tmpl w:val="EDA0D4A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0" w15:restartNumberingAfterBreak="0">
    <w:nsid w:val="31F072D7"/>
    <w:multiLevelType w:val="multilevel"/>
    <w:tmpl w:val="BCA205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/>
        <w:i w:val="0"/>
        <w:sz w:val="20"/>
      </w:rPr>
    </w:lvl>
    <w:lvl w:ilvl="1">
      <w:start w:val="2"/>
      <w:numFmt w:val="decimal"/>
      <w:lvlText w:val="%2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1" w15:restartNumberingAfterBreak="0">
    <w:nsid w:val="34D75352"/>
    <w:multiLevelType w:val="hybridMultilevel"/>
    <w:tmpl w:val="6150B59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53B4F42"/>
    <w:multiLevelType w:val="hybridMultilevel"/>
    <w:tmpl w:val="D4E051C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3" w15:restartNumberingAfterBreak="0">
    <w:nsid w:val="38F24B9A"/>
    <w:multiLevelType w:val="multilevel"/>
    <w:tmpl w:val="37E81126"/>
    <w:styleLink w:val="WWNum3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4" w15:restartNumberingAfterBreak="0">
    <w:nsid w:val="39651B62"/>
    <w:multiLevelType w:val="multilevel"/>
    <w:tmpl w:val="46A0E506"/>
    <w:lvl w:ilvl="0">
      <w:start w:val="1"/>
      <w:numFmt w:val="bullet"/>
      <w:lvlText w:val="•"/>
      <w:lvlJc w:val="left"/>
      <w:rPr>
        <w:rFonts w:ascii="Arial Narrow" w:eastAsia="Times New Roman" w:hAnsi="Arial Narrow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5" w15:restartNumberingAfterBreak="0">
    <w:nsid w:val="39676A2B"/>
    <w:multiLevelType w:val="hybridMultilevel"/>
    <w:tmpl w:val="92646C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3CFA796B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7" w15:restartNumberingAfterBreak="0">
    <w:nsid w:val="3E422908"/>
    <w:multiLevelType w:val="hybridMultilevel"/>
    <w:tmpl w:val="5282C032"/>
    <w:lvl w:ilvl="0" w:tplc="C324BA44">
      <w:start w:val="1"/>
      <w:numFmt w:val="decimal"/>
      <w:lvlText w:val="%1."/>
      <w:lvlJc w:val="left"/>
      <w:pPr>
        <w:ind w:left="1080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3E563634"/>
    <w:multiLevelType w:val="multilevel"/>
    <w:tmpl w:val="FC5CFA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3E742EE5"/>
    <w:multiLevelType w:val="hybridMultilevel"/>
    <w:tmpl w:val="79E6D59E"/>
    <w:lvl w:ilvl="0" w:tplc="72ACB3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2C2C91C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EB612D2"/>
    <w:multiLevelType w:val="multilevel"/>
    <w:tmpl w:val="E0B635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1" w15:restartNumberingAfterBreak="0">
    <w:nsid w:val="3F7C35DB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02" w15:restartNumberingAfterBreak="0">
    <w:nsid w:val="407D39D3"/>
    <w:multiLevelType w:val="hybridMultilevel"/>
    <w:tmpl w:val="A2BA42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40857A47"/>
    <w:multiLevelType w:val="multilevel"/>
    <w:tmpl w:val="8F2C1E1C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eastAsia="Calibri" w:hAnsi="Trebuchet MS"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eastAsia="Times New Roman" w:cs="Times New Roman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</w:abstractNum>
  <w:abstractNum w:abstractNumId="104" w15:restartNumberingAfterBreak="0">
    <w:nsid w:val="40AE1218"/>
    <w:multiLevelType w:val="multilevel"/>
    <w:tmpl w:val="450A0A88"/>
    <w:lvl w:ilvl="0">
      <w:numFmt w:val="decimal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5" w15:restartNumberingAfterBreak="0">
    <w:nsid w:val="419372C5"/>
    <w:multiLevelType w:val="hybridMultilevel"/>
    <w:tmpl w:val="B2249370"/>
    <w:lvl w:ilvl="0" w:tplc="106E8C40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6AEA17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D0EA22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34C0049"/>
    <w:multiLevelType w:val="multilevel"/>
    <w:tmpl w:val="DBF877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7" w15:restartNumberingAfterBreak="0">
    <w:nsid w:val="43CD403A"/>
    <w:multiLevelType w:val="hybridMultilevel"/>
    <w:tmpl w:val="B53A194A"/>
    <w:name w:val="WW8Num122"/>
    <w:lvl w:ilvl="0" w:tplc="9210F054">
      <w:start w:val="1"/>
      <w:numFmt w:val="decimal"/>
      <w:lvlText w:val="2.%1."/>
      <w:lvlJc w:val="left"/>
      <w:pPr>
        <w:tabs>
          <w:tab w:val="num" w:pos="0"/>
        </w:tabs>
        <w:ind w:left="720" w:hanging="360"/>
      </w:pPr>
      <w:rPr>
        <w:rFonts w:ascii="Trebuchet MS" w:hAnsi="Trebuchet MS" w:cs="Tahoma" w:hint="default"/>
        <w:b w:val="0"/>
        <w:color w:val="auto"/>
        <w:sz w:val="20"/>
        <w:szCs w:val="20"/>
      </w:rPr>
    </w:lvl>
    <w:lvl w:ilvl="1" w:tplc="5E8444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B9D82E96">
      <w:start w:val="1"/>
      <w:numFmt w:val="decimal"/>
      <w:lvlText w:val="%3)"/>
      <w:lvlJc w:val="left"/>
      <w:pPr>
        <w:tabs>
          <w:tab w:val="num" w:pos="2052"/>
        </w:tabs>
        <w:ind w:left="2052" w:hanging="72"/>
      </w:pPr>
      <w:rPr>
        <w:rFonts w:cs="Times New Roman" w:hint="default"/>
        <w:b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8" w15:restartNumberingAfterBreak="0">
    <w:nsid w:val="44430938"/>
    <w:multiLevelType w:val="hybridMultilevel"/>
    <w:tmpl w:val="9C90E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4AC3307"/>
    <w:multiLevelType w:val="hybridMultilevel"/>
    <w:tmpl w:val="891C5C14"/>
    <w:lvl w:ilvl="0" w:tplc="325A231E">
      <w:start w:val="1"/>
      <w:numFmt w:val="decimal"/>
      <w:lvlText w:val="%1)"/>
      <w:lvlJc w:val="left"/>
      <w:pPr>
        <w:ind w:left="19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10" w15:restartNumberingAfterBreak="0">
    <w:nsid w:val="44D14FCF"/>
    <w:multiLevelType w:val="hybridMultilevel"/>
    <w:tmpl w:val="5D5ADA40"/>
    <w:lvl w:ilvl="0" w:tplc="872631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7EDE774A">
      <w:start w:val="1"/>
      <w:numFmt w:val="decimal"/>
      <w:lvlText w:val="%5)"/>
      <w:lvlJc w:val="left"/>
      <w:pPr>
        <w:ind w:left="3600" w:hanging="360"/>
      </w:pPr>
      <w:rPr>
        <w:rFonts w:ascii="Trebuchet MS" w:hAnsi="Trebuchet MS" w:hint="default"/>
        <w:sz w:val="2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4FB080F"/>
    <w:multiLevelType w:val="multilevel"/>
    <w:tmpl w:val="959878A8"/>
    <w:lvl w:ilvl="0">
      <w:start w:val="2"/>
      <w:numFmt w:val="decimal"/>
      <w:lvlText w:val="%1."/>
      <w:lvlJc w:val="left"/>
      <w:pPr>
        <w:ind w:left="384" w:hanging="38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2" w15:restartNumberingAfterBreak="0">
    <w:nsid w:val="455B6AA4"/>
    <w:multiLevelType w:val="hybridMultilevel"/>
    <w:tmpl w:val="D20E203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3" w15:restartNumberingAfterBreak="0">
    <w:nsid w:val="45690CF7"/>
    <w:multiLevelType w:val="multilevel"/>
    <w:tmpl w:val="03C0271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14" w15:restartNumberingAfterBreak="0">
    <w:nsid w:val="45B44D49"/>
    <w:multiLevelType w:val="hybridMultilevel"/>
    <w:tmpl w:val="7BD64A7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5" w15:restartNumberingAfterBreak="0">
    <w:nsid w:val="45D36214"/>
    <w:multiLevelType w:val="hybridMultilevel"/>
    <w:tmpl w:val="73167C8C"/>
    <w:styleLink w:val="Styl211"/>
    <w:lvl w:ilvl="0" w:tplc="85EC3FF8">
      <w:start w:val="1"/>
      <w:numFmt w:val="decimal"/>
      <w:lvlText w:val="%1."/>
      <w:lvlJc w:val="left"/>
      <w:pPr>
        <w:ind w:left="1713" w:hanging="360"/>
      </w:pPr>
      <w:rPr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6" w15:restartNumberingAfterBreak="0">
    <w:nsid w:val="46056DC5"/>
    <w:multiLevelType w:val="hybridMultilevel"/>
    <w:tmpl w:val="D43EE0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46060C82"/>
    <w:multiLevelType w:val="hybridMultilevel"/>
    <w:tmpl w:val="ED543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466D0084"/>
    <w:multiLevelType w:val="hybridMultilevel"/>
    <w:tmpl w:val="D098D65C"/>
    <w:lvl w:ilvl="0" w:tplc="0F768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6D3492A"/>
    <w:multiLevelType w:val="hybridMultilevel"/>
    <w:tmpl w:val="21BC7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478E57EC"/>
    <w:multiLevelType w:val="hybridMultilevel"/>
    <w:tmpl w:val="C9766FE6"/>
    <w:lvl w:ilvl="0" w:tplc="3F143BA0">
      <w:start w:val="1"/>
      <w:numFmt w:val="decimal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21" w15:restartNumberingAfterBreak="0">
    <w:nsid w:val="481A5262"/>
    <w:multiLevelType w:val="hybridMultilevel"/>
    <w:tmpl w:val="8F701F3E"/>
    <w:lvl w:ilvl="0" w:tplc="5712C4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8471DBC"/>
    <w:multiLevelType w:val="multilevel"/>
    <w:tmpl w:val="7BA4AE6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3" w15:restartNumberingAfterBreak="0">
    <w:nsid w:val="48BA5CE9"/>
    <w:multiLevelType w:val="hybridMultilevel"/>
    <w:tmpl w:val="3DDC8764"/>
    <w:lvl w:ilvl="0" w:tplc="7C184960">
      <w:start w:val="1"/>
      <w:numFmt w:val="decimal"/>
      <w:lvlText w:val="%1)"/>
      <w:lvlJc w:val="left"/>
      <w:pPr>
        <w:ind w:left="927" w:hanging="360"/>
      </w:pPr>
      <w:rPr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4" w15:restartNumberingAfterBreak="0">
    <w:nsid w:val="49C012B0"/>
    <w:multiLevelType w:val="hybridMultilevel"/>
    <w:tmpl w:val="89EA5F16"/>
    <w:lvl w:ilvl="0" w:tplc="04150011">
      <w:start w:val="1"/>
      <w:numFmt w:val="decimal"/>
      <w:lvlText w:val="%1)"/>
      <w:lvlJc w:val="left"/>
      <w:pPr>
        <w:tabs>
          <w:tab w:val="num" w:pos="0"/>
        </w:tabs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 w15:restartNumberingAfterBreak="0">
    <w:nsid w:val="4CC60DE9"/>
    <w:multiLevelType w:val="hybridMultilevel"/>
    <w:tmpl w:val="84DA48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9">
      <w:start w:val="1"/>
      <w:numFmt w:val="lowerLetter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E2222FD"/>
    <w:multiLevelType w:val="hybridMultilevel"/>
    <w:tmpl w:val="D60C3808"/>
    <w:lvl w:ilvl="0" w:tplc="02A608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E4455BD"/>
    <w:multiLevelType w:val="hybridMultilevel"/>
    <w:tmpl w:val="DF4A9C0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8" w15:restartNumberingAfterBreak="0">
    <w:nsid w:val="4EDE6F15"/>
    <w:multiLevelType w:val="hybridMultilevel"/>
    <w:tmpl w:val="88664B8C"/>
    <w:lvl w:ilvl="0" w:tplc="9A5652A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9" w15:restartNumberingAfterBreak="0">
    <w:nsid w:val="4F2753B1"/>
    <w:multiLevelType w:val="hybridMultilevel"/>
    <w:tmpl w:val="C6E83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2E96D02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31" w15:restartNumberingAfterBreak="0">
    <w:nsid w:val="55903A47"/>
    <w:multiLevelType w:val="hybridMultilevel"/>
    <w:tmpl w:val="DA625D56"/>
    <w:lvl w:ilvl="0" w:tplc="3FC27B4C">
      <w:start w:val="1"/>
      <w:numFmt w:val="decimal"/>
      <w:lvlText w:val="%1)"/>
      <w:lvlJc w:val="left"/>
      <w:pPr>
        <w:tabs>
          <w:tab w:val="num" w:pos="756"/>
        </w:tabs>
        <w:ind w:left="75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576" w:hanging="360"/>
      </w:pPr>
    </w:lvl>
    <w:lvl w:ilvl="2" w:tplc="0415001B" w:tentative="1">
      <w:start w:val="1"/>
      <w:numFmt w:val="lowerRoman"/>
      <w:lvlText w:val="%3."/>
      <w:lvlJc w:val="right"/>
      <w:pPr>
        <w:ind w:left="1296" w:hanging="180"/>
      </w:pPr>
    </w:lvl>
    <w:lvl w:ilvl="3" w:tplc="0415000F" w:tentative="1">
      <w:start w:val="1"/>
      <w:numFmt w:val="decimal"/>
      <w:lvlText w:val="%4."/>
      <w:lvlJc w:val="left"/>
      <w:pPr>
        <w:ind w:left="2016" w:hanging="360"/>
      </w:pPr>
    </w:lvl>
    <w:lvl w:ilvl="4" w:tplc="04150019" w:tentative="1">
      <w:start w:val="1"/>
      <w:numFmt w:val="lowerLetter"/>
      <w:lvlText w:val="%5."/>
      <w:lvlJc w:val="left"/>
      <w:pPr>
        <w:ind w:left="2736" w:hanging="360"/>
      </w:pPr>
    </w:lvl>
    <w:lvl w:ilvl="5" w:tplc="0415001B" w:tentative="1">
      <w:start w:val="1"/>
      <w:numFmt w:val="lowerRoman"/>
      <w:lvlText w:val="%6."/>
      <w:lvlJc w:val="right"/>
      <w:pPr>
        <w:ind w:left="3456" w:hanging="180"/>
      </w:pPr>
    </w:lvl>
    <w:lvl w:ilvl="6" w:tplc="0415000F" w:tentative="1">
      <w:start w:val="1"/>
      <w:numFmt w:val="decimal"/>
      <w:lvlText w:val="%7."/>
      <w:lvlJc w:val="left"/>
      <w:pPr>
        <w:ind w:left="4176" w:hanging="360"/>
      </w:pPr>
    </w:lvl>
    <w:lvl w:ilvl="7" w:tplc="04150019" w:tentative="1">
      <w:start w:val="1"/>
      <w:numFmt w:val="lowerLetter"/>
      <w:lvlText w:val="%8."/>
      <w:lvlJc w:val="left"/>
      <w:pPr>
        <w:ind w:left="4896" w:hanging="360"/>
      </w:pPr>
    </w:lvl>
    <w:lvl w:ilvl="8" w:tplc="0415001B" w:tentative="1">
      <w:start w:val="1"/>
      <w:numFmt w:val="lowerRoman"/>
      <w:lvlText w:val="%9."/>
      <w:lvlJc w:val="right"/>
      <w:pPr>
        <w:ind w:left="5616" w:hanging="180"/>
      </w:pPr>
    </w:lvl>
  </w:abstractNum>
  <w:abstractNum w:abstractNumId="132" w15:restartNumberingAfterBreak="0">
    <w:nsid w:val="57EF2AC6"/>
    <w:multiLevelType w:val="multilevel"/>
    <w:tmpl w:val="8EBE8B5A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rebuchet MS" w:eastAsia="Times New Roman" w:hAnsi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3" w15:restartNumberingAfterBreak="0">
    <w:nsid w:val="58F333E9"/>
    <w:multiLevelType w:val="hybridMultilevel"/>
    <w:tmpl w:val="064E2DBA"/>
    <w:lvl w:ilvl="0" w:tplc="5BC04DBE">
      <w:start w:val="1"/>
      <w:numFmt w:val="decimal"/>
      <w:lvlText w:val="%1)"/>
      <w:lvlJc w:val="left"/>
      <w:pPr>
        <w:ind w:left="1800" w:hanging="360"/>
      </w:pPr>
      <w:rPr>
        <w:rFonts w:ascii="Trebuchet MS" w:hAnsi="Trebuchet MS" w:cs="Segoe UI" w:hint="default"/>
        <w:u w:val="single"/>
      </w:rPr>
    </w:lvl>
    <w:lvl w:ilvl="1" w:tplc="04150011">
      <w:start w:val="1"/>
      <w:numFmt w:val="decimal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4" w15:restartNumberingAfterBreak="0">
    <w:nsid w:val="596128F4"/>
    <w:multiLevelType w:val="multilevel"/>
    <w:tmpl w:val="FC5CFA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5" w15:restartNumberingAfterBreak="0">
    <w:nsid w:val="598B04E2"/>
    <w:multiLevelType w:val="multilevel"/>
    <w:tmpl w:val="AA4EEE5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0"/>
        <w:szCs w:val="20"/>
        <w:u w:val="single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136" w15:restartNumberingAfterBreak="0">
    <w:nsid w:val="59C52298"/>
    <w:multiLevelType w:val="hybridMultilevel"/>
    <w:tmpl w:val="FBD81DC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7" w15:restartNumberingAfterBreak="0">
    <w:nsid w:val="59D507CB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38" w15:restartNumberingAfterBreak="0">
    <w:nsid w:val="5A18159D"/>
    <w:multiLevelType w:val="hybridMultilevel"/>
    <w:tmpl w:val="938A9D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A535AED"/>
    <w:multiLevelType w:val="multilevel"/>
    <w:tmpl w:val="0B2A84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0" w15:restartNumberingAfterBreak="0">
    <w:nsid w:val="5A540A3F"/>
    <w:multiLevelType w:val="hybridMultilevel"/>
    <w:tmpl w:val="7BD62B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F07EAAF4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 w15:restartNumberingAfterBreak="0">
    <w:nsid w:val="5B035152"/>
    <w:multiLevelType w:val="hybridMultilevel"/>
    <w:tmpl w:val="D504762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2" w15:restartNumberingAfterBreak="0">
    <w:nsid w:val="5BDC449F"/>
    <w:multiLevelType w:val="hybridMultilevel"/>
    <w:tmpl w:val="782E0A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3" w15:restartNumberingAfterBreak="0">
    <w:nsid w:val="5BEF198B"/>
    <w:multiLevelType w:val="hybridMultilevel"/>
    <w:tmpl w:val="2F9015F2"/>
    <w:lvl w:ilvl="0" w:tplc="3DD472F2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4" w15:restartNumberingAfterBreak="0">
    <w:nsid w:val="5C503386"/>
    <w:multiLevelType w:val="hybridMultilevel"/>
    <w:tmpl w:val="21CE33F2"/>
    <w:lvl w:ilvl="0" w:tplc="B126898C">
      <w:numFmt w:val="bullet"/>
      <w:lvlText w:val="·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5D357D5E"/>
    <w:multiLevelType w:val="hybridMultilevel"/>
    <w:tmpl w:val="B5924D0E"/>
    <w:lvl w:ilvl="0" w:tplc="EC9467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E326B6F"/>
    <w:multiLevelType w:val="multilevel"/>
    <w:tmpl w:val="2C6A2A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147" w15:restartNumberingAfterBreak="0">
    <w:nsid w:val="5E7C124D"/>
    <w:multiLevelType w:val="hybridMultilevel"/>
    <w:tmpl w:val="ACDE341E"/>
    <w:lvl w:ilvl="0" w:tplc="444EF52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48" w15:restartNumberingAfterBreak="0">
    <w:nsid w:val="60264E9C"/>
    <w:multiLevelType w:val="multilevel"/>
    <w:tmpl w:val="CAD6E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ahoma" w:hAnsi="Tahoma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9" w15:restartNumberingAfterBreak="0">
    <w:nsid w:val="604E5F04"/>
    <w:multiLevelType w:val="hybridMultilevel"/>
    <w:tmpl w:val="13D05E2A"/>
    <w:lvl w:ilvl="0" w:tplc="0E60E712">
      <w:start w:val="1"/>
      <w:numFmt w:val="decimal"/>
      <w:lvlText w:val="%1)"/>
      <w:lvlJc w:val="left"/>
      <w:pPr>
        <w:tabs>
          <w:tab w:val="num" w:pos="2986"/>
        </w:tabs>
        <w:ind w:left="29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86"/>
        </w:tabs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06"/>
        </w:tabs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26"/>
        </w:tabs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46"/>
        </w:tabs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66"/>
        </w:tabs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86"/>
        </w:tabs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06"/>
        </w:tabs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26"/>
        </w:tabs>
        <w:ind w:left="7626" w:hanging="180"/>
      </w:pPr>
    </w:lvl>
  </w:abstractNum>
  <w:abstractNum w:abstractNumId="150" w15:restartNumberingAfterBreak="0">
    <w:nsid w:val="6072374D"/>
    <w:multiLevelType w:val="multilevel"/>
    <w:tmpl w:val="881880B6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eastAsia="Calibri" w:hAnsi="Trebuchet MS"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eastAsia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</w:abstractNum>
  <w:abstractNum w:abstractNumId="151" w15:restartNumberingAfterBreak="0">
    <w:nsid w:val="6152461F"/>
    <w:multiLevelType w:val="hybridMultilevel"/>
    <w:tmpl w:val="BA7CB948"/>
    <w:lvl w:ilvl="0" w:tplc="9D567BFE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sz w:val="20"/>
      </w:rPr>
    </w:lvl>
    <w:lvl w:ilvl="1" w:tplc="92C2C91C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2633BDF"/>
    <w:multiLevelType w:val="hybridMultilevel"/>
    <w:tmpl w:val="1B5A9398"/>
    <w:lvl w:ilvl="0" w:tplc="04150019">
      <w:start w:val="1"/>
      <w:numFmt w:val="lowerLetter"/>
      <w:lvlText w:val="%1."/>
      <w:lvlJc w:val="left"/>
      <w:pPr>
        <w:ind w:left="213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3" w15:restartNumberingAfterBreak="0">
    <w:nsid w:val="631D108D"/>
    <w:multiLevelType w:val="multilevel"/>
    <w:tmpl w:val="8F2C1E1C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eastAsia="Calibri" w:hAnsi="Trebuchet MS"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eastAsia="Times New Roman" w:cs="Times New Roman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</w:abstractNum>
  <w:abstractNum w:abstractNumId="154" w15:restartNumberingAfterBreak="0">
    <w:nsid w:val="64097FE9"/>
    <w:multiLevelType w:val="multilevel"/>
    <w:tmpl w:val="DF2886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5" w15:restartNumberingAfterBreak="0">
    <w:nsid w:val="661571BD"/>
    <w:multiLevelType w:val="hybridMultilevel"/>
    <w:tmpl w:val="2CB43F7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6" w15:restartNumberingAfterBreak="0">
    <w:nsid w:val="66CD1F85"/>
    <w:multiLevelType w:val="multilevel"/>
    <w:tmpl w:val="A196941C"/>
    <w:styleLink w:val="Styl41"/>
    <w:lvl w:ilvl="0">
      <w:start w:val="1"/>
      <w:numFmt w:val="upperRoman"/>
      <w:pStyle w:val="Nagwek1"/>
      <w:suff w:val="space"/>
      <w:lvlText w:val="Rozdział %1"/>
      <w:lvlJc w:val="left"/>
      <w:pPr>
        <w:ind w:left="100" w:firstLine="0"/>
      </w:pPr>
      <w:rPr>
        <w:rFonts w:ascii="Trebuchet MS" w:hAnsi="Trebuchet MS" w:hint="default"/>
        <w:b/>
        <w:color w:val="auto"/>
        <w:sz w:val="20"/>
      </w:rPr>
    </w:lvl>
    <w:lvl w:ilvl="1">
      <w:start w:val="1"/>
      <w:numFmt w:val="none"/>
      <w:pStyle w:val="Nagwek2"/>
      <w:suff w:val="nothing"/>
      <w:lvlText w:val=""/>
      <w:lvlJc w:val="left"/>
      <w:pPr>
        <w:ind w:left="100" w:firstLine="0"/>
      </w:pPr>
      <w:rPr>
        <w:rFonts w:hint="default"/>
      </w:rPr>
    </w:lvl>
    <w:lvl w:ilvl="2">
      <w:start w:val="1"/>
      <w:numFmt w:val="decimal"/>
      <w:pStyle w:val="Nagwek3"/>
      <w:lvlText w:val="%3)"/>
      <w:lvlJc w:val="left"/>
      <w:pPr>
        <w:ind w:left="10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100" w:firstLine="0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100" w:firstLine="0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10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10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10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100" w:firstLine="0"/>
      </w:pPr>
      <w:rPr>
        <w:rFonts w:hint="default"/>
      </w:rPr>
    </w:lvl>
  </w:abstractNum>
  <w:abstractNum w:abstractNumId="157" w15:restartNumberingAfterBreak="0">
    <w:nsid w:val="69B101D3"/>
    <w:multiLevelType w:val="multilevel"/>
    <w:tmpl w:val="6858758E"/>
    <w:styleLink w:val="Styl3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00B05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8" w15:restartNumberingAfterBreak="0">
    <w:nsid w:val="6A2F562E"/>
    <w:multiLevelType w:val="hybridMultilevel"/>
    <w:tmpl w:val="8E20C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6A522B23"/>
    <w:multiLevelType w:val="multilevel"/>
    <w:tmpl w:val="1F4C18A4"/>
    <w:lvl w:ilvl="0">
      <w:start w:val="1"/>
      <w:numFmt w:val="bullet"/>
      <w:lvlText w:val="•"/>
      <w:lvlJc w:val="left"/>
      <w:rPr>
        <w:rFonts w:ascii="Arial Narrow" w:eastAsia="Times New Roman" w:hAnsi="Arial Narrow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0" w15:restartNumberingAfterBreak="0">
    <w:nsid w:val="6A71407B"/>
    <w:multiLevelType w:val="hybridMultilevel"/>
    <w:tmpl w:val="356CB8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6A7E245F"/>
    <w:multiLevelType w:val="hybridMultilevel"/>
    <w:tmpl w:val="2F78736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2" w15:restartNumberingAfterBreak="0">
    <w:nsid w:val="6AB90291"/>
    <w:multiLevelType w:val="hybridMultilevel"/>
    <w:tmpl w:val="522CF882"/>
    <w:lvl w:ilvl="0" w:tplc="04150017">
      <w:start w:val="1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63" w15:restartNumberingAfterBreak="0">
    <w:nsid w:val="6B16692F"/>
    <w:multiLevelType w:val="hybridMultilevel"/>
    <w:tmpl w:val="E1EA9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6CE26EF8"/>
    <w:multiLevelType w:val="multilevel"/>
    <w:tmpl w:val="0415001F"/>
    <w:styleLink w:val="Styl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5" w15:restartNumberingAfterBreak="0">
    <w:nsid w:val="6E114FFF"/>
    <w:multiLevelType w:val="multilevel"/>
    <w:tmpl w:val="3B1CEAB6"/>
    <w:lvl w:ilvl="0">
      <w:start w:val="1"/>
      <w:numFmt w:val="lowerLetter"/>
      <w:lvlText w:val="%1)"/>
      <w:lvlJc w:val="left"/>
      <w:rPr>
        <w:rFonts w:ascii="Trebuchet MS" w:eastAsia="Times New Roman" w:hAnsi="Trebuchet MS" w:cs="Arial Narrow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6" w15:restartNumberingAfterBreak="0">
    <w:nsid w:val="6E1F5FFA"/>
    <w:multiLevelType w:val="hybridMultilevel"/>
    <w:tmpl w:val="0C50DC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6FF605F9"/>
    <w:multiLevelType w:val="hybridMultilevel"/>
    <w:tmpl w:val="8954E4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726C790F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69" w15:restartNumberingAfterBreak="0">
    <w:nsid w:val="72BA16A2"/>
    <w:multiLevelType w:val="hybridMultilevel"/>
    <w:tmpl w:val="AD3A1656"/>
    <w:lvl w:ilvl="0" w:tplc="27AA33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92C2C91C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3013827"/>
    <w:multiLevelType w:val="multilevel"/>
    <w:tmpl w:val="3A5C251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2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1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2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9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0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8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8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624" w:hanging="1800"/>
      </w:pPr>
      <w:rPr>
        <w:rFonts w:hint="default"/>
      </w:rPr>
    </w:lvl>
  </w:abstractNum>
  <w:abstractNum w:abstractNumId="171" w15:restartNumberingAfterBreak="0">
    <w:nsid w:val="733D2DA4"/>
    <w:multiLevelType w:val="multilevel"/>
    <w:tmpl w:val="20D4BF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0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1800" w:hanging="18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2" w15:restartNumberingAfterBreak="0">
    <w:nsid w:val="74A07E76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73" w15:restartNumberingAfterBreak="0">
    <w:nsid w:val="74BD47D2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74" w15:restartNumberingAfterBreak="0">
    <w:nsid w:val="74E65D4F"/>
    <w:multiLevelType w:val="multilevel"/>
    <w:tmpl w:val="D4008C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5" w15:restartNumberingAfterBreak="0">
    <w:nsid w:val="74EA7499"/>
    <w:multiLevelType w:val="hybridMultilevel"/>
    <w:tmpl w:val="BD9A5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75B14EF5"/>
    <w:multiLevelType w:val="multilevel"/>
    <w:tmpl w:val="DE90C65C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eastAsia="Calibri" w:hAnsi="Trebuchet MS"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eastAsia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rebuchet MS" w:eastAsia="Times New Roman" w:hAnsi="Trebuchet MS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2214"/>
        </w:tabs>
        <w:ind w:left="2214" w:hanging="1080"/>
      </w:pPr>
      <w:rPr>
        <w:rFonts w:eastAsia="Times New Roman"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</w:abstractNum>
  <w:abstractNum w:abstractNumId="177" w15:restartNumberingAfterBreak="0">
    <w:nsid w:val="75C54FB9"/>
    <w:multiLevelType w:val="multilevel"/>
    <w:tmpl w:val="C9EC06D0"/>
    <w:lvl w:ilvl="0">
      <w:start w:val="1"/>
      <w:numFmt w:val="decimal"/>
      <w:lvlText w:val="%1."/>
      <w:lvlJc w:val="left"/>
      <w:pPr>
        <w:ind w:left="505" w:hanging="360"/>
      </w:pPr>
      <w:rPr>
        <w:rFonts w:ascii="Trebuchet MS" w:hAnsi="Trebuchet MS" w:hint="default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319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265" w:hanging="1800"/>
      </w:pPr>
      <w:rPr>
        <w:rFonts w:hint="default"/>
      </w:rPr>
    </w:lvl>
  </w:abstractNum>
  <w:abstractNum w:abstractNumId="178" w15:restartNumberingAfterBreak="0">
    <w:nsid w:val="7663081B"/>
    <w:multiLevelType w:val="hybridMultilevel"/>
    <w:tmpl w:val="42040C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71E7A0A"/>
    <w:multiLevelType w:val="hybridMultilevel"/>
    <w:tmpl w:val="32703E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751213F"/>
    <w:multiLevelType w:val="multilevel"/>
    <w:tmpl w:val="E9ACEF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181" w15:restartNumberingAfterBreak="0">
    <w:nsid w:val="77647930"/>
    <w:multiLevelType w:val="multilevel"/>
    <w:tmpl w:val="DF30E3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2" w15:restartNumberingAfterBreak="0">
    <w:nsid w:val="778D1B9F"/>
    <w:multiLevelType w:val="hybridMultilevel"/>
    <w:tmpl w:val="4E5EC426"/>
    <w:lvl w:ilvl="0" w:tplc="95FA221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717AD5C4">
      <w:start w:val="1"/>
      <w:numFmt w:val="decimal"/>
      <w:lvlText w:val="%2)"/>
      <w:lvlJc w:val="left"/>
      <w:pPr>
        <w:ind w:left="1440" w:hanging="360"/>
      </w:pPr>
      <w:rPr>
        <w:rFonts w:ascii="Trebuchet MS" w:hAnsi="Trebuchet MS" w:hint="default"/>
        <w:b w:val="0"/>
      </w:rPr>
    </w:lvl>
    <w:lvl w:ilvl="2" w:tplc="738A1A62">
      <w:start w:val="1"/>
      <w:numFmt w:val="lowerLetter"/>
      <w:lvlText w:val="%3."/>
      <w:lvlJc w:val="left"/>
      <w:pPr>
        <w:ind w:left="2160" w:hanging="18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77D92495"/>
    <w:multiLevelType w:val="multilevel"/>
    <w:tmpl w:val="6950B7B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ahoma" w:hint="default"/>
        <w:b w:val="0"/>
        <w:bCs/>
        <w:color w:val="00000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ahoma" w:hAnsi="Tahoma" w:cs="Courier New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ahoma" w:hAnsi="Tahoma" w:cs="Tahom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84" w15:restartNumberingAfterBreak="0">
    <w:nsid w:val="7A5D1E09"/>
    <w:multiLevelType w:val="hybridMultilevel"/>
    <w:tmpl w:val="0A501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7AF31AC4"/>
    <w:multiLevelType w:val="hybridMultilevel"/>
    <w:tmpl w:val="E52A1D8C"/>
    <w:lvl w:ilvl="0" w:tplc="041CF278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sz w:val="20"/>
      </w:rPr>
    </w:lvl>
    <w:lvl w:ilvl="1" w:tplc="5712C4A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B04151F"/>
    <w:multiLevelType w:val="multilevel"/>
    <w:tmpl w:val="881880B6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eastAsia="Calibri" w:hAnsi="Trebuchet MS"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eastAsia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</w:abstractNum>
  <w:abstractNum w:abstractNumId="187" w15:restartNumberingAfterBreak="0">
    <w:nsid w:val="7B6F2A68"/>
    <w:multiLevelType w:val="hybridMultilevel"/>
    <w:tmpl w:val="7B282204"/>
    <w:lvl w:ilvl="0" w:tplc="3FFCF28E">
      <w:start w:val="1"/>
      <w:numFmt w:val="decimal"/>
      <w:lvlText w:val="%1."/>
      <w:lvlJc w:val="left"/>
      <w:pPr>
        <w:ind w:left="288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88" w15:restartNumberingAfterBreak="0">
    <w:nsid w:val="7D7B1F19"/>
    <w:multiLevelType w:val="hybridMultilevel"/>
    <w:tmpl w:val="B6D21FE4"/>
    <w:name w:val="WW8Num72"/>
    <w:lvl w:ilvl="0" w:tplc="77C06698">
      <w:start w:val="1"/>
      <w:numFmt w:val="decimal"/>
      <w:lvlText w:val="%1)"/>
      <w:lvlJc w:val="left"/>
      <w:pPr>
        <w:tabs>
          <w:tab w:val="num" w:pos="432"/>
        </w:tabs>
        <w:ind w:left="432" w:hanging="72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9" w15:restartNumberingAfterBreak="0">
    <w:nsid w:val="7D7C5232"/>
    <w:multiLevelType w:val="multilevel"/>
    <w:tmpl w:val="DC344478"/>
    <w:styleLink w:val="Styl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0" w15:restartNumberingAfterBreak="0">
    <w:nsid w:val="7D8C3331"/>
    <w:multiLevelType w:val="hybridMultilevel"/>
    <w:tmpl w:val="36468C86"/>
    <w:lvl w:ilvl="0" w:tplc="ADE48586">
      <w:start w:val="1"/>
      <w:numFmt w:val="decimal"/>
      <w:lvlText w:val="%1."/>
      <w:lvlJc w:val="left"/>
      <w:pPr>
        <w:ind w:left="462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822" w:hanging="360"/>
      </w:pPr>
    </w:lvl>
    <w:lvl w:ilvl="2" w:tplc="0415001B" w:tentative="1">
      <w:start w:val="1"/>
      <w:numFmt w:val="lowerRoman"/>
      <w:lvlText w:val="%3."/>
      <w:lvlJc w:val="right"/>
      <w:pPr>
        <w:ind w:left="1542" w:hanging="180"/>
      </w:pPr>
    </w:lvl>
    <w:lvl w:ilvl="3" w:tplc="0415000F" w:tentative="1">
      <w:start w:val="1"/>
      <w:numFmt w:val="decimal"/>
      <w:lvlText w:val="%4."/>
      <w:lvlJc w:val="left"/>
      <w:pPr>
        <w:ind w:left="2262" w:hanging="360"/>
      </w:pPr>
    </w:lvl>
    <w:lvl w:ilvl="4" w:tplc="04150019" w:tentative="1">
      <w:start w:val="1"/>
      <w:numFmt w:val="lowerLetter"/>
      <w:lvlText w:val="%5."/>
      <w:lvlJc w:val="left"/>
      <w:pPr>
        <w:ind w:left="2982" w:hanging="360"/>
      </w:pPr>
    </w:lvl>
    <w:lvl w:ilvl="5" w:tplc="0415001B" w:tentative="1">
      <w:start w:val="1"/>
      <w:numFmt w:val="lowerRoman"/>
      <w:lvlText w:val="%6."/>
      <w:lvlJc w:val="right"/>
      <w:pPr>
        <w:ind w:left="3702" w:hanging="180"/>
      </w:pPr>
    </w:lvl>
    <w:lvl w:ilvl="6" w:tplc="0415000F" w:tentative="1">
      <w:start w:val="1"/>
      <w:numFmt w:val="decimal"/>
      <w:lvlText w:val="%7."/>
      <w:lvlJc w:val="left"/>
      <w:pPr>
        <w:ind w:left="4422" w:hanging="360"/>
      </w:pPr>
    </w:lvl>
    <w:lvl w:ilvl="7" w:tplc="04150019" w:tentative="1">
      <w:start w:val="1"/>
      <w:numFmt w:val="lowerLetter"/>
      <w:lvlText w:val="%8."/>
      <w:lvlJc w:val="left"/>
      <w:pPr>
        <w:ind w:left="5142" w:hanging="360"/>
      </w:pPr>
    </w:lvl>
    <w:lvl w:ilvl="8" w:tplc="0415001B" w:tentative="1">
      <w:start w:val="1"/>
      <w:numFmt w:val="lowerRoman"/>
      <w:lvlText w:val="%9."/>
      <w:lvlJc w:val="right"/>
      <w:pPr>
        <w:ind w:left="5862" w:hanging="180"/>
      </w:pPr>
    </w:lvl>
  </w:abstractNum>
  <w:abstractNum w:abstractNumId="191" w15:restartNumberingAfterBreak="0">
    <w:nsid w:val="7EF855B5"/>
    <w:multiLevelType w:val="hybridMultilevel"/>
    <w:tmpl w:val="A2181F4C"/>
    <w:lvl w:ilvl="0" w:tplc="5DF4CAC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F0361B1"/>
    <w:multiLevelType w:val="hybridMultilevel"/>
    <w:tmpl w:val="322634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TimesNewRomanPS" w:hAnsi="TimesNewRomanP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TimesNewRomanPS" w:hAnsi="TimesNewRomanP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TimesNewRomanPS" w:hAnsi="TimesNewRomanPS" w:hint="default"/>
      </w:rPr>
    </w:lvl>
  </w:abstractNum>
  <w:abstractNum w:abstractNumId="193" w15:restartNumberingAfterBreak="0">
    <w:nsid w:val="7F7F08D2"/>
    <w:multiLevelType w:val="hybridMultilevel"/>
    <w:tmpl w:val="62944EEC"/>
    <w:lvl w:ilvl="0" w:tplc="C6BED98C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62"/>
  </w:num>
  <w:num w:numId="3">
    <w:abstractNumId w:val="181"/>
  </w:num>
  <w:num w:numId="4">
    <w:abstractNumId w:val="140"/>
  </w:num>
  <w:num w:numId="5">
    <w:abstractNumId w:val="156"/>
  </w:num>
  <w:num w:numId="6">
    <w:abstractNumId w:val="66"/>
  </w:num>
  <w:num w:numId="7">
    <w:abstractNumId w:val="106"/>
  </w:num>
  <w:num w:numId="8">
    <w:abstractNumId w:val="189"/>
  </w:num>
  <w:num w:numId="9">
    <w:abstractNumId w:val="54"/>
  </w:num>
  <w:num w:numId="10">
    <w:abstractNumId w:val="76"/>
  </w:num>
  <w:num w:numId="11">
    <w:abstractNumId w:val="125"/>
  </w:num>
  <w:num w:numId="12">
    <w:abstractNumId w:val="177"/>
  </w:num>
  <w:num w:numId="13">
    <w:abstractNumId w:val="79"/>
  </w:num>
  <w:num w:numId="14">
    <w:abstractNumId w:val="21"/>
  </w:num>
  <w:num w:numId="15">
    <w:abstractNumId w:val="132"/>
  </w:num>
  <w:num w:numId="16">
    <w:abstractNumId w:val="42"/>
  </w:num>
  <w:num w:numId="17">
    <w:abstractNumId w:val="84"/>
  </w:num>
  <w:num w:numId="18">
    <w:abstractNumId w:val="134"/>
  </w:num>
  <w:num w:numId="19">
    <w:abstractNumId w:val="72"/>
  </w:num>
  <w:num w:numId="20">
    <w:abstractNumId w:val="157"/>
  </w:num>
  <w:num w:numId="21">
    <w:abstractNumId w:val="6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83"/>
  </w:num>
  <w:num w:numId="23">
    <w:abstractNumId w:val="122"/>
  </w:num>
  <w:num w:numId="24">
    <w:abstractNumId w:val="146"/>
  </w:num>
  <w:num w:numId="25">
    <w:abstractNumId w:val="58"/>
  </w:num>
  <w:num w:numId="26">
    <w:abstractNumId w:val="93"/>
  </w:num>
  <w:num w:numId="27">
    <w:abstractNumId w:val="91"/>
  </w:num>
  <w:num w:numId="28">
    <w:abstractNumId w:val="31"/>
  </w:num>
  <w:num w:numId="29">
    <w:abstractNumId w:val="136"/>
  </w:num>
  <w:num w:numId="30">
    <w:abstractNumId w:val="174"/>
  </w:num>
  <w:num w:numId="31">
    <w:abstractNumId w:val="154"/>
  </w:num>
  <w:num w:numId="32">
    <w:abstractNumId w:val="16"/>
  </w:num>
  <w:num w:numId="33">
    <w:abstractNumId w:val="37"/>
  </w:num>
  <w:num w:numId="34">
    <w:abstractNumId w:val="98"/>
  </w:num>
  <w:num w:numId="35">
    <w:abstractNumId w:val="100"/>
  </w:num>
  <w:num w:numId="36">
    <w:abstractNumId w:val="60"/>
  </w:num>
  <w:num w:numId="37">
    <w:abstractNumId w:val="61"/>
  </w:num>
  <w:num w:numId="38">
    <w:abstractNumId w:val="78"/>
  </w:num>
  <w:num w:numId="39">
    <w:abstractNumId w:val="67"/>
  </w:num>
  <w:num w:numId="40">
    <w:abstractNumId w:val="74"/>
  </w:num>
  <w:num w:numId="41">
    <w:abstractNumId w:val="35"/>
  </w:num>
  <w:num w:numId="42">
    <w:abstractNumId w:val="34"/>
  </w:num>
  <w:num w:numId="43">
    <w:abstractNumId w:val="170"/>
  </w:num>
  <w:num w:numId="44">
    <w:abstractNumId w:val="141"/>
  </w:num>
  <w:num w:numId="45">
    <w:abstractNumId w:val="75"/>
  </w:num>
  <w:num w:numId="46">
    <w:abstractNumId w:val="59"/>
  </w:num>
  <w:num w:numId="47">
    <w:abstractNumId w:val="32"/>
  </w:num>
  <w:num w:numId="48">
    <w:abstractNumId w:val="187"/>
  </w:num>
  <w:num w:numId="49">
    <w:abstractNumId w:val="180"/>
  </w:num>
  <w:num w:numId="50">
    <w:abstractNumId w:val="14"/>
  </w:num>
  <w:num w:numId="51">
    <w:abstractNumId w:val="135"/>
  </w:num>
  <w:num w:numId="52">
    <w:abstractNumId w:val="123"/>
  </w:num>
  <w:num w:numId="53">
    <w:abstractNumId w:val="80"/>
  </w:num>
  <w:num w:numId="54">
    <w:abstractNumId w:val="20"/>
  </w:num>
  <w:num w:numId="55">
    <w:abstractNumId w:val="115"/>
  </w:num>
  <w:num w:numId="56">
    <w:abstractNumId w:val="104"/>
  </w:num>
  <w:num w:numId="57">
    <w:abstractNumId w:val="105"/>
  </w:num>
  <w:num w:numId="58">
    <w:abstractNumId w:val="41"/>
  </w:num>
  <w:num w:numId="59">
    <w:abstractNumId w:val="172"/>
  </w:num>
  <w:num w:numId="60">
    <w:abstractNumId w:val="65"/>
  </w:num>
  <w:num w:numId="61">
    <w:abstractNumId w:val="137"/>
  </w:num>
  <w:num w:numId="62">
    <w:abstractNumId w:val="85"/>
  </w:num>
  <w:num w:numId="63">
    <w:abstractNumId w:val="168"/>
  </w:num>
  <w:num w:numId="64">
    <w:abstractNumId w:val="96"/>
  </w:num>
  <w:num w:numId="65">
    <w:abstractNumId w:val="101"/>
  </w:num>
  <w:num w:numId="66">
    <w:abstractNumId w:val="173"/>
  </w:num>
  <w:num w:numId="67">
    <w:abstractNumId w:val="15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8"/>
  </w:num>
  <w:num w:numId="69">
    <w:abstractNumId w:val="69"/>
  </w:num>
  <w:num w:numId="70">
    <w:abstractNumId w:val="130"/>
  </w:num>
  <w:num w:numId="71">
    <w:abstractNumId w:val="182"/>
  </w:num>
  <w:num w:numId="72">
    <w:abstractNumId w:val="49"/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Trebuchet MS" w:hAnsi="Trebuchet MS" w:hint="default"/>
          <w:color w:val="auto"/>
        </w:rPr>
      </w:lvl>
    </w:lvlOverride>
  </w:num>
  <w:num w:numId="73">
    <w:abstractNumId w:val="114"/>
  </w:num>
  <w:num w:numId="74">
    <w:abstractNumId w:val="186"/>
  </w:num>
  <w:num w:numId="75">
    <w:abstractNumId w:val="89"/>
  </w:num>
  <w:num w:numId="76">
    <w:abstractNumId w:val="143"/>
  </w:num>
  <w:num w:numId="77">
    <w:abstractNumId w:val="153"/>
  </w:num>
  <w:num w:numId="78">
    <w:abstractNumId w:val="176"/>
  </w:num>
  <w:num w:numId="79">
    <w:abstractNumId w:val="1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150"/>
  </w:num>
  <w:num w:numId="81">
    <w:abstractNumId w:val="111"/>
  </w:num>
  <w:num w:numId="82">
    <w:abstractNumId w:val="120"/>
  </w:num>
  <w:num w:numId="83">
    <w:abstractNumId w:val="109"/>
  </w:num>
  <w:num w:numId="84">
    <w:abstractNumId w:val="1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103"/>
  </w:num>
  <w:num w:numId="86">
    <w:abstractNumId w:val="22"/>
  </w:num>
  <w:num w:numId="87">
    <w:abstractNumId w:val="19"/>
  </w:num>
  <w:num w:numId="88">
    <w:abstractNumId w:val="124"/>
  </w:num>
  <w:num w:numId="89">
    <w:abstractNumId w:val="47"/>
  </w:num>
  <w:num w:numId="90">
    <w:abstractNumId w:val="51"/>
  </w:num>
  <w:num w:numId="91">
    <w:abstractNumId w:val="142"/>
  </w:num>
  <w:num w:numId="92">
    <w:abstractNumId w:val="44"/>
  </w:num>
  <w:num w:numId="93">
    <w:abstractNumId w:val="159"/>
  </w:num>
  <w:num w:numId="94">
    <w:abstractNumId w:val="179"/>
  </w:num>
  <w:num w:numId="95">
    <w:abstractNumId w:val="94"/>
  </w:num>
  <w:num w:numId="96">
    <w:abstractNumId w:val="112"/>
  </w:num>
  <w:num w:numId="97">
    <w:abstractNumId w:val="175"/>
  </w:num>
  <w:num w:numId="98">
    <w:abstractNumId w:val="102"/>
  </w:num>
  <w:num w:numId="99">
    <w:abstractNumId w:val="108"/>
  </w:num>
  <w:num w:numId="100">
    <w:abstractNumId w:val="144"/>
  </w:num>
  <w:num w:numId="101">
    <w:abstractNumId w:val="116"/>
  </w:num>
  <w:num w:numId="102">
    <w:abstractNumId w:val="127"/>
  </w:num>
  <w:num w:numId="103">
    <w:abstractNumId w:val="43"/>
  </w:num>
  <w:num w:numId="104">
    <w:abstractNumId w:val="86"/>
  </w:num>
  <w:num w:numId="105">
    <w:abstractNumId w:val="81"/>
  </w:num>
  <w:num w:numId="106">
    <w:abstractNumId w:val="128"/>
  </w:num>
  <w:num w:numId="107">
    <w:abstractNumId w:val="71"/>
  </w:num>
  <w:num w:numId="108">
    <w:abstractNumId w:val="193"/>
  </w:num>
  <w:num w:numId="109">
    <w:abstractNumId w:val="138"/>
  </w:num>
  <w:num w:numId="110">
    <w:abstractNumId w:val="119"/>
  </w:num>
  <w:num w:numId="111">
    <w:abstractNumId w:val="178"/>
  </w:num>
  <w:num w:numId="112">
    <w:abstractNumId w:val="165"/>
  </w:num>
  <w:num w:numId="113">
    <w:abstractNumId w:val="17"/>
  </w:num>
  <w:num w:numId="114">
    <w:abstractNumId w:val="167"/>
  </w:num>
  <w:num w:numId="115">
    <w:abstractNumId w:val="158"/>
  </w:num>
  <w:num w:numId="116">
    <w:abstractNumId w:val="155"/>
  </w:num>
  <w:num w:numId="117">
    <w:abstractNumId w:val="68"/>
  </w:num>
  <w:num w:numId="118">
    <w:abstractNumId w:val="23"/>
  </w:num>
  <w:num w:numId="119">
    <w:abstractNumId w:val="95"/>
  </w:num>
  <w:num w:numId="120">
    <w:abstractNumId w:val="28"/>
  </w:num>
  <w:num w:numId="121">
    <w:abstractNumId w:val="77"/>
  </w:num>
  <w:num w:numId="122">
    <w:abstractNumId w:val="24"/>
  </w:num>
  <w:num w:numId="123">
    <w:abstractNumId w:val="39"/>
  </w:num>
  <w:num w:numId="124">
    <w:abstractNumId w:val="40"/>
  </w:num>
  <w:num w:numId="125">
    <w:abstractNumId w:val="129"/>
  </w:num>
  <w:num w:numId="126">
    <w:abstractNumId w:val="82"/>
  </w:num>
  <w:num w:numId="127">
    <w:abstractNumId w:val="87"/>
  </w:num>
  <w:num w:numId="128">
    <w:abstractNumId w:val="166"/>
  </w:num>
  <w:num w:numId="129">
    <w:abstractNumId w:val="184"/>
  </w:num>
  <w:num w:numId="130">
    <w:abstractNumId w:val="117"/>
  </w:num>
  <w:num w:numId="131">
    <w:abstractNumId w:val="160"/>
  </w:num>
  <w:num w:numId="132">
    <w:abstractNumId w:val="164"/>
  </w:num>
  <w:num w:numId="133">
    <w:abstractNumId w:val="70"/>
  </w:num>
  <w:num w:numId="134">
    <w:abstractNumId w:val="163"/>
  </w:num>
  <w:num w:numId="135">
    <w:abstractNumId w:val="50"/>
  </w:num>
  <w:num w:numId="136">
    <w:abstractNumId w:val="113"/>
  </w:num>
  <w:num w:numId="137">
    <w:abstractNumId w:val="149"/>
  </w:num>
  <w:num w:numId="138">
    <w:abstractNumId w:val="97"/>
  </w:num>
  <w:num w:numId="139">
    <w:abstractNumId w:val="25"/>
  </w:num>
  <w:num w:numId="140">
    <w:abstractNumId w:val="92"/>
  </w:num>
  <w:num w:numId="141">
    <w:abstractNumId w:val="27"/>
  </w:num>
  <w:num w:numId="142">
    <w:abstractNumId w:val="192"/>
  </w:num>
  <w:num w:numId="143">
    <w:abstractNumId w:val="185"/>
  </w:num>
  <w:num w:numId="144">
    <w:abstractNumId w:val="45"/>
  </w:num>
  <w:num w:numId="145">
    <w:abstractNumId w:val="126"/>
  </w:num>
  <w:num w:numId="146">
    <w:abstractNumId w:val="171"/>
  </w:num>
  <w:num w:numId="147">
    <w:abstractNumId w:val="147"/>
  </w:num>
  <w:num w:numId="148">
    <w:abstractNumId w:val="46"/>
  </w:num>
  <w:num w:numId="149">
    <w:abstractNumId w:val="161"/>
  </w:num>
  <w:num w:numId="150">
    <w:abstractNumId w:val="30"/>
  </w:num>
  <w:num w:numId="151">
    <w:abstractNumId w:val="48"/>
  </w:num>
  <w:num w:numId="152">
    <w:abstractNumId w:val="110"/>
  </w:num>
  <w:num w:numId="153">
    <w:abstractNumId w:val="13"/>
  </w:num>
  <w:num w:numId="154">
    <w:abstractNumId w:val="133"/>
  </w:num>
  <w:num w:numId="155">
    <w:abstractNumId w:val="139"/>
  </w:num>
  <w:num w:numId="156">
    <w:abstractNumId w:val="90"/>
  </w:num>
  <w:num w:numId="157">
    <w:abstractNumId w:val="53"/>
  </w:num>
  <w:num w:numId="158">
    <w:abstractNumId w:val="118"/>
  </w:num>
  <w:num w:numId="159">
    <w:abstractNumId w:val="38"/>
  </w:num>
  <w:num w:numId="160">
    <w:abstractNumId w:val="121"/>
  </w:num>
  <w:num w:numId="161">
    <w:abstractNumId w:val="55"/>
  </w:num>
  <w:num w:numId="162">
    <w:abstractNumId w:val="169"/>
  </w:num>
  <w:num w:numId="163">
    <w:abstractNumId w:val="151"/>
  </w:num>
  <w:num w:numId="164">
    <w:abstractNumId w:val="33"/>
  </w:num>
  <w:num w:numId="165">
    <w:abstractNumId w:val="190"/>
  </w:num>
  <w:num w:numId="166">
    <w:abstractNumId w:val="99"/>
  </w:num>
  <w:num w:numId="167">
    <w:abstractNumId w:val="56"/>
  </w:num>
  <w:num w:numId="168">
    <w:abstractNumId w:val="131"/>
  </w:num>
  <w:num w:numId="169">
    <w:abstractNumId w:val="29"/>
  </w:num>
  <w:num w:numId="170">
    <w:abstractNumId w:val="57"/>
  </w:num>
  <w:num w:numId="171">
    <w:abstractNumId w:val="88"/>
  </w:num>
  <w:num w:numId="172">
    <w:abstractNumId w:val="52"/>
  </w:num>
  <w:num w:numId="173">
    <w:abstractNumId w:val="148"/>
  </w:num>
  <w:num w:numId="174">
    <w:abstractNumId w:val="191"/>
  </w:num>
  <w:num w:numId="175">
    <w:abstractNumId w:val="73"/>
  </w:num>
  <w:num w:numId="176">
    <w:abstractNumId w:val="145"/>
  </w:num>
  <w:num w:numId="177">
    <w:abstractNumId w:val="36"/>
  </w:num>
  <w:num w:numId="178">
    <w:abstractNumId w:val="64"/>
  </w:num>
  <w:num w:numId="179">
    <w:abstractNumId w:val="26"/>
  </w:num>
  <w:num w:numId="180">
    <w:abstractNumId w:val="162"/>
  </w:num>
  <w:num w:numId="181">
    <w:abstractNumId w:val="152"/>
  </w:num>
  <w:numIdMacAtCleanup w:val="1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E8A"/>
    <w:rsid w:val="00000208"/>
    <w:rsid w:val="000009AE"/>
    <w:rsid w:val="00000B08"/>
    <w:rsid w:val="00000D74"/>
    <w:rsid w:val="00001623"/>
    <w:rsid w:val="00001A8A"/>
    <w:rsid w:val="00001A9D"/>
    <w:rsid w:val="00002691"/>
    <w:rsid w:val="00003594"/>
    <w:rsid w:val="00004028"/>
    <w:rsid w:val="000053D5"/>
    <w:rsid w:val="000064C9"/>
    <w:rsid w:val="000069F9"/>
    <w:rsid w:val="00007FD4"/>
    <w:rsid w:val="00010162"/>
    <w:rsid w:val="00011AA1"/>
    <w:rsid w:val="0001306D"/>
    <w:rsid w:val="0001548C"/>
    <w:rsid w:val="000156D3"/>
    <w:rsid w:val="000170FC"/>
    <w:rsid w:val="000203FD"/>
    <w:rsid w:val="000229F3"/>
    <w:rsid w:val="00023A5D"/>
    <w:rsid w:val="00023D6F"/>
    <w:rsid w:val="00024FE4"/>
    <w:rsid w:val="00025A74"/>
    <w:rsid w:val="000264CD"/>
    <w:rsid w:val="00027543"/>
    <w:rsid w:val="00030435"/>
    <w:rsid w:val="00030EF0"/>
    <w:rsid w:val="00031524"/>
    <w:rsid w:val="0003331C"/>
    <w:rsid w:val="00034352"/>
    <w:rsid w:val="0003497C"/>
    <w:rsid w:val="0003619D"/>
    <w:rsid w:val="0003697E"/>
    <w:rsid w:val="00037657"/>
    <w:rsid w:val="00037C24"/>
    <w:rsid w:val="00040726"/>
    <w:rsid w:val="00040ABA"/>
    <w:rsid w:val="0004235C"/>
    <w:rsid w:val="00043978"/>
    <w:rsid w:val="00043DC6"/>
    <w:rsid w:val="00044DBA"/>
    <w:rsid w:val="000452B1"/>
    <w:rsid w:val="00045447"/>
    <w:rsid w:val="00046141"/>
    <w:rsid w:val="000461FE"/>
    <w:rsid w:val="00046A3B"/>
    <w:rsid w:val="0004703B"/>
    <w:rsid w:val="00047492"/>
    <w:rsid w:val="00047EDA"/>
    <w:rsid w:val="0005021A"/>
    <w:rsid w:val="000507F9"/>
    <w:rsid w:val="000515E4"/>
    <w:rsid w:val="00051B8B"/>
    <w:rsid w:val="000528BD"/>
    <w:rsid w:val="0005364C"/>
    <w:rsid w:val="00054F38"/>
    <w:rsid w:val="00055DA1"/>
    <w:rsid w:val="000560B6"/>
    <w:rsid w:val="000564E3"/>
    <w:rsid w:val="000568A7"/>
    <w:rsid w:val="000605A3"/>
    <w:rsid w:val="00061221"/>
    <w:rsid w:val="00062016"/>
    <w:rsid w:val="00063E88"/>
    <w:rsid w:val="000649E6"/>
    <w:rsid w:val="000662CD"/>
    <w:rsid w:val="0006681A"/>
    <w:rsid w:val="00066F4B"/>
    <w:rsid w:val="00067975"/>
    <w:rsid w:val="00071291"/>
    <w:rsid w:val="000727B4"/>
    <w:rsid w:val="00072F81"/>
    <w:rsid w:val="00073833"/>
    <w:rsid w:val="000743C5"/>
    <w:rsid w:val="00075014"/>
    <w:rsid w:val="0007568C"/>
    <w:rsid w:val="000759EC"/>
    <w:rsid w:val="00076A03"/>
    <w:rsid w:val="00081418"/>
    <w:rsid w:val="00081B35"/>
    <w:rsid w:val="000822B4"/>
    <w:rsid w:val="0008248D"/>
    <w:rsid w:val="00082850"/>
    <w:rsid w:val="00082AB4"/>
    <w:rsid w:val="0008359F"/>
    <w:rsid w:val="00083812"/>
    <w:rsid w:val="00083B3F"/>
    <w:rsid w:val="00084059"/>
    <w:rsid w:val="00084079"/>
    <w:rsid w:val="00084864"/>
    <w:rsid w:val="0008486F"/>
    <w:rsid w:val="000851AC"/>
    <w:rsid w:val="00085261"/>
    <w:rsid w:val="0008606E"/>
    <w:rsid w:val="00086360"/>
    <w:rsid w:val="00086650"/>
    <w:rsid w:val="00086CB7"/>
    <w:rsid w:val="000923BE"/>
    <w:rsid w:val="000935E1"/>
    <w:rsid w:val="00094776"/>
    <w:rsid w:val="00095D53"/>
    <w:rsid w:val="00096B35"/>
    <w:rsid w:val="000979F3"/>
    <w:rsid w:val="00097CBC"/>
    <w:rsid w:val="000A02B2"/>
    <w:rsid w:val="000A09F8"/>
    <w:rsid w:val="000A0BFD"/>
    <w:rsid w:val="000A14C2"/>
    <w:rsid w:val="000A3767"/>
    <w:rsid w:val="000A3982"/>
    <w:rsid w:val="000A45D1"/>
    <w:rsid w:val="000A4D6E"/>
    <w:rsid w:val="000A58AB"/>
    <w:rsid w:val="000A6249"/>
    <w:rsid w:val="000A726A"/>
    <w:rsid w:val="000A72E8"/>
    <w:rsid w:val="000A7D40"/>
    <w:rsid w:val="000A7DD1"/>
    <w:rsid w:val="000B00D5"/>
    <w:rsid w:val="000B0290"/>
    <w:rsid w:val="000B0BD1"/>
    <w:rsid w:val="000B0D20"/>
    <w:rsid w:val="000B103D"/>
    <w:rsid w:val="000B13E8"/>
    <w:rsid w:val="000B1746"/>
    <w:rsid w:val="000B1CB8"/>
    <w:rsid w:val="000B292B"/>
    <w:rsid w:val="000B5C5B"/>
    <w:rsid w:val="000B6E5A"/>
    <w:rsid w:val="000B7289"/>
    <w:rsid w:val="000B750F"/>
    <w:rsid w:val="000B7639"/>
    <w:rsid w:val="000B79BF"/>
    <w:rsid w:val="000C16A9"/>
    <w:rsid w:val="000C1A49"/>
    <w:rsid w:val="000C2C72"/>
    <w:rsid w:val="000C3C78"/>
    <w:rsid w:val="000C55A9"/>
    <w:rsid w:val="000C66C2"/>
    <w:rsid w:val="000C7121"/>
    <w:rsid w:val="000C79E2"/>
    <w:rsid w:val="000C7A58"/>
    <w:rsid w:val="000D0775"/>
    <w:rsid w:val="000D0CE7"/>
    <w:rsid w:val="000D0F85"/>
    <w:rsid w:val="000D14D9"/>
    <w:rsid w:val="000D18EF"/>
    <w:rsid w:val="000D1B88"/>
    <w:rsid w:val="000D26AA"/>
    <w:rsid w:val="000D481F"/>
    <w:rsid w:val="000D4F95"/>
    <w:rsid w:val="000D50C8"/>
    <w:rsid w:val="000D5899"/>
    <w:rsid w:val="000D5CEF"/>
    <w:rsid w:val="000E12A4"/>
    <w:rsid w:val="000E23DC"/>
    <w:rsid w:val="000E3438"/>
    <w:rsid w:val="000E34B0"/>
    <w:rsid w:val="000E4BDE"/>
    <w:rsid w:val="000E52EE"/>
    <w:rsid w:val="000E567F"/>
    <w:rsid w:val="000E5D2F"/>
    <w:rsid w:val="000E6126"/>
    <w:rsid w:val="000E6AF6"/>
    <w:rsid w:val="000F008A"/>
    <w:rsid w:val="000F10F6"/>
    <w:rsid w:val="000F169F"/>
    <w:rsid w:val="000F1A1C"/>
    <w:rsid w:val="000F1F09"/>
    <w:rsid w:val="000F2713"/>
    <w:rsid w:val="000F35F5"/>
    <w:rsid w:val="000F4806"/>
    <w:rsid w:val="000F4A55"/>
    <w:rsid w:val="000F63C0"/>
    <w:rsid w:val="000F7380"/>
    <w:rsid w:val="0010003A"/>
    <w:rsid w:val="001005AA"/>
    <w:rsid w:val="00100C0B"/>
    <w:rsid w:val="00100E03"/>
    <w:rsid w:val="00100F6E"/>
    <w:rsid w:val="001016AC"/>
    <w:rsid w:val="00102EA2"/>
    <w:rsid w:val="001038F0"/>
    <w:rsid w:val="00103CD6"/>
    <w:rsid w:val="00106212"/>
    <w:rsid w:val="00106BCD"/>
    <w:rsid w:val="001072CD"/>
    <w:rsid w:val="001078B0"/>
    <w:rsid w:val="0011008D"/>
    <w:rsid w:val="0011061D"/>
    <w:rsid w:val="001131A1"/>
    <w:rsid w:val="00113541"/>
    <w:rsid w:val="00113D9A"/>
    <w:rsid w:val="001141EF"/>
    <w:rsid w:val="0011436A"/>
    <w:rsid w:val="001152B5"/>
    <w:rsid w:val="0011571B"/>
    <w:rsid w:val="0011593D"/>
    <w:rsid w:val="001179B9"/>
    <w:rsid w:val="00117F8F"/>
    <w:rsid w:val="00120338"/>
    <w:rsid w:val="001203D2"/>
    <w:rsid w:val="001207F3"/>
    <w:rsid w:val="001209A1"/>
    <w:rsid w:val="00121C79"/>
    <w:rsid w:val="0012214A"/>
    <w:rsid w:val="00122CC0"/>
    <w:rsid w:val="00124FF8"/>
    <w:rsid w:val="00125B4C"/>
    <w:rsid w:val="001278D1"/>
    <w:rsid w:val="00131115"/>
    <w:rsid w:val="00131164"/>
    <w:rsid w:val="00131676"/>
    <w:rsid w:val="00131DA4"/>
    <w:rsid w:val="001334B3"/>
    <w:rsid w:val="00134C07"/>
    <w:rsid w:val="00134F43"/>
    <w:rsid w:val="00135C4C"/>
    <w:rsid w:val="0013624A"/>
    <w:rsid w:val="0013642C"/>
    <w:rsid w:val="001403CE"/>
    <w:rsid w:val="00141D75"/>
    <w:rsid w:val="00141DF1"/>
    <w:rsid w:val="00143FB9"/>
    <w:rsid w:val="00144D94"/>
    <w:rsid w:val="001461DF"/>
    <w:rsid w:val="0014633D"/>
    <w:rsid w:val="001463EF"/>
    <w:rsid w:val="00146ABD"/>
    <w:rsid w:val="00147464"/>
    <w:rsid w:val="00147554"/>
    <w:rsid w:val="0014794B"/>
    <w:rsid w:val="00150743"/>
    <w:rsid w:val="00151E55"/>
    <w:rsid w:val="0015306E"/>
    <w:rsid w:val="00153726"/>
    <w:rsid w:val="00154F12"/>
    <w:rsid w:val="00156991"/>
    <w:rsid w:val="00156B4D"/>
    <w:rsid w:val="00161CFB"/>
    <w:rsid w:val="00162C3E"/>
    <w:rsid w:val="00163366"/>
    <w:rsid w:val="00163D78"/>
    <w:rsid w:val="00163D84"/>
    <w:rsid w:val="00165144"/>
    <w:rsid w:val="001702FA"/>
    <w:rsid w:val="001706C3"/>
    <w:rsid w:val="00170CBA"/>
    <w:rsid w:val="00171E3D"/>
    <w:rsid w:val="0017222C"/>
    <w:rsid w:val="00174BCF"/>
    <w:rsid w:val="00174EE6"/>
    <w:rsid w:val="00174FEF"/>
    <w:rsid w:val="00175597"/>
    <w:rsid w:val="00175656"/>
    <w:rsid w:val="001768FF"/>
    <w:rsid w:val="00177C8C"/>
    <w:rsid w:val="001804FB"/>
    <w:rsid w:val="001806B1"/>
    <w:rsid w:val="00181003"/>
    <w:rsid w:val="00182271"/>
    <w:rsid w:val="00183120"/>
    <w:rsid w:val="001837BF"/>
    <w:rsid w:val="00185F82"/>
    <w:rsid w:val="00185FCB"/>
    <w:rsid w:val="0018612F"/>
    <w:rsid w:val="0018642D"/>
    <w:rsid w:val="0018646F"/>
    <w:rsid w:val="00186BD4"/>
    <w:rsid w:val="00186F85"/>
    <w:rsid w:val="0018703C"/>
    <w:rsid w:val="001871E4"/>
    <w:rsid w:val="00187477"/>
    <w:rsid w:val="00187581"/>
    <w:rsid w:val="00187C4F"/>
    <w:rsid w:val="0019058A"/>
    <w:rsid w:val="00190EF2"/>
    <w:rsid w:val="0019178D"/>
    <w:rsid w:val="00192670"/>
    <w:rsid w:val="00192E03"/>
    <w:rsid w:val="00193123"/>
    <w:rsid w:val="001942AD"/>
    <w:rsid w:val="00196058"/>
    <w:rsid w:val="0019605D"/>
    <w:rsid w:val="001976E0"/>
    <w:rsid w:val="0019791E"/>
    <w:rsid w:val="00197C62"/>
    <w:rsid w:val="00197F1A"/>
    <w:rsid w:val="001A03BB"/>
    <w:rsid w:val="001A15B8"/>
    <w:rsid w:val="001A3405"/>
    <w:rsid w:val="001A4467"/>
    <w:rsid w:val="001A5076"/>
    <w:rsid w:val="001A5A1F"/>
    <w:rsid w:val="001A60A7"/>
    <w:rsid w:val="001A6446"/>
    <w:rsid w:val="001A6B04"/>
    <w:rsid w:val="001A6C4A"/>
    <w:rsid w:val="001A7279"/>
    <w:rsid w:val="001B0578"/>
    <w:rsid w:val="001B08E2"/>
    <w:rsid w:val="001B1B41"/>
    <w:rsid w:val="001B2248"/>
    <w:rsid w:val="001B368F"/>
    <w:rsid w:val="001B55DA"/>
    <w:rsid w:val="001B5C43"/>
    <w:rsid w:val="001B5F3F"/>
    <w:rsid w:val="001B6ED5"/>
    <w:rsid w:val="001B6FFF"/>
    <w:rsid w:val="001B74EE"/>
    <w:rsid w:val="001B7726"/>
    <w:rsid w:val="001B7DE1"/>
    <w:rsid w:val="001B7FFD"/>
    <w:rsid w:val="001C0A94"/>
    <w:rsid w:val="001C144A"/>
    <w:rsid w:val="001C2611"/>
    <w:rsid w:val="001C4E75"/>
    <w:rsid w:val="001C4F97"/>
    <w:rsid w:val="001C54EF"/>
    <w:rsid w:val="001C5662"/>
    <w:rsid w:val="001C5B27"/>
    <w:rsid w:val="001C769C"/>
    <w:rsid w:val="001D0D98"/>
    <w:rsid w:val="001D1595"/>
    <w:rsid w:val="001D377F"/>
    <w:rsid w:val="001D57A3"/>
    <w:rsid w:val="001E03FF"/>
    <w:rsid w:val="001E0B04"/>
    <w:rsid w:val="001E2445"/>
    <w:rsid w:val="001E3362"/>
    <w:rsid w:val="001E4217"/>
    <w:rsid w:val="001E64B7"/>
    <w:rsid w:val="001E68B1"/>
    <w:rsid w:val="001E68DD"/>
    <w:rsid w:val="001E6FF7"/>
    <w:rsid w:val="001E7AF0"/>
    <w:rsid w:val="001E7E64"/>
    <w:rsid w:val="001F0590"/>
    <w:rsid w:val="001F3396"/>
    <w:rsid w:val="001F39D3"/>
    <w:rsid w:val="001F3E5A"/>
    <w:rsid w:val="001F49B5"/>
    <w:rsid w:val="001F4CB3"/>
    <w:rsid w:val="001F53EC"/>
    <w:rsid w:val="001F5EC4"/>
    <w:rsid w:val="001F6179"/>
    <w:rsid w:val="001F6837"/>
    <w:rsid w:val="00202918"/>
    <w:rsid w:val="00203A7E"/>
    <w:rsid w:val="00203E01"/>
    <w:rsid w:val="00204835"/>
    <w:rsid w:val="00204E1A"/>
    <w:rsid w:val="0020558B"/>
    <w:rsid w:val="00205976"/>
    <w:rsid w:val="00205B60"/>
    <w:rsid w:val="00206420"/>
    <w:rsid w:val="00207604"/>
    <w:rsid w:val="00213492"/>
    <w:rsid w:val="00213AD8"/>
    <w:rsid w:val="00214026"/>
    <w:rsid w:val="002153AF"/>
    <w:rsid w:val="002154AC"/>
    <w:rsid w:val="002168F0"/>
    <w:rsid w:val="00217FEC"/>
    <w:rsid w:val="00220851"/>
    <w:rsid w:val="00220BA8"/>
    <w:rsid w:val="00221497"/>
    <w:rsid w:val="00221D33"/>
    <w:rsid w:val="00222C22"/>
    <w:rsid w:val="00222FDD"/>
    <w:rsid w:val="00223C3A"/>
    <w:rsid w:val="00225B8D"/>
    <w:rsid w:val="00225BE1"/>
    <w:rsid w:val="002266A2"/>
    <w:rsid w:val="00232C6B"/>
    <w:rsid w:val="00232E65"/>
    <w:rsid w:val="00233A94"/>
    <w:rsid w:val="00234661"/>
    <w:rsid w:val="00234B71"/>
    <w:rsid w:val="002355F3"/>
    <w:rsid w:val="00237E24"/>
    <w:rsid w:val="0024015B"/>
    <w:rsid w:val="00240432"/>
    <w:rsid w:val="00240B07"/>
    <w:rsid w:val="00241042"/>
    <w:rsid w:val="0024105F"/>
    <w:rsid w:val="00242FF3"/>
    <w:rsid w:val="00243585"/>
    <w:rsid w:val="00243E77"/>
    <w:rsid w:val="00243EE9"/>
    <w:rsid w:val="0024418A"/>
    <w:rsid w:val="00245367"/>
    <w:rsid w:val="00245840"/>
    <w:rsid w:val="00246E92"/>
    <w:rsid w:val="0024715A"/>
    <w:rsid w:val="00247F1F"/>
    <w:rsid w:val="00251C6E"/>
    <w:rsid w:val="00251CDC"/>
    <w:rsid w:val="00252125"/>
    <w:rsid w:val="00253A87"/>
    <w:rsid w:val="00253DD5"/>
    <w:rsid w:val="00255483"/>
    <w:rsid w:val="0025636A"/>
    <w:rsid w:val="00256692"/>
    <w:rsid w:val="00256D98"/>
    <w:rsid w:val="002570D6"/>
    <w:rsid w:val="00257120"/>
    <w:rsid w:val="00257212"/>
    <w:rsid w:val="0025742B"/>
    <w:rsid w:val="002622BE"/>
    <w:rsid w:val="002631D8"/>
    <w:rsid w:val="002648C4"/>
    <w:rsid w:val="00264E47"/>
    <w:rsid w:val="00265E7A"/>
    <w:rsid w:val="00266039"/>
    <w:rsid w:val="002661A0"/>
    <w:rsid w:val="00266E3F"/>
    <w:rsid w:val="0026768F"/>
    <w:rsid w:val="00267D40"/>
    <w:rsid w:val="0027069D"/>
    <w:rsid w:val="00270C21"/>
    <w:rsid w:val="002711CF"/>
    <w:rsid w:val="00271332"/>
    <w:rsid w:val="00271A24"/>
    <w:rsid w:val="00271A6D"/>
    <w:rsid w:val="00273184"/>
    <w:rsid w:val="00274474"/>
    <w:rsid w:val="00275170"/>
    <w:rsid w:val="00275220"/>
    <w:rsid w:val="00276E99"/>
    <w:rsid w:val="00277758"/>
    <w:rsid w:val="002800AD"/>
    <w:rsid w:val="00281665"/>
    <w:rsid w:val="0028182A"/>
    <w:rsid w:val="00281A03"/>
    <w:rsid w:val="002821D6"/>
    <w:rsid w:val="00282FD4"/>
    <w:rsid w:val="00283CB2"/>
    <w:rsid w:val="00284729"/>
    <w:rsid w:val="002855E9"/>
    <w:rsid w:val="00290522"/>
    <w:rsid w:val="00290FC3"/>
    <w:rsid w:val="0029182C"/>
    <w:rsid w:val="00291EF3"/>
    <w:rsid w:val="00293BE4"/>
    <w:rsid w:val="00295042"/>
    <w:rsid w:val="002960CA"/>
    <w:rsid w:val="002A096E"/>
    <w:rsid w:val="002A09D6"/>
    <w:rsid w:val="002A1E5F"/>
    <w:rsid w:val="002A22CF"/>
    <w:rsid w:val="002A2453"/>
    <w:rsid w:val="002A3081"/>
    <w:rsid w:val="002A37E9"/>
    <w:rsid w:val="002A54AA"/>
    <w:rsid w:val="002A5644"/>
    <w:rsid w:val="002A5A35"/>
    <w:rsid w:val="002A6DE3"/>
    <w:rsid w:val="002A7166"/>
    <w:rsid w:val="002A7AC9"/>
    <w:rsid w:val="002B03A4"/>
    <w:rsid w:val="002B0834"/>
    <w:rsid w:val="002B0E7A"/>
    <w:rsid w:val="002B2871"/>
    <w:rsid w:val="002B357E"/>
    <w:rsid w:val="002B39AC"/>
    <w:rsid w:val="002B3B3F"/>
    <w:rsid w:val="002B5478"/>
    <w:rsid w:val="002B5538"/>
    <w:rsid w:val="002B6F70"/>
    <w:rsid w:val="002C00A4"/>
    <w:rsid w:val="002C0F97"/>
    <w:rsid w:val="002C196A"/>
    <w:rsid w:val="002C28ED"/>
    <w:rsid w:val="002C31DA"/>
    <w:rsid w:val="002C4ADC"/>
    <w:rsid w:val="002C627E"/>
    <w:rsid w:val="002C70BC"/>
    <w:rsid w:val="002C7641"/>
    <w:rsid w:val="002C7774"/>
    <w:rsid w:val="002D02AB"/>
    <w:rsid w:val="002D16C7"/>
    <w:rsid w:val="002D18E6"/>
    <w:rsid w:val="002D1BF8"/>
    <w:rsid w:val="002D2EC7"/>
    <w:rsid w:val="002D34A3"/>
    <w:rsid w:val="002D48B0"/>
    <w:rsid w:val="002D63E6"/>
    <w:rsid w:val="002D6F69"/>
    <w:rsid w:val="002E00B6"/>
    <w:rsid w:val="002E0634"/>
    <w:rsid w:val="002E0989"/>
    <w:rsid w:val="002E19CE"/>
    <w:rsid w:val="002E1CE9"/>
    <w:rsid w:val="002E30A5"/>
    <w:rsid w:val="002E3669"/>
    <w:rsid w:val="002E3728"/>
    <w:rsid w:val="002E3BD5"/>
    <w:rsid w:val="002E3D47"/>
    <w:rsid w:val="002E3F2E"/>
    <w:rsid w:val="002E65B2"/>
    <w:rsid w:val="002F024B"/>
    <w:rsid w:val="002F377E"/>
    <w:rsid w:val="002F4155"/>
    <w:rsid w:val="002F4C51"/>
    <w:rsid w:val="002F4CDB"/>
    <w:rsid w:val="002F6CAF"/>
    <w:rsid w:val="0030039B"/>
    <w:rsid w:val="0030071A"/>
    <w:rsid w:val="00300AB3"/>
    <w:rsid w:val="00300AF3"/>
    <w:rsid w:val="00300B60"/>
    <w:rsid w:val="00300E9D"/>
    <w:rsid w:val="00301999"/>
    <w:rsid w:val="00301DBE"/>
    <w:rsid w:val="003034E0"/>
    <w:rsid w:val="00303948"/>
    <w:rsid w:val="00303C13"/>
    <w:rsid w:val="003055A6"/>
    <w:rsid w:val="00307148"/>
    <w:rsid w:val="00307490"/>
    <w:rsid w:val="00311536"/>
    <w:rsid w:val="003115EB"/>
    <w:rsid w:val="003163E7"/>
    <w:rsid w:val="003166FB"/>
    <w:rsid w:val="00320028"/>
    <w:rsid w:val="00320CC3"/>
    <w:rsid w:val="00321198"/>
    <w:rsid w:val="00321F73"/>
    <w:rsid w:val="00322FDC"/>
    <w:rsid w:val="00324DA2"/>
    <w:rsid w:val="00330506"/>
    <w:rsid w:val="003306D0"/>
    <w:rsid w:val="003328AB"/>
    <w:rsid w:val="00333754"/>
    <w:rsid w:val="00333DC6"/>
    <w:rsid w:val="003349B6"/>
    <w:rsid w:val="00336040"/>
    <w:rsid w:val="00337A77"/>
    <w:rsid w:val="003409FA"/>
    <w:rsid w:val="00340F0C"/>
    <w:rsid w:val="00342141"/>
    <w:rsid w:val="00342B8A"/>
    <w:rsid w:val="003440CF"/>
    <w:rsid w:val="00345FA2"/>
    <w:rsid w:val="003466AC"/>
    <w:rsid w:val="00346E3E"/>
    <w:rsid w:val="00346FC5"/>
    <w:rsid w:val="00350271"/>
    <w:rsid w:val="003503F1"/>
    <w:rsid w:val="00350CA3"/>
    <w:rsid w:val="003551C1"/>
    <w:rsid w:val="00356ABB"/>
    <w:rsid w:val="00356BED"/>
    <w:rsid w:val="00356E24"/>
    <w:rsid w:val="00357442"/>
    <w:rsid w:val="003617FC"/>
    <w:rsid w:val="00361892"/>
    <w:rsid w:val="00362433"/>
    <w:rsid w:val="00362D36"/>
    <w:rsid w:val="00363472"/>
    <w:rsid w:val="003645A8"/>
    <w:rsid w:val="0036588A"/>
    <w:rsid w:val="003658E4"/>
    <w:rsid w:val="003670EB"/>
    <w:rsid w:val="003678C5"/>
    <w:rsid w:val="00367934"/>
    <w:rsid w:val="00370BCA"/>
    <w:rsid w:val="003715C1"/>
    <w:rsid w:val="003715E9"/>
    <w:rsid w:val="00373129"/>
    <w:rsid w:val="00373349"/>
    <w:rsid w:val="00373666"/>
    <w:rsid w:val="00374928"/>
    <w:rsid w:val="0037535E"/>
    <w:rsid w:val="00376DAB"/>
    <w:rsid w:val="00376FCD"/>
    <w:rsid w:val="003813F4"/>
    <w:rsid w:val="00381952"/>
    <w:rsid w:val="00381CE8"/>
    <w:rsid w:val="00382ED3"/>
    <w:rsid w:val="00384B05"/>
    <w:rsid w:val="00385993"/>
    <w:rsid w:val="00385EFB"/>
    <w:rsid w:val="0038621A"/>
    <w:rsid w:val="0038666F"/>
    <w:rsid w:val="00387D0C"/>
    <w:rsid w:val="0039167F"/>
    <w:rsid w:val="0039196D"/>
    <w:rsid w:val="003924DE"/>
    <w:rsid w:val="003927F2"/>
    <w:rsid w:val="00393F8D"/>
    <w:rsid w:val="003A01EB"/>
    <w:rsid w:val="003A1607"/>
    <w:rsid w:val="003A1FCC"/>
    <w:rsid w:val="003A31CE"/>
    <w:rsid w:val="003A4268"/>
    <w:rsid w:val="003A4CA3"/>
    <w:rsid w:val="003A52F4"/>
    <w:rsid w:val="003A5505"/>
    <w:rsid w:val="003A5AE9"/>
    <w:rsid w:val="003A5EAD"/>
    <w:rsid w:val="003A6D6B"/>
    <w:rsid w:val="003A7B49"/>
    <w:rsid w:val="003B0272"/>
    <w:rsid w:val="003B1A8C"/>
    <w:rsid w:val="003B1B2F"/>
    <w:rsid w:val="003B35A9"/>
    <w:rsid w:val="003B379D"/>
    <w:rsid w:val="003B41D6"/>
    <w:rsid w:val="003B43B7"/>
    <w:rsid w:val="003B4815"/>
    <w:rsid w:val="003B68B1"/>
    <w:rsid w:val="003B740D"/>
    <w:rsid w:val="003B7A8B"/>
    <w:rsid w:val="003C0037"/>
    <w:rsid w:val="003C22F4"/>
    <w:rsid w:val="003C271E"/>
    <w:rsid w:val="003C3699"/>
    <w:rsid w:val="003C3809"/>
    <w:rsid w:val="003C4E24"/>
    <w:rsid w:val="003C5085"/>
    <w:rsid w:val="003C53EF"/>
    <w:rsid w:val="003C7DD3"/>
    <w:rsid w:val="003D32DB"/>
    <w:rsid w:val="003D39B0"/>
    <w:rsid w:val="003D4126"/>
    <w:rsid w:val="003D4896"/>
    <w:rsid w:val="003D5F03"/>
    <w:rsid w:val="003E01AE"/>
    <w:rsid w:val="003E0591"/>
    <w:rsid w:val="003E0B5B"/>
    <w:rsid w:val="003E1510"/>
    <w:rsid w:val="003E17A8"/>
    <w:rsid w:val="003E2BE5"/>
    <w:rsid w:val="003E3552"/>
    <w:rsid w:val="003E3C72"/>
    <w:rsid w:val="003E5327"/>
    <w:rsid w:val="003E5BB3"/>
    <w:rsid w:val="003E731A"/>
    <w:rsid w:val="003E73B2"/>
    <w:rsid w:val="003E758E"/>
    <w:rsid w:val="003F12BD"/>
    <w:rsid w:val="003F18CB"/>
    <w:rsid w:val="003F29F7"/>
    <w:rsid w:val="003F3B3A"/>
    <w:rsid w:val="003F3EC0"/>
    <w:rsid w:val="003F6AC2"/>
    <w:rsid w:val="003F71A3"/>
    <w:rsid w:val="0040030B"/>
    <w:rsid w:val="00401444"/>
    <w:rsid w:val="00401C3D"/>
    <w:rsid w:val="0040376B"/>
    <w:rsid w:val="0040380C"/>
    <w:rsid w:val="00404477"/>
    <w:rsid w:val="00404B81"/>
    <w:rsid w:val="00405069"/>
    <w:rsid w:val="00405856"/>
    <w:rsid w:val="00407BE7"/>
    <w:rsid w:val="00407E70"/>
    <w:rsid w:val="00410018"/>
    <w:rsid w:val="00410153"/>
    <w:rsid w:val="00410228"/>
    <w:rsid w:val="00410473"/>
    <w:rsid w:val="004118BE"/>
    <w:rsid w:val="004118D5"/>
    <w:rsid w:val="00411961"/>
    <w:rsid w:val="00412422"/>
    <w:rsid w:val="00412B4A"/>
    <w:rsid w:val="00412D78"/>
    <w:rsid w:val="00412E38"/>
    <w:rsid w:val="004132F8"/>
    <w:rsid w:val="00413D79"/>
    <w:rsid w:val="00414691"/>
    <w:rsid w:val="004146ED"/>
    <w:rsid w:val="004146EF"/>
    <w:rsid w:val="0041497F"/>
    <w:rsid w:val="00414C7C"/>
    <w:rsid w:val="00414DEA"/>
    <w:rsid w:val="00416191"/>
    <w:rsid w:val="00416518"/>
    <w:rsid w:val="004172AC"/>
    <w:rsid w:val="004176C0"/>
    <w:rsid w:val="00420064"/>
    <w:rsid w:val="0042084C"/>
    <w:rsid w:val="00421DDF"/>
    <w:rsid w:val="00422CCC"/>
    <w:rsid w:val="004234EB"/>
    <w:rsid w:val="00423E20"/>
    <w:rsid w:val="00423EA3"/>
    <w:rsid w:val="0042588B"/>
    <w:rsid w:val="00426497"/>
    <w:rsid w:val="00427DB0"/>
    <w:rsid w:val="00427EED"/>
    <w:rsid w:val="00431C1E"/>
    <w:rsid w:val="00432E9D"/>
    <w:rsid w:val="004345B9"/>
    <w:rsid w:val="00434DA0"/>
    <w:rsid w:val="00435B8E"/>
    <w:rsid w:val="00436270"/>
    <w:rsid w:val="004364CF"/>
    <w:rsid w:val="00440117"/>
    <w:rsid w:val="0044073D"/>
    <w:rsid w:val="004419ED"/>
    <w:rsid w:val="00441F29"/>
    <w:rsid w:val="0044342D"/>
    <w:rsid w:val="004438A7"/>
    <w:rsid w:val="0044398F"/>
    <w:rsid w:val="00444604"/>
    <w:rsid w:val="00444C1B"/>
    <w:rsid w:val="00445406"/>
    <w:rsid w:val="0044652B"/>
    <w:rsid w:val="0044709C"/>
    <w:rsid w:val="00447285"/>
    <w:rsid w:val="0044744B"/>
    <w:rsid w:val="00447B8B"/>
    <w:rsid w:val="00447BDE"/>
    <w:rsid w:val="00450724"/>
    <w:rsid w:val="004522C3"/>
    <w:rsid w:val="00454401"/>
    <w:rsid w:val="00454BCA"/>
    <w:rsid w:val="00455B0A"/>
    <w:rsid w:val="00455C6A"/>
    <w:rsid w:val="00456C64"/>
    <w:rsid w:val="00456CF1"/>
    <w:rsid w:val="00456D64"/>
    <w:rsid w:val="004574ED"/>
    <w:rsid w:val="004612B6"/>
    <w:rsid w:val="00461619"/>
    <w:rsid w:val="00461817"/>
    <w:rsid w:val="00461ADF"/>
    <w:rsid w:val="004621D1"/>
    <w:rsid w:val="0046366E"/>
    <w:rsid w:val="00463C40"/>
    <w:rsid w:val="00463E79"/>
    <w:rsid w:val="00464E33"/>
    <w:rsid w:val="004660B6"/>
    <w:rsid w:val="00466600"/>
    <w:rsid w:val="00466896"/>
    <w:rsid w:val="00467670"/>
    <w:rsid w:val="004700C8"/>
    <w:rsid w:val="0047092C"/>
    <w:rsid w:val="00470BB4"/>
    <w:rsid w:val="00470FA3"/>
    <w:rsid w:val="0047121D"/>
    <w:rsid w:val="004721EC"/>
    <w:rsid w:val="00474889"/>
    <w:rsid w:val="004758D7"/>
    <w:rsid w:val="004758E2"/>
    <w:rsid w:val="004763B7"/>
    <w:rsid w:val="004766C9"/>
    <w:rsid w:val="004767A2"/>
    <w:rsid w:val="00477DCB"/>
    <w:rsid w:val="00480B62"/>
    <w:rsid w:val="00480E43"/>
    <w:rsid w:val="0048285D"/>
    <w:rsid w:val="00482A4B"/>
    <w:rsid w:val="0048397E"/>
    <w:rsid w:val="00483B04"/>
    <w:rsid w:val="00484D1B"/>
    <w:rsid w:val="00485BB7"/>
    <w:rsid w:val="0048661C"/>
    <w:rsid w:val="00487695"/>
    <w:rsid w:val="004903A9"/>
    <w:rsid w:val="0049160A"/>
    <w:rsid w:val="00492617"/>
    <w:rsid w:val="00492783"/>
    <w:rsid w:val="0049281E"/>
    <w:rsid w:val="0049293C"/>
    <w:rsid w:val="00494606"/>
    <w:rsid w:val="004958D9"/>
    <w:rsid w:val="00495AAE"/>
    <w:rsid w:val="00496183"/>
    <w:rsid w:val="00497015"/>
    <w:rsid w:val="00497115"/>
    <w:rsid w:val="004A14F2"/>
    <w:rsid w:val="004A1860"/>
    <w:rsid w:val="004A2022"/>
    <w:rsid w:val="004A241C"/>
    <w:rsid w:val="004A2500"/>
    <w:rsid w:val="004A37A5"/>
    <w:rsid w:val="004A4CB0"/>
    <w:rsid w:val="004A5C16"/>
    <w:rsid w:val="004A63E6"/>
    <w:rsid w:val="004B00A0"/>
    <w:rsid w:val="004B08EF"/>
    <w:rsid w:val="004B0C05"/>
    <w:rsid w:val="004B10B4"/>
    <w:rsid w:val="004B16BE"/>
    <w:rsid w:val="004B17AC"/>
    <w:rsid w:val="004B2914"/>
    <w:rsid w:val="004B44D4"/>
    <w:rsid w:val="004B459C"/>
    <w:rsid w:val="004B48AF"/>
    <w:rsid w:val="004B4CC8"/>
    <w:rsid w:val="004B5844"/>
    <w:rsid w:val="004B7A12"/>
    <w:rsid w:val="004C095E"/>
    <w:rsid w:val="004C1EBA"/>
    <w:rsid w:val="004C2B71"/>
    <w:rsid w:val="004C360C"/>
    <w:rsid w:val="004C5644"/>
    <w:rsid w:val="004C56AD"/>
    <w:rsid w:val="004C6177"/>
    <w:rsid w:val="004D0F30"/>
    <w:rsid w:val="004D15C8"/>
    <w:rsid w:val="004D1DC8"/>
    <w:rsid w:val="004D2694"/>
    <w:rsid w:val="004D2C9C"/>
    <w:rsid w:val="004D3948"/>
    <w:rsid w:val="004D3B54"/>
    <w:rsid w:val="004D43FC"/>
    <w:rsid w:val="004D493A"/>
    <w:rsid w:val="004D5FDF"/>
    <w:rsid w:val="004D6AC8"/>
    <w:rsid w:val="004D7F1E"/>
    <w:rsid w:val="004E1A16"/>
    <w:rsid w:val="004E30C4"/>
    <w:rsid w:val="004E3453"/>
    <w:rsid w:val="004E354E"/>
    <w:rsid w:val="004E3711"/>
    <w:rsid w:val="004E3B83"/>
    <w:rsid w:val="004E49AB"/>
    <w:rsid w:val="004E5D5C"/>
    <w:rsid w:val="004E6327"/>
    <w:rsid w:val="004E79D7"/>
    <w:rsid w:val="004F0A7C"/>
    <w:rsid w:val="004F328C"/>
    <w:rsid w:val="004F345C"/>
    <w:rsid w:val="004F37F6"/>
    <w:rsid w:val="004F4041"/>
    <w:rsid w:val="004F455F"/>
    <w:rsid w:val="004F4A97"/>
    <w:rsid w:val="004F521D"/>
    <w:rsid w:val="004F547A"/>
    <w:rsid w:val="004F5CD4"/>
    <w:rsid w:val="004F5F35"/>
    <w:rsid w:val="004F62AA"/>
    <w:rsid w:val="004F6E17"/>
    <w:rsid w:val="004F7873"/>
    <w:rsid w:val="005000C9"/>
    <w:rsid w:val="005015D4"/>
    <w:rsid w:val="00502E15"/>
    <w:rsid w:val="00503193"/>
    <w:rsid w:val="0050394E"/>
    <w:rsid w:val="00503B5F"/>
    <w:rsid w:val="00504283"/>
    <w:rsid w:val="005051C4"/>
    <w:rsid w:val="00505E8B"/>
    <w:rsid w:val="005060BF"/>
    <w:rsid w:val="00506275"/>
    <w:rsid w:val="0050642C"/>
    <w:rsid w:val="00506E20"/>
    <w:rsid w:val="00507601"/>
    <w:rsid w:val="00507841"/>
    <w:rsid w:val="00507C82"/>
    <w:rsid w:val="005104C3"/>
    <w:rsid w:val="00512974"/>
    <w:rsid w:val="00512E7E"/>
    <w:rsid w:val="00513415"/>
    <w:rsid w:val="00515152"/>
    <w:rsid w:val="005171E7"/>
    <w:rsid w:val="00517DDE"/>
    <w:rsid w:val="0052130A"/>
    <w:rsid w:val="00522BEF"/>
    <w:rsid w:val="00523688"/>
    <w:rsid w:val="0052381F"/>
    <w:rsid w:val="00524E98"/>
    <w:rsid w:val="005252E7"/>
    <w:rsid w:val="00525AB0"/>
    <w:rsid w:val="00525AC9"/>
    <w:rsid w:val="00527613"/>
    <w:rsid w:val="005307D4"/>
    <w:rsid w:val="00530AC8"/>
    <w:rsid w:val="00530B9F"/>
    <w:rsid w:val="00531836"/>
    <w:rsid w:val="00532A3E"/>
    <w:rsid w:val="00534001"/>
    <w:rsid w:val="00534DDC"/>
    <w:rsid w:val="005352FB"/>
    <w:rsid w:val="00536E50"/>
    <w:rsid w:val="00537E2E"/>
    <w:rsid w:val="005408F2"/>
    <w:rsid w:val="00541B4A"/>
    <w:rsid w:val="00541BD0"/>
    <w:rsid w:val="00542719"/>
    <w:rsid w:val="00543565"/>
    <w:rsid w:val="0054485F"/>
    <w:rsid w:val="00544A98"/>
    <w:rsid w:val="00545B3C"/>
    <w:rsid w:val="00547E5B"/>
    <w:rsid w:val="005504C7"/>
    <w:rsid w:val="00551239"/>
    <w:rsid w:val="005524B8"/>
    <w:rsid w:val="00553A22"/>
    <w:rsid w:val="005542F3"/>
    <w:rsid w:val="0055440F"/>
    <w:rsid w:val="00554862"/>
    <w:rsid w:val="00554E7B"/>
    <w:rsid w:val="0055691A"/>
    <w:rsid w:val="00556C45"/>
    <w:rsid w:val="00560000"/>
    <w:rsid w:val="005604D0"/>
    <w:rsid w:val="0056206C"/>
    <w:rsid w:val="00562073"/>
    <w:rsid w:val="005631A4"/>
    <w:rsid w:val="0056380D"/>
    <w:rsid w:val="005647BE"/>
    <w:rsid w:val="0056585D"/>
    <w:rsid w:val="00566B1C"/>
    <w:rsid w:val="00566EFB"/>
    <w:rsid w:val="005674E3"/>
    <w:rsid w:val="005678FD"/>
    <w:rsid w:val="0057120D"/>
    <w:rsid w:val="00571225"/>
    <w:rsid w:val="0057143E"/>
    <w:rsid w:val="005714EC"/>
    <w:rsid w:val="005725E2"/>
    <w:rsid w:val="00572CDF"/>
    <w:rsid w:val="005740FB"/>
    <w:rsid w:val="005747A1"/>
    <w:rsid w:val="00574912"/>
    <w:rsid w:val="00575FF9"/>
    <w:rsid w:val="00577121"/>
    <w:rsid w:val="005814DF"/>
    <w:rsid w:val="00581DF8"/>
    <w:rsid w:val="00581E5C"/>
    <w:rsid w:val="00582C93"/>
    <w:rsid w:val="00582F8D"/>
    <w:rsid w:val="00583BAB"/>
    <w:rsid w:val="00583F51"/>
    <w:rsid w:val="00585974"/>
    <w:rsid w:val="00585E15"/>
    <w:rsid w:val="0058647E"/>
    <w:rsid w:val="00586BCE"/>
    <w:rsid w:val="00587173"/>
    <w:rsid w:val="005876F7"/>
    <w:rsid w:val="00587CE4"/>
    <w:rsid w:val="005909A0"/>
    <w:rsid w:val="00591C88"/>
    <w:rsid w:val="0059408B"/>
    <w:rsid w:val="005941E7"/>
    <w:rsid w:val="0059491D"/>
    <w:rsid w:val="00595CA1"/>
    <w:rsid w:val="005966D0"/>
    <w:rsid w:val="00596D51"/>
    <w:rsid w:val="005971A9"/>
    <w:rsid w:val="005A0600"/>
    <w:rsid w:val="005A07AB"/>
    <w:rsid w:val="005A0818"/>
    <w:rsid w:val="005A09B6"/>
    <w:rsid w:val="005A20F8"/>
    <w:rsid w:val="005A2165"/>
    <w:rsid w:val="005A30FF"/>
    <w:rsid w:val="005A33D2"/>
    <w:rsid w:val="005A6D5C"/>
    <w:rsid w:val="005B072C"/>
    <w:rsid w:val="005B1799"/>
    <w:rsid w:val="005B17A6"/>
    <w:rsid w:val="005B2609"/>
    <w:rsid w:val="005B2644"/>
    <w:rsid w:val="005B41C1"/>
    <w:rsid w:val="005B46B5"/>
    <w:rsid w:val="005B4B8F"/>
    <w:rsid w:val="005B4C79"/>
    <w:rsid w:val="005B5D49"/>
    <w:rsid w:val="005B668A"/>
    <w:rsid w:val="005B70E9"/>
    <w:rsid w:val="005C0ADE"/>
    <w:rsid w:val="005C0EA4"/>
    <w:rsid w:val="005C0FB3"/>
    <w:rsid w:val="005C15BD"/>
    <w:rsid w:val="005C18F9"/>
    <w:rsid w:val="005C1CE1"/>
    <w:rsid w:val="005C3221"/>
    <w:rsid w:val="005C4A8E"/>
    <w:rsid w:val="005C5FDA"/>
    <w:rsid w:val="005D0F48"/>
    <w:rsid w:val="005D119F"/>
    <w:rsid w:val="005D4223"/>
    <w:rsid w:val="005D547A"/>
    <w:rsid w:val="005D5AFA"/>
    <w:rsid w:val="005D687B"/>
    <w:rsid w:val="005D6D78"/>
    <w:rsid w:val="005D742E"/>
    <w:rsid w:val="005D7648"/>
    <w:rsid w:val="005D7A73"/>
    <w:rsid w:val="005D7B4B"/>
    <w:rsid w:val="005E0051"/>
    <w:rsid w:val="005E204A"/>
    <w:rsid w:val="005E2234"/>
    <w:rsid w:val="005E3BA3"/>
    <w:rsid w:val="005E3EAE"/>
    <w:rsid w:val="005E4AA5"/>
    <w:rsid w:val="005E4F63"/>
    <w:rsid w:val="005E5C35"/>
    <w:rsid w:val="005E5F3D"/>
    <w:rsid w:val="005E67B4"/>
    <w:rsid w:val="005E7A7F"/>
    <w:rsid w:val="005E7E25"/>
    <w:rsid w:val="005F0E4A"/>
    <w:rsid w:val="005F27D0"/>
    <w:rsid w:val="005F397E"/>
    <w:rsid w:val="005F481F"/>
    <w:rsid w:val="005F49C9"/>
    <w:rsid w:val="005F4A68"/>
    <w:rsid w:val="005F5C9E"/>
    <w:rsid w:val="005F6509"/>
    <w:rsid w:val="005F6CEF"/>
    <w:rsid w:val="005F6FD9"/>
    <w:rsid w:val="005F7B3E"/>
    <w:rsid w:val="006000A3"/>
    <w:rsid w:val="0060062A"/>
    <w:rsid w:val="006014F7"/>
    <w:rsid w:val="00602B2A"/>
    <w:rsid w:val="0060392B"/>
    <w:rsid w:val="00604341"/>
    <w:rsid w:val="00604A1B"/>
    <w:rsid w:val="00604AF4"/>
    <w:rsid w:val="0060626F"/>
    <w:rsid w:val="006070FE"/>
    <w:rsid w:val="0061022E"/>
    <w:rsid w:val="00610A76"/>
    <w:rsid w:val="00610C2F"/>
    <w:rsid w:val="00612761"/>
    <w:rsid w:val="00613E99"/>
    <w:rsid w:val="0061496F"/>
    <w:rsid w:val="00614AF5"/>
    <w:rsid w:val="00615280"/>
    <w:rsid w:val="00615812"/>
    <w:rsid w:val="0061673A"/>
    <w:rsid w:val="006169AB"/>
    <w:rsid w:val="0062032E"/>
    <w:rsid w:val="006205CA"/>
    <w:rsid w:val="00620C51"/>
    <w:rsid w:val="00621656"/>
    <w:rsid w:val="00621E24"/>
    <w:rsid w:val="006249F3"/>
    <w:rsid w:val="00624BFD"/>
    <w:rsid w:val="00624CB4"/>
    <w:rsid w:val="0062753A"/>
    <w:rsid w:val="00627FB2"/>
    <w:rsid w:val="00631533"/>
    <w:rsid w:val="0063571B"/>
    <w:rsid w:val="0063591A"/>
    <w:rsid w:val="00635A7E"/>
    <w:rsid w:val="00637770"/>
    <w:rsid w:val="006405D9"/>
    <w:rsid w:val="00640D55"/>
    <w:rsid w:val="00640F79"/>
    <w:rsid w:val="0064562B"/>
    <w:rsid w:val="00645FA1"/>
    <w:rsid w:val="00646246"/>
    <w:rsid w:val="00646AD5"/>
    <w:rsid w:val="0064740A"/>
    <w:rsid w:val="006500B8"/>
    <w:rsid w:val="00650111"/>
    <w:rsid w:val="00651482"/>
    <w:rsid w:val="006541B0"/>
    <w:rsid w:val="00656528"/>
    <w:rsid w:val="00656946"/>
    <w:rsid w:val="00656F7B"/>
    <w:rsid w:val="006627AA"/>
    <w:rsid w:val="0066457D"/>
    <w:rsid w:val="00665327"/>
    <w:rsid w:val="00665459"/>
    <w:rsid w:val="006661C1"/>
    <w:rsid w:val="006666C5"/>
    <w:rsid w:val="00667146"/>
    <w:rsid w:val="00670D90"/>
    <w:rsid w:val="00671C9D"/>
    <w:rsid w:val="00672C69"/>
    <w:rsid w:val="00672D8B"/>
    <w:rsid w:val="0067336F"/>
    <w:rsid w:val="00674703"/>
    <w:rsid w:val="00674DB2"/>
    <w:rsid w:val="00675515"/>
    <w:rsid w:val="00675CB1"/>
    <w:rsid w:val="00676116"/>
    <w:rsid w:val="0067685B"/>
    <w:rsid w:val="00677409"/>
    <w:rsid w:val="00677976"/>
    <w:rsid w:val="006805F0"/>
    <w:rsid w:val="00681B3D"/>
    <w:rsid w:val="00682EB7"/>
    <w:rsid w:val="006838B4"/>
    <w:rsid w:val="006844EB"/>
    <w:rsid w:val="00684B09"/>
    <w:rsid w:val="0068518F"/>
    <w:rsid w:val="006852E9"/>
    <w:rsid w:val="00686E96"/>
    <w:rsid w:val="006870D1"/>
    <w:rsid w:val="00690FC4"/>
    <w:rsid w:val="0069124F"/>
    <w:rsid w:val="0069188A"/>
    <w:rsid w:val="00692966"/>
    <w:rsid w:val="00692B22"/>
    <w:rsid w:val="00693351"/>
    <w:rsid w:val="00694538"/>
    <w:rsid w:val="0069549C"/>
    <w:rsid w:val="0069551D"/>
    <w:rsid w:val="006974EB"/>
    <w:rsid w:val="006978C8"/>
    <w:rsid w:val="006A0B3A"/>
    <w:rsid w:val="006A36D1"/>
    <w:rsid w:val="006A3A0D"/>
    <w:rsid w:val="006A4BA6"/>
    <w:rsid w:val="006A506E"/>
    <w:rsid w:val="006A599F"/>
    <w:rsid w:val="006A5EA2"/>
    <w:rsid w:val="006A63C3"/>
    <w:rsid w:val="006A71A4"/>
    <w:rsid w:val="006B0E41"/>
    <w:rsid w:val="006B1510"/>
    <w:rsid w:val="006B21E7"/>
    <w:rsid w:val="006B38F3"/>
    <w:rsid w:val="006B42FC"/>
    <w:rsid w:val="006B49A4"/>
    <w:rsid w:val="006B51B1"/>
    <w:rsid w:val="006B5587"/>
    <w:rsid w:val="006B6B26"/>
    <w:rsid w:val="006B79B0"/>
    <w:rsid w:val="006B7D98"/>
    <w:rsid w:val="006C07AD"/>
    <w:rsid w:val="006C1696"/>
    <w:rsid w:val="006C1A17"/>
    <w:rsid w:val="006C24E5"/>
    <w:rsid w:val="006C2D4E"/>
    <w:rsid w:val="006C3F34"/>
    <w:rsid w:val="006C4305"/>
    <w:rsid w:val="006C458C"/>
    <w:rsid w:val="006C4594"/>
    <w:rsid w:val="006C63A8"/>
    <w:rsid w:val="006C719B"/>
    <w:rsid w:val="006D0382"/>
    <w:rsid w:val="006D062A"/>
    <w:rsid w:val="006D0E2E"/>
    <w:rsid w:val="006D2FA0"/>
    <w:rsid w:val="006D53CF"/>
    <w:rsid w:val="006D53D1"/>
    <w:rsid w:val="006D5C2E"/>
    <w:rsid w:val="006D673D"/>
    <w:rsid w:val="006E0BD2"/>
    <w:rsid w:val="006E25F8"/>
    <w:rsid w:val="006E2C99"/>
    <w:rsid w:val="006E32C8"/>
    <w:rsid w:val="006E3792"/>
    <w:rsid w:val="006E5E9C"/>
    <w:rsid w:val="006E5F22"/>
    <w:rsid w:val="006E75F7"/>
    <w:rsid w:val="006E765D"/>
    <w:rsid w:val="006E7E86"/>
    <w:rsid w:val="006F16C3"/>
    <w:rsid w:val="006F19BE"/>
    <w:rsid w:val="006F2F76"/>
    <w:rsid w:val="006F2F95"/>
    <w:rsid w:val="006F40A7"/>
    <w:rsid w:val="006F4B15"/>
    <w:rsid w:val="006F5192"/>
    <w:rsid w:val="006F5408"/>
    <w:rsid w:val="006F5647"/>
    <w:rsid w:val="006F5AEE"/>
    <w:rsid w:val="006F65CF"/>
    <w:rsid w:val="006F6E6D"/>
    <w:rsid w:val="00701922"/>
    <w:rsid w:val="00701AB6"/>
    <w:rsid w:val="00701CCF"/>
    <w:rsid w:val="00702875"/>
    <w:rsid w:val="00702940"/>
    <w:rsid w:val="00703882"/>
    <w:rsid w:val="00704671"/>
    <w:rsid w:val="0070705C"/>
    <w:rsid w:val="00710309"/>
    <w:rsid w:val="007114A5"/>
    <w:rsid w:val="00711626"/>
    <w:rsid w:val="00712600"/>
    <w:rsid w:val="00714A63"/>
    <w:rsid w:val="007151F3"/>
    <w:rsid w:val="0071592C"/>
    <w:rsid w:val="0071756E"/>
    <w:rsid w:val="00717C5C"/>
    <w:rsid w:val="00720872"/>
    <w:rsid w:val="00720EBA"/>
    <w:rsid w:val="00721CA5"/>
    <w:rsid w:val="00721DAF"/>
    <w:rsid w:val="00722642"/>
    <w:rsid w:val="00722E8E"/>
    <w:rsid w:val="00722ED3"/>
    <w:rsid w:val="00724A26"/>
    <w:rsid w:val="00724C69"/>
    <w:rsid w:val="00726BC1"/>
    <w:rsid w:val="0072768E"/>
    <w:rsid w:val="00730805"/>
    <w:rsid w:val="007314A7"/>
    <w:rsid w:val="00731602"/>
    <w:rsid w:val="007321BF"/>
    <w:rsid w:val="00733598"/>
    <w:rsid w:val="00733659"/>
    <w:rsid w:val="00733DE4"/>
    <w:rsid w:val="00734140"/>
    <w:rsid w:val="00735068"/>
    <w:rsid w:val="0073685A"/>
    <w:rsid w:val="00736987"/>
    <w:rsid w:val="00736A37"/>
    <w:rsid w:val="00737C43"/>
    <w:rsid w:val="00740D10"/>
    <w:rsid w:val="007426E2"/>
    <w:rsid w:val="00742B26"/>
    <w:rsid w:val="00742DC2"/>
    <w:rsid w:val="007435D9"/>
    <w:rsid w:val="007439B1"/>
    <w:rsid w:val="00743AAB"/>
    <w:rsid w:val="007442B2"/>
    <w:rsid w:val="00744A89"/>
    <w:rsid w:val="007462FB"/>
    <w:rsid w:val="007469C9"/>
    <w:rsid w:val="00747950"/>
    <w:rsid w:val="00747C2C"/>
    <w:rsid w:val="00747E65"/>
    <w:rsid w:val="00750298"/>
    <w:rsid w:val="00751193"/>
    <w:rsid w:val="00752218"/>
    <w:rsid w:val="00754F03"/>
    <w:rsid w:val="00754FB9"/>
    <w:rsid w:val="0075611D"/>
    <w:rsid w:val="00756584"/>
    <w:rsid w:val="0075764D"/>
    <w:rsid w:val="00757F10"/>
    <w:rsid w:val="007601B5"/>
    <w:rsid w:val="00760CBD"/>
    <w:rsid w:val="00762D89"/>
    <w:rsid w:val="00763B74"/>
    <w:rsid w:val="00764747"/>
    <w:rsid w:val="00764C3F"/>
    <w:rsid w:val="00765455"/>
    <w:rsid w:val="00765786"/>
    <w:rsid w:val="00765BAB"/>
    <w:rsid w:val="00765D17"/>
    <w:rsid w:val="00766AA7"/>
    <w:rsid w:val="0076738B"/>
    <w:rsid w:val="007675FF"/>
    <w:rsid w:val="0076788F"/>
    <w:rsid w:val="00767A91"/>
    <w:rsid w:val="00767AC7"/>
    <w:rsid w:val="00767C58"/>
    <w:rsid w:val="00771059"/>
    <w:rsid w:val="007722D6"/>
    <w:rsid w:val="007730B7"/>
    <w:rsid w:val="00773822"/>
    <w:rsid w:val="00773EE4"/>
    <w:rsid w:val="00775486"/>
    <w:rsid w:val="00777328"/>
    <w:rsid w:val="007802A9"/>
    <w:rsid w:val="00781733"/>
    <w:rsid w:val="00781768"/>
    <w:rsid w:val="0078204F"/>
    <w:rsid w:val="007828CC"/>
    <w:rsid w:val="007829AE"/>
    <w:rsid w:val="00782C25"/>
    <w:rsid w:val="00785950"/>
    <w:rsid w:val="00785BF5"/>
    <w:rsid w:val="007861FC"/>
    <w:rsid w:val="0078648D"/>
    <w:rsid w:val="007864E0"/>
    <w:rsid w:val="00791881"/>
    <w:rsid w:val="00792F53"/>
    <w:rsid w:val="00794998"/>
    <w:rsid w:val="007965C7"/>
    <w:rsid w:val="00796DD7"/>
    <w:rsid w:val="007A18D7"/>
    <w:rsid w:val="007A2FBC"/>
    <w:rsid w:val="007A3641"/>
    <w:rsid w:val="007A3D83"/>
    <w:rsid w:val="007A542D"/>
    <w:rsid w:val="007A5FE5"/>
    <w:rsid w:val="007A6835"/>
    <w:rsid w:val="007A77B8"/>
    <w:rsid w:val="007A7E5A"/>
    <w:rsid w:val="007B013D"/>
    <w:rsid w:val="007B096B"/>
    <w:rsid w:val="007B10EC"/>
    <w:rsid w:val="007B183C"/>
    <w:rsid w:val="007B1C9A"/>
    <w:rsid w:val="007B241E"/>
    <w:rsid w:val="007B2F6D"/>
    <w:rsid w:val="007B34FB"/>
    <w:rsid w:val="007B4B7A"/>
    <w:rsid w:val="007B595F"/>
    <w:rsid w:val="007B611E"/>
    <w:rsid w:val="007B6C08"/>
    <w:rsid w:val="007B6FC8"/>
    <w:rsid w:val="007B73B3"/>
    <w:rsid w:val="007B77B5"/>
    <w:rsid w:val="007C0A61"/>
    <w:rsid w:val="007C1D34"/>
    <w:rsid w:val="007C1F7C"/>
    <w:rsid w:val="007C224C"/>
    <w:rsid w:val="007C5D08"/>
    <w:rsid w:val="007C6839"/>
    <w:rsid w:val="007C6924"/>
    <w:rsid w:val="007C6A8E"/>
    <w:rsid w:val="007C6F70"/>
    <w:rsid w:val="007C7951"/>
    <w:rsid w:val="007D04D2"/>
    <w:rsid w:val="007D06FB"/>
    <w:rsid w:val="007D196C"/>
    <w:rsid w:val="007D2090"/>
    <w:rsid w:val="007D3F83"/>
    <w:rsid w:val="007D457A"/>
    <w:rsid w:val="007D4ECA"/>
    <w:rsid w:val="007D6381"/>
    <w:rsid w:val="007D79BD"/>
    <w:rsid w:val="007E040E"/>
    <w:rsid w:val="007E056C"/>
    <w:rsid w:val="007E1448"/>
    <w:rsid w:val="007E17D8"/>
    <w:rsid w:val="007E196A"/>
    <w:rsid w:val="007E288A"/>
    <w:rsid w:val="007E3178"/>
    <w:rsid w:val="007E32B6"/>
    <w:rsid w:val="007E33A9"/>
    <w:rsid w:val="007E3725"/>
    <w:rsid w:val="007E4D97"/>
    <w:rsid w:val="007E51BB"/>
    <w:rsid w:val="007E568B"/>
    <w:rsid w:val="007E59EE"/>
    <w:rsid w:val="007E7C7C"/>
    <w:rsid w:val="007F0552"/>
    <w:rsid w:val="007F21CB"/>
    <w:rsid w:val="007F3418"/>
    <w:rsid w:val="007F47A2"/>
    <w:rsid w:val="007F597F"/>
    <w:rsid w:val="007F79B7"/>
    <w:rsid w:val="00800075"/>
    <w:rsid w:val="00801425"/>
    <w:rsid w:val="0080166C"/>
    <w:rsid w:val="00802470"/>
    <w:rsid w:val="00802FFE"/>
    <w:rsid w:val="0080355F"/>
    <w:rsid w:val="00804533"/>
    <w:rsid w:val="00804BBD"/>
    <w:rsid w:val="00804D1F"/>
    <w:rsid w:val="0080500D"/>
    <w:rsid w:val="00807097"/>
    <w:rsid w:val="00810710"/>
    <w:rsid w:val="008123CA"/>
    <w:rsid w:val="00812B8A"/>
    <w:rsid w:val="0081429E"/>
    <w:rsid w:val="0081542A"/>
    <w:rsid w:val="0081575B"/>
    <w:rsid w:val="00816181"/>
    <w:rsid w:val="00816BB4"/>
    <w:rsid w:val="00822A8D"/>
    <w:rsid w:val="00822B7C"/>
    <w:rsid w:val="00822BE4"/>
    <w:rsid w:val="00822D76"/>
    <w:rsid w:val="00823A58"/>
    <w:rsid w:val="00824574"/>
    <w:rsid w:val="0082620F"/>
    <w:rsid w:val="0082634C"/>
    <w:rsid w:val="00826872"/>
    <w:rsid w:val="00826CA3"/>
    <w:rsid w:val="00827138"/>
    <w:rsid w:val="00827631"/>
    <w:rsid w:val="008277D5"/>
    <w:rsid w:val="008312CA"/>
    <w:rsid w:val="00831CDF"/>
    <w:rsid w:val="00833A4B"/>
    <w:rsid w:val="00833FDD"/>
    <w:rsid w:val="00835B67"/>
    <w:rsid w:val="00835D3E"/>
    <w:rsid w:val="00835D3F"/>
    <w:rsid w:val="008360FC"/>
    <w:rsid w:val="0084017F"/>
    <w:rsid w:val="008411C5"/>
    <w:rsid w:val="00841B55"/>
    <w:rsid w:val="00842B0F"/>
    <w:rsid w:val="00843625"/>
    <w:rsid w:val="0084445A"/>
    <w:rsid w:val="00846082"/>
    <w:rsid w:val="00847693"/>
    <w:rsid w:val="00847D0A"/>
    <w:rsid w:val="00850860"/>
    <w:rsid w:val="00850DC7"/>
    <w:rsid w:val="008516C6"/>
    <w:rsid w:val="00851874"/>
    <w:rsid w:val="00851983"/>
    <w:rsid w:val="00851B8B"/>
    <w:rsid w:val="0085257C"/>
    <w:rsid w:val="008525E3"/>
    <w:rsid w:val="008532E0"/>
    <w:rsid w:val="00853CE5"/>
    <w:rsid w:val="00854B6C"/>
    <w:rsid w:val="00854F44"/>
    <w:rsid w:val="00855540"/>
    <w:rsid w:val="00855B9D"/>
    <w:rsid w:val="00856201"/>
    <w:rsid w:val="008568F9"/>
    <w:rsid w:val="00856BA6"/>
    <w:rsid w:val="00856F1C"/>
    <w:rsid w:val="00856FAA"/>
    <w:rsid w:val="008600FD"/>
    <w:rsid w:val="008603C0"/>
    <w:rsid w:val="008618CF"/>
    <w:rsid w:val="008629D2"/>
    <w:rsid w:val="0086448E"/>
    <w:rsid w:val="00864535"/>
    <w:rsid w:val="008645A5"/>
    <w:rsid w:val="008664B4"/>
    <w:rsid w:val="00866992"/>
    <w:rsid w:val="00867DF1"/>
    <w:rsid w:val="00867E6F"/>
    <w:rsid w:val="00870984"/>
    <w:rsid w:val="00870BC2"/>
    <w:rsid w:val="0087124F"/>
    <w:rsid w:val="00871F01"/>
    <w:rsid w:val="00872024"/>
    <w:rsid w:val="00872C3C"/>
    <w:rsid w:val="008735A4"/>
    <w:rsid w:val="00873CE1"/>
    <w:rsid w:val="00874ABD"/>
    <w:rsid w:val="00874E1D"/>
    <w:rsid w:val="0087505E"/>
    <w:rsid w:val="00875708"/>
    <w:rsid w:val="008762B6"/>
    <w:rsid w:val="008763AC"/>
    <w:rsid w:val="0087685C"/>
    <w:rsid w:val="00876CB4"/>
    <w:rsid w:val="00877408"/>
    <w:rsid w:val="00881622"/>
    <w:rsid w:val="00882077"/>
    <w:rsid w:val="00882678"/>
    <w:rsid w:val="00884C0C"/>
    <w:rsid w:val="00885330"/>
    <w:rsid w:val="00886CE7"/>
    <w:rsid w:val="00886DA5"/>
    <w:rsid w:val="00887BAB"/>
    <w:rsid w:val="00890847"/>
    <w:rsid w:val="00890A2D"/>
    <w:rsid w:val="00890DA6"/>
    <w:rsid w:val="008913BF"/>
    <w:rsid w:val="008923EC"/>
    <w:rsid w:val="00893FAE"/>
    <w:rsid w:val="00894E76"/>
    <w:rsid w:val="00895EC7"/>
    <w:rsid w:val="008974F6"/>
    <w:rsid w:val="00897ECA"/>
    <w:rsid w:val="008A0454"/>
    <w:rsid w:val="008A1BE2"/>
    <w:rsid w:val="008A1C3B"/>
    <w:rsid w:val="008A388C"/>
    <w:rsid w:val="008A3F22"/>
    <w:rsid w:val="008A4003"/>
    <w:rsid w:val="008A5F7A"/>
    <w:rsid w:val="008B0FDA"/>
    <w:rsid w:val="008B1D90"/>
    <w:rsid w:val="008B21BD"/>
    <w:rsid w:val="008B26BF"/>
    <w:rsid w:val="008B325A"/>
    <w:rsid w:val="008B3583"/>
    <w:rsid w:val="008B36A1"/>
    <w:rsid w:val="008B5622"/>
    <w:rsid w:val="008B5AE2"/>
    <w:rsid w:val="008B5B45"/>
    <w:rsid w:val="008B5E28"/>
    <w:rsid w:val="008C0CC8"/>
    <w:rsid w:val="008C0F12"/>
    <w:rsid w:val="008C230C"/>
    <w:rsid w:val="008C2A6D"/>
    <w:rsid w:val="008C2AE7"/>
    <w:rsid w:val="008C39BF"/>
    <w:rsid w:val="008C3BF9"/>
    <w:rsid w:val="008C406B"/>
    <w:rsid w:val="008C5CFD"/>
    <w:rsid w:val="008C7241"/>
    <w:rsid w:val="008C75BC"/>
    <w:rsid w:val="008D00B4"/>
    <w:rsid w:val="008D01B1"/>
    <w:rsid w:val="008D04DA"/>
    <w:rsid w:val="008D0C31"/>
    <w:rsid w:val="008D1253"/>
    <w:rsid w:val="008D12A5"/>
    <w:rsid w:val="008D3CBB"/>
    <w:rsid w:val="008D43A1"/>
    <w:rsid w:val="008D567B"/>
    <w:rsid w:val="008D6234"/>
    <w:rsid w:val="008D66C9"/>
    <w:rsid w:val="008D6CD6"/>
    <w:rsid w:val="008D6F4F"/>
    <w:rsid w:val="008E07E7"/>
    <w:rsid w:val="008E0E40"/>
    <w:rsid w:val="008E31C5"/>
    <w:rsid w:val="008E40E4"/>
    <w:rsid w:val="008E4CB7"/>
    <w:rsid w:val="008E6E02"/>
    <w:rsid w:val="008E6EEA"/>
    <w:rsid w:val="008E7081"/>
    <w:rsid w:val="008F0EE9"/>
    <w:rsid w:val="008F25FE"/>
    <w:rsid w:val="008F2EFB"/>
    <w:rsid w:val="008F67AC"/>
    <w:rsid w:val="008F7CE2"/>
    <w:rsid w:val="008F7EFA"/>
    <w:rsid w:val="009008A7"/>
    <w:rsid w:val="00900939"/>
    <w:rsid w:val="00900F3F"/>
    <w:rsid w:val="00903061"/>
    <w:rsid w:val="00903384"/>
    <w:rsid w:val="00903B82"/>
    <w:rsid w:val="0090436E"/>
    <w:rsid w:val="009049CC"/>
    <w:rsid w:val="009054AF"/>
    <w:rsid w:val="009055F1"/>
    <w:rsid w:val="00907483"/>
    <w:rsid w:val="00907FDC"/>
    <w:rsid w:val="00910D5F"/>
    <w:rsid w:val="00911E8D"/>
    <w:rsid w:val="00912E28"/>
    <w:rsid w:val="009137FE"/>
    <w:rsid w:val="0091396D"/>
    <w:rsid w:val="00913C1F"/>
    <w:rsid w:val="00914406"/>
    <w:rsid w:val="00915D87"/>
    <w:rsid w:val="00917874"/>
    <w:rsid w:val="0092195F"/>
    <w:rsid w:val="00922526"/>
    <w:rsid w:val="00922699"/>
    <w:rsid w:val="00922925"/>
    <w:rsid w:val="00922AF2"/>
    <w:rsid w:val="009238B7"/>
    <w:rsid w:val="00923C3B"/>
    <w:rsid w:val="00924414"/>
    <w:rsid w:val="009270FF"/>
    <w:rsid w:val="00933475"/>
    <w:rsid w:val="009339C7"/>
    <w:rsid w:val="009359E3"/>
    <w:rsid w:val="00935B31"/>
    <w:rsid w:val="0093654E"/>
    <w:rsid w:val="00936E71"/>
    <w:rsid w:val="00937B8E"/>
    <w:rsid w:val="009407E1"/>
    <w:rsid w:val="00940F0A"/>
    <w:rsid w:val="00942448"/>
    <w:rsid w:val="00942579"/>
    <w:rsid w:val="00942E00"/>
    <w:rsid w:val="0094419B"/>
    <w:rsid w:val="00944378"/>
    <w:rsid w:val="009446D1"/>
    <w:rsid w:val="00944BE5"/>
    <w:rsid w:val="00944CCD"/>
    <w:rsid w:val="009467A1"/>
    <w:rsid w:val="00950CA9"/>
    <w:rsid w:val="00950DE7"/>
    <w:rsid w:val="00950EC9"/>
    <w:rsid w:val="00952093"/>
    <w:rsid w:val="0095398D"/>
    <w:rsid w:val="009540D0"/>
    <w:rsid w:val="00954320"/>
    <w:rsid w:val="00954FFA"/>
    <w:rsid w:val="00955848"/>
    <w:rsid w:val="009567F2"/>
    <w:rsid w:val="00956D4F"/>
    <w:rsid w:val="00957899"/>
    <w:rsid w:val="009601B2"/>
    <w:rsid w:val="0096063E"/>
    <w:rsid w:val="00961187"/>
    <w:rsid w:val="00961245"/>
    <w:rsid w:val="009616A6"/>
    <w:rsid w:val="0096391D"/>
    <w:rsid w:val="00964DF0"/>
    <w:rsid w:val="00966D91"/>
    <w:rsid w:val="00967129"/>
    <w:rsid w:val="00967C4C"/>
    <w:rsid w:val="00967EFB"/>
    <w:rsid w:val="0097037F"/>
    <w:rsid w:val="00970569"/>
    <w:rsid w:val="009708E6"/>
    <w:rsid w:val="00971105"/>
    <w:rsid w:val="00971AFD"/>
    <w:rsid w:val="009727D1"/>
    <w:rsid w:val="00972895"/>
    <w:rsid w:val="0097308A"/>
    <w:rsid w:val="00973857"/>
    <w:rsid w:val="00975553"/>
    <w:rsid w:val="00975868"/>
    <w:rsid w:val="00976ECA"/>
    <w:rsid w:val="009779CC"/>
    <w:rsid w:val="00980105"/>
    <w:rsid w:val="0098052B"/>
    <w:rsid w:val="00982593"/>
    <w:rsid w:val="00982723"/>
    <w:rsid w:val="00985107"/>
    <w:rsid w:val="0098516D"/>
    <w:rsid w:val="009856CA"/>
    <w:rsid w:val="009866C1"/>
    <w:rsid w:val="00987BC5"/>
    <w:rsid w:val="0099030D"/>
    <w:rsid w:val="00990433"/>
    <w:rsid w:val="00991044"/>
    <w:rsid w:val="009925A5"/>
    <w:rsid w:val="00993CEF"/>
    <w:rsid w:val="00993ED5"/>
    <w:rsid w:val="00994094"/>
    <w:rsid w:val="00994367"/>
    <w:rsid w:val="00995A21"/>
    <w:rsid w:val="00995C32"/>
    <w:rsid w:val="0099743F"/>
    <w:rsid w:val="009974C2"/>
    <w:rsid w:val="009A0198"/>
    <w:rsid w:val="009A0EEB"/>
    <w:rsid w:val="009A1CB3"/>
    <w:rsid w:val="009A3E70"/>
    <w:rsid w:val="009A4789"/>
    <w:rsid w:val="009A61F8"/>
    <w:rsid w:val="009A6FB8"/>
    <w:rsid w:val="009A7394"/>
    <w:rsid w:val="009B036C"/>
    <w:rsid w:val="009B06E8"/>
    <w:rsid w:val="009B0D2A"/>
    <w:rsid w:val="009B1F0B"/>
    <w:rsid w:val="009B4D8B"/>
    <w:rsid w:val="009B4E70"/>
    <w:rsid w:val="009B505D"/>
    <w:rsid w:val="009B61F2"/>
    <w:rsid w:val="009B63E8"/>
    <w:rsid w:val="009C2E59"/>
    <w:rsid w:val="009C416F"/>
    <w:rsid w:val="009C49FD"/>
    <w:rsid w:val="009C4FAE"/>
    <w:rsid w:val="009C53A6"/>
    <w:rsid w:val="009C545E"/>
    <w:rsid w:val="009C547C"/>
    <w:rsid w:val="009C5BB7"/>
    <w:rsid w:val="009C5C00"/>
    <w:rsid w:val="009C6115"/>
    <w:rsid w:val="009C6E27"/>
    <w:rsid w:val="009D0D99"/>
    <w:rsid w:val="009D1941"/>
    <w:rsid w:val="009D2476"/>
    <w:rsid w:val="009D3AA2"/>
    <w:rsid w:val="009D5263"/>
    <w:rsid w:val="009D6EC2"/>
    <w:rsid w:val="009D704B"/>
    <w:rsid w:val="009D78BC"/>
    <w:rsid w:val="009D7D8F"/>
    <w:rsid w:val="009E0223"/>
    <w:rsid w:val="009E0366"/>
    <w:rsid w:val="009E045E"/>
    <w:rsid w:val="009E13C8"/>
    <w:rsid w:val="009E1C9A"/>
    <w:rsid w:val="009E292C"/>
    <w:rsid w:val="009E2BF3"/>
    <w:rsid w:val="009E3350"/>
    <w:rsid w:val="009E37B7"/>
    <w:rsid w:val="009E4B98"/>
    <w:rsid w:val="009E629A"/>
    <w:rsid w:val="009E6511"/>
    <w:rsid w:val="009E74B9"/>
    <w:rsid w:val="009E775D"/>
    <w:rsid w:val="009E7A2E"/>
    <w:rsid w:val="009F071E"/>
    <w:rsid w:val="009F1174"/>
    <w:rsid w:val="009F2826"/>
    <w:rsid w:val="009F3856"/>
    <w:rsid w:val="009F3F46"/>
    <w:rsid w:val="009F7D8F"/>
    <w:rsid w:val="00A01317"/>
    <w:rsid w:val="00A014AA"/>
    <w:rsid w:val="00A016D8"/>
    <w:rsid w:val="00A01FEA"/>
    <w:rsid w:val="00A0269E"/>
    <w:rsid w:val="00A0270B"/>
    <w:rsid w:val="00A02F3E"/>
    <w:rsid w:val="00A034F4"/>
    <w:rsid w:val="00A038B1"/>
    <w:rsid w:val="00A04928"/>
    <w:rsid w:val="00A05CD7"/>
    <w:rsid w:val="00A0730E"/>
    <w:rsid w:val="00A0733E"/>
    <w:rsid w:val="00A07D29"/>
    <w:rsid w:val="00A10509"/>
    <w:rsid w:val="00A1098B"/>
    <w:rsid w:val="00A1159C"/>
    <w:rsid w:val="00A116F2"/>
    <w:rsid w:val="00A13CBE"/>
    <w:rsid w:val="00A1426C"/>
    <w:rsid w:val="00A148E4"/>
    <w:rsid w:val="00A14974"/>
    <w:rsid w:val="00A14D92"/>
    <w:rsid w:val="00A15506"/>
    <w:rsid w:val="00A155A4"/>
    <w:rsid w:val="00A162FB"/>
    <w:rsid w:val="00A1701D"/>
    <w:rsid w:val="00A174ED"/>
    <w:rsid w:val="00A17681"/>
    <w:rsid w:val="00A17AE3"/>
    <w:rsid w:val="00A20E67"/>
    <w:rsid w:val="00A20EB9"/>
    <w:rsid w:val="00A211E2"/>
    <w:rsid w:val="00A23032"/>
    <w:rsid w:val="00A230DA"/>
    <w:rsid w:val="00A2321C"/>
    <w:rsid w:val="00A23502"/>
    <w:rsid w:val="00A24629"/>
    <w:rsid w:val="00A25619"/>
    <w:rsid w:val="00A25FAB"/>
    <w:rsid w:val="00A30537"/>
    <w:rsid w:val="00A314CB"/>
    <w:rsid w:val="00A315FB"/>
    <w:rsid w:val="00A31BF7"/>
    <w:rsid w:val="00A32E06"/>
    <w:rsid w:val="00A33511"/>
    <w:rsid w:val="00A3384B"/>
    <w:rsid w:val="00A36111"/>
    <w:rsid w:val="00A36BB4"/>
    <w:rsid w:val="00A37D66"/>
    <w:rsid w:val="00A402BD"/>
    <w:rsid w:val="00A40D3C"/>
    <w:rsid w:val="00A42D75"/>
    <w:rsid w:val="00A44237"/>
    <w:rsid w:val="00A44606"/>
    <w:rsid w:val="00A46099"/>
    <w:rsid w:val="00A47C33"/>
    <w:rsid w:val="00A5003B"/>
    <w:rsid w:val="00A51F30"/>
    <w:rsid w:val="00A5248C"/>
    <w:rsid w:val="00A52A65"/>
    <w:rsid w:val="00A52CFF"/>
    <w:rsid w:val="00A5322C"/>
    <w:rsid w:val="00A53269"/>
    <w:rsid w:val="00A53326"/>
    <w:rsid w:val="00A54213"/>
    <w:rsid w:val="00A5614A"/>
    <w:rsid w:val="00A56891"/>
    <w:rsid w:val="00A57601"/>
    <w:rsid w:val="00A57C9C"/>
    <w:rsid w:val="00A62C6C"/>
    <w:rsid w:val="00A64075"/>
    <w:rsid w:val="00A648FD"/>
    <w:rsid w:val="00A71054"/>
    <w:rsid w:val="00A72715"/>
    <w:rsid w:val="00A729EA"/>
    <w:rsid w:val="00A72CBD"/>
    <w:rsid w:val="00A736FB"/>
    <w:rsid w:val="00A756C9"/>
    <w:rsid w:val="00A7677D"/>
    <w:rsid w:val="00A7709C"/>
    <w:rsid w:val="00A805C1"/>
    <w:rsid w:val="00A80A2E"/>
    <w:rsid w:val="00A80C1A"/>
    <w:rsid w:val="00A81B23"/>
    <w:rsid w:val="00A86442"/>
    <w:rsid w:val="00A87101"/>
    <w:rsid w:val="00A874E6"/>
    <w:rsid w:val="00A9063E"/>
    <w:rsid w:val="00A90A4F"/>
    <w:rsid w:val="00A91584"/>
    <w:rsid w:val="00A93159"/>
    <w:rsid w:val="00A9443D"/>
    <w:rsid w:val="00A9512C"/>
    <w:rsid w:val="00A95275"/>
    <w:rsid w:val="00A953C2"/>
    <w:rsid w:val="00A95A24"/>
    <w:rsid w:val="00A96F6C"/>
    <w:rsid w:val="00A97A06"/>
    <w:rsid w:val="00AA044A"/>
    <w:rsid w:val="00AA0A83"/>
    <w:rsid w:val="00AA0D88"/>
    <w:rsid w:val="00AA1594"/>
    <w:rsid w:val="00AA3FA8"/>
    <w:rsid w:val="00AA463E"/>
    <w:rsid w:val="00AA59F5"/>
    <w:rsid w:val="00AA6C89"/>
    <w:rsid w:val="00AA6E32"/>
    <w:rsid w:val="00AA734D"/>
    <w:rsid w:val="00AA7DD9"/>
    <w:rsid w:val="00AB0A1A"/>
    <w:rsid w:val="00AB1371"/>
    <w:rsid w:val="00AB2575"/>
    <w:rsid w:val="00AB2AB2"/>
    <w:rsid w:val="00AB37F4"/>
    <w:rsid w:val="00AB5BC5"/>
    <w:rsid w:val="00AB6FA9"/>
    <w:rsid w:val="00AB7B41"/>
    <w:rsid w:val="00AB7D18"/>
    <w:rsid w:val="00AB7D8D"/>
    <w:rsid w:val="00AC0658"/>
    <w:rsid w:val="00AC0B08"/>
    <w:rsid w:val="00AC0FF8"/>
    <w:rsid w:val="00AC10E0"/>
    <w:rsid w:val="00AC1EFB"/>
    <w:rsid w:val="00AC313A"/>
    <w:rsid w:val="00AC49CB"/>
    <w:rsid w:val="00AC5B71"/>
    <w:rsid w:val="00AC5CBD"/>
    <w:rsid w:val="00AC6094"/>
    <w:rsid w:val="00AC6877"/>
    <w:rsid w:val="00AC70BB"/>
    <w:rsid w:val="00AD13B7"/>
    <w:rsid w:val="00AD1AD2"/>
    <w:rsid w:val="00AD2DF8"/>
    <w:rsid w:val="00AD356F"/>
    <w:rsid w:val="00AD3F1D"/>
    <w:rsid w:val="00AD49C6"/>
    <w:rsid w:val="00AD4EE3"/>
    <w:rsid w:val="00AD5FCA"/>
    <w:rsid w:val="00AD65A8"/>
    <w:rsid w:val="00AD6F89"/>
    <w:rsid w:val="00AD7970"/>
    <w:rsid w:val="00AD7B09"/>
    <w:rsid w:val="00AE079B"/>
    <w:rsid w:val="00AE0806"/>
    <w:rsid w:val="00AE2740"/>
    <w:rsid w:val="00AE3293"/>
    <w:rsid w:val="00AE373E"/>
    <w:rsid w:val="00AE3892"/>
    <w:rsid w:val="00AE3C6E"/>
    <w:rsid w:val="00AE40BC"/>
    <w:rsid w:val="00AE4C57"/>
    <w:rsid w:val="00AE559A"/>
    <w:rsid w:val="00AE5A4A"/>
    <w:rsid w:val="00AE66DA"/>
    <w:rsid w:val="00AE73EE"/>
    <w:rsid w:val="00AE787D"/>
    <w:rsid w:val="00AF16EB"/>
    <w:rsid w:val="00AF2F9C"/>
    <w:rsid w:val="00AF3552"/>
    <w:rsid w:val="00AF4383"/>
    <w:rsid w:val="00AF504E"/>
    <w:rsid w:val="00AF5FEC"/>
    <w:rsid w:val="00AF6344"/>
    <w:rsid w:val="00AF73C3"/>
    <w:rsid w:val="00AF7F45"/>
    <w:rsid w:val="00B003FD"/>
    <w:rsid w:val="00B007BC"/>
    <w:rsid w:val="00B011AB"/>
    <w:rsid w:val="00B016D4"/>
    <w:rsid w:val="00B023BF"/>
    <w:rsid w:val="00B03752"/>
    <w:rsid w:val="00B037C8"/>
    <w:rsid w:val="00B03BB4"/>
    <w:rsid w:val="00B0411D"/>
    <w:rsid w:val="00B04D8E"/>
    <w:rsid w:val="00B05004"/>
    <w:rsid w:val="00B064CD"/>
    <w:rsid w:val="00B06BC3"/>
    <w:rsid w:val="00B06DD6"/>
    <w:rsid w:val="00B07DD7"/>
    <w:rsid w:val="00B10085"/>
    <w:rsid w:val="00B10E63"/>
    <w:rsid w:val="00B111E5"/>
    <w:rsid w:val="00B1120C"/>
    <w:rsid w:val="00B112F3"/>
    <w:rsid w:val="00B11CB8"/>
    <w:rsid w:val="00B12775"/>
    <w:rsid w:val="00B13073"/>
    <w:rsid w:val="00B133A1"/>
    <w:rsid w:val="00B14835"/>
    <w:rsid w:val="00B15B08"/>
    <w:rsid w:val="00B161B1"/>
    <w:rsid w:val="00B1671F"/>
    <w:rsid w:val="00B16C57"/>
    <w:rsid w:val="00B17CC2"/>
    <w:rsid w:val="00B206A8"/>
    <w:rsid w:val="00B21462"/>
    <w:rsid w:val="00B216C0"/>
    <w:rsid w:val="00B22599"/>
    <w:rsid w:val="00B22F94"/>
    <w:rsid w:val="00B2332D"/>
    <w:rsid w:val="00B24488"/>
    <w:rsid w:val="00B24DEC"/>
    <w:rsid w:val="00B27FB8"/>
    <w:rsid w:val="00B30409"/>
    <w:rsid w:val="00B308E8"/>
    <w:rsid w:val="00B30DCF"/>
    <w:rsid w:val="00B30DFF"/>
    <w:rsid w:val="00B31047"/>
    <w:rsid w:val="00B32DE2"/>
    <w:rsid w:val="00B3356A"/>
    <w:rsid w:val="00B34210"/>
    <w:rsid w:val="00B34303"/>
    <w:rsid w:val="00B3502D"/>
    <w:rsid w:val="00B352C9"/>
    <w:rsid w:val="00B35D81"/>
    <w:rsid w:val="00B36B38"/>
    <w:rsid w:val="00B37E8E"/>
    <w:rsid w:val="00B40C9F"/>
    <w:rsid w:val="00B42A13"/>
    <w:rsid w:val="00B44166"/>
    <w:rsid w:val="00B44445"/>
    <w:rsid w:val="00B477C2"/>
    <w:rsid w:val="00B501EC"/>
    <w:rsid w:val="00B50267"/>
    <w:rsid w:val="00B52E69"/>
    <w:rsid w:val="00B542D8"/>
    <w:rsid w:val="00B561E4"/>
    <w:rsid w:val="00B56F73"/>
    <w:rsid w:val="00B56FEE"/>
    <w:rsid w:val="00B57F36"/>
    <w:rsid w:val="00B61158"/>
    <w:rsid w:val="00B62EF1"/>
    <w:rsid w:val="00B63F51"/>
    <w:rsid w:val="00B640C7"/>
    <w:rsid w:val="00B64C50"/>
    <w:rsid w:val="00B66EBD"/>
    <w:rsid w:val="00B673BE"/>
    <w:rsid w:val="00B70DAB"/>
    <w:rsid w:val="00B70E57"/>
    <w:rsid w:val="00B71020"/>
    <w:rsid w:val="00B7150B"/>
    <w:rsid w:val="00B721FA"/>
    <w:rsid w:val="00B724FA"/>
    <w:rsid w:val="00B72501"/>
    <w:rsid w:val="00B73BF9"/>
    <w:rsid w:val="00B73D95"/>
    <w:rsid w:val="00B77510"/>
    <w:rsid w:val="00B77F94"/>
    <w:rsid w:val="00B80EA9"/>
    <w:rsid w:val="00B81BDC"/>
    <w:rsid w:val="00B830E7"/>
    <w:rsid w:val="00B83455"/>
    <w:rsid w:val="00B83BA6"/>
    <w:rsid w:val="00B8409C"/>
    <w:rsid w:val="00B840B4"/>
    <w:rsid w:val="00B841EE"/>
    <w:rsid w:val="00B8574B"/>
    <w:rsid w:val="00B85C71"/>
    <w:rsid w:val="00B85FFD"/>
    <w:rsid w:val="00B86EF8"/>
    <w:rsid w:val="00B90647"/>
    <w:rsid w:val="00B9091E"/>
    <w:rsid w:val="00B9292D"/>
    <w:rsid w:val="00B9305A"/>
    <w:rsid w:val="00B9478F"/>
    <w:rsid w:val="00B95AA0"/>
    <w:rsid w:val="00B963DE"/>
    <w:rsid w:val="00B96543"/>
    <w:rsid w:val="00B96F65"/>
    <w:rsid w:val="00BA0261"/>
    <w:rsid w:val="00BA0B52"/>
    <w:rsid w:val="00BA0B86"/>
    <w:rsid w:val="00BA11A0"/>
    <w:rsid w:val="00BA24C0"/>
    <w:rsid w:val="00BA3CCF"/>
    <w:rsid w:val="00BA3D54"/>
    <w:rsid w:val="00BA4CED"/>
    <w:rsid w:val="00BA5D63"/>
    <w:rsid w:val="00BA61CD"/>
    <w:rsid w:val="00BA6283"/>
    <w:rsid w:val="00BB2F35"/>
    <w:rsid w:val="00BB5F5B"/>
    <w:rsid w:val="00BB6592"/>
    <w:rsid w:val="00BB6780"/>
    <w:rsid w:val="00BC0FF2"/>
    <w:rsid w:val="00BC116B"/>
    <w:rsid w:val="00BC295A"/>
    <w:rsid w:val="00BC2A81"/>
    <w:rsid w:val="00BC6F3C"/>
    <w:rsid w:val="00BC788F"/>
    <w:rsid w:val="00BD1D39"/>
    <w:rsid w:val="00BD3A70"/>
    <w:rsid w:val="00BD43D4"/>
    <w:rsid w:val="00BD4CC5"/>
    <w:rsid w:val="00BD506E"/>
    <w:rsid w:val="00BD68BD"/>
    <w:rsid w:val="00BD795A"/>
    <w:rsid w:val="00BD7E53"/>
    <w:rsid w:val="00BE1096"/>
    <w:rsid w:val="00BE23BF"/>
    <w:rsid w:val="00BE2F8F"/>
    <w:rsid w:val="00BE39C8"/>
    <w:rsid w:val="00BE3C6C"/>
    <w:rsid w:val="00BE48F3"/>
    <w:rsid w:val="00BE496F"/>
    <w:rsid w:val="00BE4B7D"/>
    <w:rsid w:val="00BE5C0A"/>
    <w:rsid w:val="00BE6C1A"/>
    <w:rsid w:val="00BE71AC"/>
    <w:rsid w:val="00BE7430"/>
    <w:rsid w:val="00BF159F"/>
    <w:rsid w:val="00BF18CA"/>
    <w:rsid w:val="00BF30DC"/>
    <w:rsid w:val="00BF315B"/>
    <w:rsid w:val="00BF3247"/>
    <w:rsid w:val="00BF412F"/>
    <w:rsid w:val="00BF41A5"/>
    <w:rsid w:val="00BF485C"/>
    <w:rsid w:val="00BF4EC4"/>
    <w:rsid w:val="00BF52D4"/>
    <w:rsid w:val="00BF5D0E"/>
    <w:rsid w:val="00BF5E17"/>
    <w:rsid w:val="00BF626A"/>
    <w:rsid w:val="00BF6D55"/>
    <w:rsid w:val="00BF6D90"/>
    <w:rsid w:val="00C00E8A"/>
    <w:rsid w:val="00C0128D"/>
    <w:rsid w:val="00C02400"/>
    <w:rsid w:val="00C031D3"/>
    <w:rsid w:val="00C03EFA"/>
    <w:rsid w:val="00C04659"/>
    <w:rsid w:val="00C0554B"/>
    <w:rsid w:val="00C06357"/>
    <w:rsid w:val="00C07A87"/>
    <w:rsid w:val="00C07BC6"/>
    <w:rsid w:val="00C100E5"/>
    <w:rsid w:val="00C105A5"/>
    <w:rsid w:val="00C117B8"/>
    <w:rsid w:val="00C11A84"/>
    <w:rsid w:val="00C121ED"/>
    <w:rsid w:val="00C127F6"/>
    <w:rsid w:val="00C140F8"/>
    <w:rsid w:val="00C14AE6"/>
    <w:rsid w:val="00C14C2C"/>
    <w:rsid w:val="00C17663"/>
    <w:rsid w:val="00C17CA8"/>
    <w:rsid w:val="00C20048"/>
    <w:rsid w:val="00C201DF"/>
    <w:rsid w:val="00C2078C"/>
    <w:rsid w:val="00C20FA7"/>
    <w:rsid w:val="00C22647"/>
    <w:rsid w:val="00C2345C"/>
    <w:rsid w:val="00C23C0F"/>
    <w:rsid w:val="00C24308"/>
    <w:rsid w:val="00C24343"/>
    <w:rsid w:val="00C24448"/>
    <w:rsid w:val="00C26D37"/>
    <w:rsid w:val="00C27D31"/>
    <w:rsid w:val="00C302F9"/>
    <w:rsid w:val="00C3077C"/>
    <w:rsid w:val="00C30830"/>
    <w:rsid w:val="00C31A05"/>
    <w:rsid w:val="00C34CBD"/>
    <w:rsid w:val="00C36698"/>
    <w:rsid w:val="00C37DB6"/>
    <w:rsid w:val="00C400AB"/>
    <w:rsid w:val="00C40707"/>
    <w:rsid w:val="00C40AD2"/>
    <w:rsid w:val="00C4219D"/>
    <w:rsid w:val="00C42729"/>
    <w:rsid w:val="00C45003"/>
    <w:rsid w:val="00C473FE"/>
    <w:rsid w:val="00C47F5B"/>
    <w:rsid w:val="00C503FC"/>
    <w:rsid w:val="00C51473"/>
    <w:rsid w:val="00C51A58"/>
    <w:rsid w:val="00C52BF5"/>
    <w:rsid w:val="00C53351"/>
    <w:rsid w:val="00C55A54"/>
    <w:rsid w:val="00C55ECB"/>
    <w:rsid w:val="00C563D5"/>
    <w:rsid w:val="00C56815"/>
    <w:rsid w:val="00C56A9F"/>
    <w:rsid w:val="00C56CC2"/>
    <w:rsid w:val="00C56E6D"/>
    <w:rsid w:val="00C57ADC"/>
    <w:rsid w:val="00C60FE5"/>
    <w:rsid w:val="00C62850"/>
    <w:rsid w:val="00C63B8F"/>
    <w:rsid w:val="00C6514E"/>
    <w:rsid w:val="00C6542D"/>
    <w:rsid w:val="00C66267"/>
    <w:rsid w:val="00C663B5"/>
    <w:rsid w:val="00C677BC"/>
    <w:rsid w:val="00C67B1E"/>
    <w:rsid w:val="00C67B2C"/>
    <w:rsid w:val="00C70E26"/>
    <w:rsid w:val="00C70EDA"/>
    <w:rsid w:val="00C713CD"/>
    <w:rsid w:val="00C72B46"/>
    <w:rsid w:val="00C733FC"/>
    <w:rsid w:val="00C73931"/>
    <w:rsid w:val="00C74A24"/>
    <w:rsid w:val="00C751D2"/>
    <w:rsid w:val="00C7529A"/>
    <w:rsid w:val="00C75E23"/>
    <w:rsid w:val="00C7622C"/>
    <w:rsid w:val="00C763B4"/>
    <w:rsid w:val="00C776C2"/>
    <w:rsid w:val="00C804A5"/>
    <w:rsid w:val="00C81D43"/>
    <w:rsid w:val="00C82CEA"/>
    <w:rsid w:val="00C8388B"/>
    <w:rsid w:val="00C838FE"/>
    <w:rsid w:val="00C83F48"/>
    <w:rsid w:val="00C8553B"/>
    <w:rsid w:val="00C8644E"/>
    <w:rsid w:val="00C8653E"/>
    <w:rsid w:val="00C86676"/>
    <w:rsid w:val="00C86767"/>
    <w:rsid w:val="00C86C19"/>
    <w:rsid w:val="00C877E4"/>
    <w:rsid w:val="00C87A4E"/>
    <w:rsid w:val="00C9069A"/>
    <w:rsid w:val="00C90708"/>
    <w:rsid w:val="00C914F6"/>
    <w:rsid w:val="00C91BEE"/>
    <w:rsid w:val="00C938B7"/>
    <w:rsid w:val="00C951C3"/>
    <w:rsid w:val="00C9541A"/>
    <w:rsid w:val="00C969C2"/>
    <w:rsid w:val="00C97107"/>
    <w:rsid w:val="00CA022D"/>
    <w:rsid w:val="00CA0FC0"/>
    <w:rsid w:val="00CA10C5"/>
    <w:rsid w:val="00CA1184"/>
    <w:rsid w:val="00CA1408"/>
    <w:rsid w:val="00CA1F55"/>
    <w:rsid w:val="00CA1F91"/>
    <w:rsid w:val="00CA2751"/>
    <w:rsid w:val="00CA27C9"/>
    <w:rsid w:val="00CA29E5"/>
    <w:rsid w:val="00CA327A"/>
    <w:rsid w:val="00CA3289"/>
    <w:rsid w:val="00CA3A74"/>
    <w:rsid w:val="00CA5026"/>
    <w:rsid w:val="00CA542B"/>
    <w:rsid w:val="00CA5947"/>
    <w:rsid w:val="00CA5F81"/>
    <w:rsid w:val="00CA615F"/>
    <w:rsid w:val="00CA74CE"/>
    <w:rsid w:val="00CA7EC6"/>
    <w:rsid w:val="00CB09AE"/>
    <w:rsid w:val="00CB13E1"/>
    <w:rsid w:val="00CB15E6"/>
    <w:rsid w:val="00CB1F5B"/>
    <w:rsid w:val="00CB4367"/>
    <w:rsid w:val="00CB44C8"/>
    <w:rsid w:val="00CB46C9"/>
    <w:rsid w:val="00CB6EBA"/>
    <w:rsid w:val="00CB7689"/>
    <w:rsid w:val="00CB7FB3"/>
    <w:rsid w:val="00CC0B93"/>
    <w:rsid w:val="00CC0CC5"/>
    <w:rsid w:val="00CC1095"/>
    <w:rsid w:val="00CC120E"/>
    <w:rsid w:val="00CC32BC"/>
    <w:rsid w:val="00CC3A2E"/>
    <w:rsid w:val="00CC49A3"/>
    <w:rsid w:val="00CC5077"/>
    <w:rsid w:val="00CC5B25"/>
    <w:rsid w:val="00CD0176"/>
    <w:rsid w:val="00CD24E2"/>
    <w:rsid w:val="00CD32A8"/>
    <w:rsid w:val="00CD470F"/>
    <w:rsid w:val="00CD5B75"/>
    <w:rsid w:val="00CD5BBF"/>
    <w:rsid w:val="00CD6043"/>
    <w:rsid w:val="00CD77A7"/>
    <w:rsid w:val="00CD7DCB"/>
    <w:rsid w:val="00CD7FA5"/>
    <w:rsid w:val="00CE3F95"/>
    <w:rsid w:val="00CE4226"/>
    <w:rsid w:val="00CE5160"/>
    <w:rsid w:val="00CE51AB"/>
    <w:rsid w:val="00CE759C"/>
    <w:rsid w:val="00CF122B"/>
    <w:rsid w:val="00CF1A60"/>
    <w:rsid w:val="00CF1FCD"/>
    <w:rsid w:val="00CF3E9D"/>
    <w:rsid w:val="00CF46EB"/>
    <w:rsid w:val="00CF4919"/>
    <w:rsid w:val="00CF4D9F"/>
    <w:rsid w:val="00CF5ACF"/>
    <w:rsid w:val="00CF5D27"/>
    <w:rsid w:val="00D00F9A"/>
    <w:rsid w:val="00D0168A"/>
    <w:rsid w:val="00D01D7A"/>
    <w:rsid w:val="00D01F43"/>
    <w:rsid w:val="00D02506"/>
    <w:rsid w:val="00D025F2"/>
    <w:rsid w:val="00D03AB6"/>
    <w:rsid w:val="00D05A66"/>
    <w:rsid w:val="00D06260"/>
    <w:rsid w:val="00D062AE"/>
    <w:rsid w:val="00D10893"/>
    <w:rsid w:val="00D11506"/>
    <w:rsid w:val="00D134E5"/>
    <w:rsid w:val="00D141AB"/>
    <w:rsid w:val="00D161AD"/>
    <w:rsid w:val="00D17C09"/>
    <w:rsid w:val="00D17E4C"/>
    <w:rsid w:val="00D21F79"/>
    <w:rsid w:val="00D22528"/>
    <w:rsid w:val="00D227F7"/>
    <w:rsid w:val="00D22CD9"/>
    <w:rsid w:val="00D2311E"/>
    <w:rsid w:val="00D235DD"/>
    <w:rsid w:val="00D24A9F"/>
    <w:rsid w:val="00D263E8"/>
    <w:rsid w:val="00D26A1C"/>
    <w:rsid w:val="00D26C90"/>
    <w:rsid w:val="00D301FB"/>
    <w:rsid w:val="00D30937"/>
    <w:rsid w:val="00D33F7F"/>
    <w:rsid w:val="00D340AF"/>
    <w:rsid w:val="00D34792"/>
    <w:rsid w:val="00D35035"/>
    <w:rsid w:val="00D35098"/>
    <w:rsid w:val="00D36425"/>
    <w:rsid w:val="00D364CC"/>
    <w:rsid w:val="00D4149A"/>
    <w:rsid w:val="00D436F7"/>
    <w:rsid w:val="00D43FEE"/>
    <w:rsid w:val="00D45DB4"/>
    <w:rsid w:val="00D45E33"/>
    <w:rsid w:val="00D462F0"/>
    <w:rsid w:val="00D469D7"/>
    <w:rsid w:val="00D47287"/>
    <w:rsid w:val="00D475BA"/>
    <w:rsid w:val="00D5086A"/>
    <w:rsid w:val="00D51D2F"/>
    <w:rsid w:val="00D5522C"/>
    <w:rsid w:val="00D556BD"/>
    <w:rsid w:val="00D55729"/>
    <w:rsid w:val="00D561C3"/>
    <w:rsid w:val="00D562E2"/>
    <w:rsid w:val="00D606E8"/>
    <w:rsid w:val="00D609AD"/>
    <w:rsid w:val="00D617B8"/>
    <w:rsid w:val="00D61885"/>
    <w:rsid w:val="00D623E5"/>
    <w:rsid w:val="00D63CCF"/>
    <w:rsid w:val="00D64FB7"/>
    <w:rsid w:val="00D65E5D"/>
    <w:rsid w:val="00D67C74"/>
    <w:rsid w:val="00D70251"/>
    <w:rsid w:val="00D70A1F"/>
    <w:rsid w:val="00D71AA8"/>
    <w:rsid w:val="00D73CC5"/>
    <w:rsid w:val="00D74989"/>
    <w:rsid w:val="00D74CEA"/>
    <w:rsid w:val="00D76495"/>
    <w:rsid w:val="00D77C40"/>
    <w:rsid w:val="00D813B3"/>
    <w:rsid w:val="00D82028"/>
    <w:rsid w:val="00D82A93"/>
    <w:rsid w:val="00D8306A"/>
    <w:rsid w:val="00D849D6"/>
    <w:rsid w:val="00D84EBD"/>
    <w:rsid w:val="00D85119"/>
    <w:rsid w:val="00D85A29"/>
    <w:rsid w:val="00D85A3A"/>
    <w:rsid w:val="00D85FF8"/>
    <w:rsid w:val="00D865D3"/>
    <w:rsid w:val="00D8661D"/>
    <w:rsid w:val="00D86F59"/>
    <w:rsid w:val="00D87963"/>
    <w:rsid w:val="00D879CD"/>
    <w:rsid w:val="00D87EBE"/>
    <w:rsid w:val="00D907A9"/>
    <w:rsid w:val="00D925A0"/>
    <w:rsid w:val="00D92EB1"/>
    <w:rsid w:val="00D93259"/>
    <w:rsid w:val="00D93340"/>
    <w:rsid w:val="00D93937"/>
    <w:rsid w:val="00D942FA"/>
    <w:rsid w:val="00D9524C"/>
    <w:rsid w:val="00D95879"/>
    <w:rsid w:val="00D97233"/>
    <w:rsid w:val="00D974A6"/>
    <w:rsid w:val="00D97B9C"/>
    <w:rsid w:val="00DA0113"/>
    <w:rsid w:val="00DA061A"/>
    <w:rsid w:val="00DA1FC6"/>
    <w:rsid w:val="00DA2108"/>
    <w:rsid w:val="00DA291B"/>
    <w:rsid w:val="00DA347C"/>
    <w:rsid w:val="00DA3769"/>
    <w:rsid w:val="00DA3E81"/>
    <w:rsid w:val="00DA530D"/>
    <w:rsid w:val="00DA5E31"/>
    <w:rsid w:val="00DA64A9"/>
    <w:rsid w:val="00DA6954"/>
    <w:rsid w:val="00DA791F"/>
    <w:rsid w:val="00DB0636"/>
    <w:rsid w:val="00DB117B"/>
    <w:rsid w:val="00DB15A1"/>
    <w:rsid w:val="00DB1E3F"/>
    <w:rsid w:val="00DB21AC"/>
    <w:rsid w:val="00DB4B28"/>
    <w:rsid w:val="00DB4D31"/>
    <w:rsid w:val="00DB6AA0"/>
    <w:rsid w:val="00DB6E2F"/>
    <w:rsid w:val="00DC0046"/>
    <w:rsid w:val="00DC0484"/>
    <w:rsid w:val="00DC0C2E"/>
    <w:rsid w:val="00DC2274"/>
    <w:rsid w:val="00DC43AE"/>
    <w:rsid w:val="00DC5066"/>
    <w:rsid w:val="00DC55FC"/>
    <w:rsid w:val="00DC625C"/>
    <w:rsid w:val="00DC62E3"/>
    <w:rsid w:val="00DC6389"/>
    <w:rsid w:val="00DC6DE5"/>
    <w:rsid w:val="00DD034B"/>
    <w:rsid w:val="00DD0961"/>
    <w:rsid w:val="00DD32D1"/>
    <w:rsid w:val="00DD4C89"/>
    <w:rsid w:val="00DD5591"/>
    <w:rsid w:val="00DD6213"/>
    <w:rsid w:val="00DD69F9"/>
    <w:rsid w:val="00DE0C48"/>
    <w:rsid w:val="00DE16CB"/>
    <w:rsid w:val="00DE1752"/>
    <w:rsid w:val="00DE3801"/>
    <w:rsid w:val="00DE3940"/>
    <w:rsid w:val="00DE4099"/>
    <w:rsid w:val="00DE4E87"/>
    <w:rsid w:val="00DE5B87"/>
    <w:rsid w:val="00DF1C4E"/>
    <w:rsid w:val="00DF2282"/>
    <w:rsid w:val="00DF2B2A"/>
    <w:rsid w:val="00DF2CA1"/>
    <w:rsid w:val="00DF31FB"/>
    <w:rsid w:val="00DF33A8"/>
    <w:rsid w:val="00DF401B"/>
    <w:rsid w:val="00DF5123"/>
    <w:rsid w:val="00DF52CE"/>
    <w:rsid w:val="00DF5379"/>
    <w:rsid w:val="00DF5461"/>
    <w:rsid w:val="00DF6D0A"/>
    <w:rsid w:val="00DF6F75"/>
    <w:rsid w:val="00DF7899"/>
    <w:rsid w:val="00DF7A9F"/>
    <w:rsid w:val="00E005E5"/>
    <w:rsid w:val="00E019B2"/>
    <w:rsid w:val="00E02BF4"/>
    <w:rsid w:val="00E05A2E"/>
    <w:rsid w:val="00E06C2D"/>
    <w:rsid w:val="00E07067"/>
    <w:rsid w:val="00E07DF4"/>
    <w:rsid w:val="00E10145"/>
    <w:rsid w:val="00E106A8"/>
    <w:rsid w:val="00E10B38"/>
    <w:rsid w:val="00E10D12"/>
    <w:rsid w:val="00E12112"/>
    <w:rsid w:val="00E139D4"/>
    <w:rsid w:val="00E13A83"/>
    <w:rsid w:val="00E144BA"/>
    <w:rsid w:val="00E14EF5"/>
    <w:rsid w:val="00E154DD"/>
    <w:rsid w:val="00E15713"/>
    <w:rsid w:val="00E15893"/>
    <w:rsid w:val="00E17BFA"/>
    <w:rsid w:val="00E2034A"/>
    <w:rsid w:val="00E2078F"/>
    <w:rsid w:val="00E209EA"/>
    <w:rsid w:val="00E21E3E"/>
    <w:rsid w:val="00E227AD"/>
    <w:rsid w:val="00E228DB"/>
    <w:rsid w:val="00E22F0F"/>
    <w:rsid w:val="00E23204"/>
    <w:rsid w:val="00E237E8"/>
    <w:rsid w:val="00E238F6"/>
    <w:rsid w:val="00E24BDB"/>
    <w:rsid w:val="00E25903"/>
    <w:rsid w:val="00E27157"/>
    <w:rsid w:val="00E275BF"/>
    <w:rsid w:val="00E27AC3"/>
    <w:rsid w:val="00E3193D"/>
    <w:rsid w:val="00E33F5D"/>
    <w:rsid w:val="00E34A2E"/>
    <w:rsid w:val="00E35ABD"/>
    <w:rsid w:val="00E3714B"/>
    <w:rsid w:val="00E40266"/>
    <w:rsid w:val="00E429D3"/>
    <w:rsid w:val="00E42B06"/>
    <w:rsid w:val="00E42FBF"/>
    <w:rsid w:val="00E44F0D"/>
    <w:rsid w:val="00E456E0"/>
    <w:rsid w:val="00E4661D"/>
    <w:rsid w:val="00E471DF"/>
    <w:rsid w:val="00E50102"/>
    <w:rsid w:val="00E5011B"/>
    <w:rsid w:val="00E5065A"/>
    <w:rsid w:val="00E50F05"/>
    <w:rsid w:val="00E5104F"/>
    <w:rsid w:val="00E5152E"/>
    <w:rsid w:val="00E52C86"/>
    <w:rsid w:val="00E52F3F"/>
    <w:rsid w:val="00E53CFC"/>
    <w:rsid w:val="00E551BB"/>
    <w:rsid w:val="00E555DC"/>
    <w:rsid w:val="00E55979"/>
    <w:rsid w:val="00E56875"/>
    <w:rsid w:val="00E603D8"/>
    <w:rsid w:val="00E6150D"/>
    <w:rsid w:val="00E619D0"/>
    <w:rsid w:val="00E61FEC"/>
    <w:rsid w:val="00E6389E"/>
    <w:rsid w:val="00E64223"/>
    <w:rsid w:val="00E66590"/>
    <w:rsid w:val="00E666BB"/>
    <w:rsid w:val="00E7072C"/>
    <w:rsid w:val="00E712DC"/>
    <w:rsid w:val="00E71A0B"/>
    <w:rsid w:val="00E74471"/>
    <w:rsid w:val="00E748A8"/>
    <w:rsid w:val="00E74AF4"/>
    <w:rsid w:val="00E75E08"/>
    <w:rsid w:val="00E76AF3"/>
    <w:rsid w:val="00E770CA"/>
    <w:rsid w:val="00E81384"/>
    <w:rsid w:val="00E821B4"/>
    <w:rsid w:val="00E82345"/>
    <w:rsid w:val="00E82460"/>
    <w:rsid w:val="00E825CB"/>
    <w:rsid w:val="00E84D41"/>
    <w:rsid w:val="00E84DC4"/>
    <w:rsid w:val="00E85255"/>
    <w:rsid w:val="00E85955"/>
    <w:rsid w:val="00E8636B"/>
    <w:rsid w:val="00E91514"/>
    <w:rsid w:val="00E91620"/>
    <w:rsid w:val="00E92F8F"/>
    <w:rsid w:val="00E931EB"/>
    <w:rsid w:val="00EA0BD4"/>
    <w:rsid w:val="00EA0C46"/>
    <w:rsid w:val="00EA211F"/>
    <w:rsid w:val="00EA26BD"/>
    <w:rsid w:val="00EA45FC"/>
    <w:rsid w:val="00EA472B"/>
    <w:rsid w:val="00EA7B5F"/>
    <w:rsid w:val="00EB004B"/>
    <w:rsid w:val="00EB025F"/>
    <w:rsid w:val="00EB1209"/>
    <w:rsid w:val="00EB1325"/>
    <w:rsid w:val="00EB206A"/>
    <w:rsid w:val="00EB245B"/>
    <w:rsid w:val="00EB51B4"/>
    <w:rsid w:val="00EB51CB"/>
    <w:rsid w:val="00EB75E8"/>
    <w:rsid w:val="00EB771C"/>
    <w:rsid w:val="00EC09C8"/>
    <w:rsid w:val="00EC1224"/>
    <w:rsid w:val="00EC157C"/>
    <w:rsid w:val="00EC2B93"/>
    <w:rsid w:val="00EC2C9C"/>
    <w:rsid w:val="00EC2FAC"/>
    <w:rsid w:val="00EC39B4"/>
    <w:rsid w:val="00EC3D33"/>
    <w:rsid w:val="00EC428F"/>
    <w:rsid w:val="00EC4C41"/>
    <w:rsid w:val="00EC5E42"/>
    <w:rsid w:val="00EC648E"/>
    <w:rsid w:val="00ED0732"/>
    <w:rsid w:val="00ED58FC"/>
    <w:rsid w:val="00ED6198"/>
    <w:rsid w:val="00ED6E0F"/>
    <w:rsid w:val="00ED7665"/>
    <w:rsid w:val="00ED7EB2"/>
    <w:rsid w:val="00ED7F38"/>
    <w:rsid w:val="00EE0420"/>
    <w:rsid w:val="00EE0F07"/>
    <w:rsid w:val="00EE22E1"/>
    <w:rsid w:val="00EE4E30"/>
    <w:rsid w:val="00EE5157"/>
    <w:rsid w:val="00EE5BEC"/>
    <w:rsid w:val="00EE5DFC"/>
    <w:rsid w:val="00EE6024"/>
    <w:rsid w:val="00EE669D"/>
    <w:rsid w:val="00EE6EA4"/>
    <w:rsid w:val="00EE750A"/>
    <w:rsid w:val="00EE7BE8"/>
    <w:rsid w:val="00EF121D"/>
    <w:rsid w:val="00EF1CD4"/>
    <w:rsid w:val="00EF2BB0"/>
    <w:rsid w:val="00EF30E1"/>
    <w:rsid w:val="00EF34E3"/>
    <w:rsid w:val="00EF3CC0"/>
    <w:rsid w:val="00EF4566"/>
    <w:rsid w:val="00EF4A0B"/>
    <w:rsid w:val="00EF5B25"/>
    <w:rsid w:val="00EF5C37"/>
    <w:rsid w:val="00EF6D7A"/>
    <w:rsid w:val="00EF7AF6"/>
    <w:rsid w:val="00EF7BB3"/>
    <w:rsid w:val="00F0036D"/>
    <w:rsid w:val="00F006C7"/>
    <w:rsid w:val="00F006FF"/>
    <w:rsid w:val="00F007ED"/>
    <w:rsid w:val="00F02039"/>
    <w:rsid w:val="00F02198"/>
    <w:rsid w:val="00F02B1C"/>
    <w:rsid w:val="00F02B1E"/>
    <w:rsid w:val="00F032E1"/>
    <w:rsid w:val="00F03486"/>
    <w:rsid w:val="00F03EB4"/>
    <w:rsid w:val="00F0740D"/>
    <w:rsid w:val="00F10BD7"/>
    <w:rsid w:val="00F1290B"/>
    <w:rsid w:val="00F12B44"/>
    <w:rsid w:val="00F13DFA"/>
    <w:rsid w:val="00F155EB"/>
    <w:rsid w:val="00F15945"/>
    <w:rsid w:val="00F1677A"/>
    <w:rsid w:val="00F17AE0"/>
    <w:rsid w:val="00F20311"/>
    <w:rsid w:val="00F20FE4"/>
    <w:rsid w:val="00F223B5"/>
    <w:rsid w:val="00F2491F"/>
    <w:rsid w:val="00F25CD1"/>
    <w:rsid w:val="00F2650C"/>
    <w:rsid w:val="00F2684E"/>
    <w:rsid w:val="00F269D8"/>
    <w:rsid w:val="00F271A7"/>
    <w:rsid w:val="00F27AF9"/>
    <w:rsid w:val="00F27D12"/>
    <w:rsid w:val="00F30209"/>
    <w:rsid w:val="00F30245"/>
    <w:rsid w:val="00F30795"/>
    <w:rsid w:val="00F30C6B"/>
    <w:rsid w:val="00F319DA"/>
    <w:rsid w:val="00F31D90"/>
    <w:rsid w:val="00F32189"/>
    <w:rsid w:val="00F326F7"/>
    <w:rsid w:val="00F33038"/>
    <w:rsid w:val="00F337C7"/>
    <w:rsid w:val="00F33AED"/>
    <w:rsid w:val="00F344F8"/>
    <w:rsid w:val="00F3490B"/>
    <w:rsid w:val="00F34973"/>
    <w:rsid w:val="00F3558F"/>
    <w:rsid w:val="00F35DD7"/>
    <w:rsid w:val="00F36592"/>
    <w:rsid w:val="00F413D7"/>
    <w:rsid w:val="00F45998"/>
    <w:rsid w:val="00F46484"/>
    <w:rsid w:val="00F46EA0"/>
    <w:rsid w:val="00F476BA"/>
    <w:rsid w:val="00F47D41"/>
    <w:rsid w:val="00F505BE"/>
    <w:rsid w:val="00F50C07"/>
    <w:rsid w:val="00F50DA5"/>
    <w:rsid w:val="00F52914"/>
    <w:rsid w:val="00F52BA0"/>
    <w:rsid w:val="00F52D18"/>
    <w:rsid w:val="00F53165"/>
    <w:rsid w:val="00F53C21"/>
    <w:rsid w:val="00F5454A"/>
    <w:rsid w:val="00F54A44"/>
    <w:rsid w:val="00F5669A"/>
    <w:rsid w:val="00F619F2"/>
    <w:rsid w:val="00F61C1A"/>
    <w:rsid w:val="00F634B5"/>
    <w:rsid w:val="00F63659"/>
    <w:rsid w:val="00F6434D"/>
    <w:rsid w:val="00F66BA9"/>
    <w:rsid w:val="00F66C6B"/>
    <w:rsid w:val="00F66F0A"/>
    <w:rsid w:val="00F67841"/>
    <w:rsid w:val="00F67B55"/>
    <w:rsid w:val="00F70F16"/>
    <w:rsid w:val="00F71043"/>
    <w:rsid w:val="00F7122C"/>
    <w:rsid w:val="00F7232C"/>
    <w:rsid w:val="00F72C09"/>
    <w:rsid w:val="00F73EAD"/>
    <w:rsid w:val="00F768D3"/>
    <w:rsid w:val="00F77C7D"/>
    <w:rsid w:val="00F8127C"/>
    <w:rsid w:val="00F81A16"/>
    <w:rsid w:val="00F81C15"/>
    <w:rsid w:val="00F81DF7"/>
    <w:rsid w:val="00F8222F"/>
    <w:rsid w:val="00F840AD"/>
    <w:rsid w:val="00F84243"/>
    <w:rsid w:val="00F85124"/>
    <w:rsid w:val="00F85199"/>
    <w:rsid w:val="00F86F7D"/>
    <w:rsid w:val="00F8767A"/>
    <w:rsid w:val="00F91156"/>
    <w:rsid w:val="00F93B10"/>
    <w:rsid w:val="00F94D3E"/>
    <w:rsid w:val="00F954AB"/>
    <w:rsid w:val="00F969E6"/>
    <w:rsid w:val="00F97326"/>
    <w:rsid w:val="00FA0729"/>
    <w:rsid w:val="00FA11DE"/>
    <w:rsid w:val="00FA1C6C"/>
    <w:rsid w:val="00FA1E87"/>
    <w:rsid w:val="00FA233D"/>
    <w:rsid w:val="00FA2E79"/>
    <w:rsid w:val="00FA2F99"/>
    <w:rsid w:val="00FA3257"/>
    <w:rsid w:val="00FA328C"/>
    <w:rsid w:val="00FA40D7"/>
    <w:rsid w:val="00FA4370"/>
    <w:rsid w:val="00FA5150"/>
    <w:rsid w:val="00FA5314"/>
    <w:rsid w:val="00FA538F"/>
    <w:rsid w:val="00FA5576"/>
    <w:rsid w:val="00FA714C"/>
    <w:rsid w:val="00FB0026"/>
    <w:rsid w:val="00FB0C33"/>
    <w:rsid w:val="00FB0D7B"/>
    <w:rsid w:val="00FB0DFC"/>
    <w:rsid w:val="00FB156C"/>
    <w:rsid w:val="00FB1975"/>
    <w:rsid w:val="00FB1FC5"/>
    <w:rsid w:val="00FB6720"/>
    <w:rsid w:val="00FC11DD"/>
    <w:rsid w:val="00FC12E7"/>
    <w:rsid w:val="00FC169D"/>
    <w:rsid w:val="00FC16BD"/>
    <w:rsid w:val="00FC205E"/>
    <w:rsid w:val="00FC26EA"/>
    <w:rsid w:val="00FC2B01"/>
    <w:rsid w:val="00FC339B"/>
    <w:rsid w:val="00FC3881"/>
    <w:rsid w:val="00FC3E2F"/>
    <w:rsid w:val="00FC3F38"/>
    <w:rsid w:val="00FC41AF"/>
    <w:rsid w:val="00FC4319"/>
    <w:rsid w:val="00FC4494"/>
    <w:rsid w:val="00FC4BF4"/>
    <w:rsid w:val="00FC4DA1"/>
    <w:rsid w:val="00FC5295"/>
    <w:rsid w:val="00FC580B"/>
    <w:rsid w:val="00FC5ACC"/>
    <w:rsid w:val="00FC73D5"/>
    <w:rsid w:val="00FC7611"/>
    <w:rsid w:val="00FC7C0C"/>
    <w:rsid w:val="00FD00FE"/>
    <w:rsid w:val="00FD01F4"/>
    <w:rsid w:val="00FD0832"/>
    <w:rsid w:val="00FD144A"/>
    <w:rsid w:val="00FD15AC"/>
    <w:rsid w:val="00FD167F"/>
    <w:rsid w:val="00FD1B7E"/>
    <w:rsid w:val="00FD1F7F"/>
    <w:rsid w:val="00FD245D"/>
    <w:rsid w:val="00FD2FF9"/>
    <w:rsid w:val="00FD37E3"/>
    <w:rsid w:val="00FD385A"/>
    <w:rsid w:val="00FD4AD2"/>
    <w:rsid w:val="00FD588F"/>
    <w:rsid w:val="00FD5C6C"/>
    <w:rsid w:val="00FD61A6"/>
    <w:rsid w:val="00FD759A"/>
    <w:rsid w:val="00FD7A9B"/>
    <w:rsid w:val="00FE13D6"/>
    <w:rsid w:val="00FE38B4"/>
    <w:rsid w:val="00FE6010"/>
    <w:rsid w:val="00FF07C1"/>
    <w:rsid w:val="00FF086D"/>
    <w:rsid w:val="00FF3043"/>
    <w:rsid w:val="00FF3A79"/>
    <w:rsid w:val="00FF3C32"/>
    <w:rsid w:val="00FF42DC"/>
    <w:rsid w:val="00FF465C"/>
    <w:rsid w:val="00FF5E80"/>
    <w:rsid w:val="00FF64F3"/>
    <w:rsid w:val="00FF6EAE"/>
    <w:rsid w:val="00FF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05A55D67"/>
  <w15:chartTrackingRefBased/>
  <w15:docId w15:val="{A64F17F9-6252-458E-953F-7D5536A51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D7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12600"/>
    <w:pPr>
      <w:keepNext/>
      <w:keepLines/>
      <w:numPr>
        <w:numId w:val="5"/>
      </w:numPr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1497F"/>
    <w:pPr>
      <w:keepNext/>
      <w:keepLines/>
      <w:numPr>
        <w:ilvl w:val="1"/>
        <w:numId w:val="5"/>
      </w:numPr>
      <w:spacing w:before="40"/>
      <w:jc w:val="center"/>
      <w:outlineLvl w:val="1"/>
    </w:pPr>
    <w:rPr>
      <w:rFonts w:ascii="Trebuchet MS" w:hAnsi="Trebuchet MS"/>
      <w:b/>
      <w:sz w:val="20"/>
      <w:szCs w:val="26"/>
    </w:rPr>
  </w:style>
  <w:style w:type="paragraph" w:styleId="Nagwek3">
    <w:name w:val="heading 3"/>
    <w:basedOn w:val="Normalny"/>
    <w:next w:val="Normalny"/>
    <w:link w:val="Nagwek3Znak"/>
    <w:qFormat/>
    <w:rsid w:val="00D8661D"/>
    <w:pPr>
      <w:keepNext/>
      <w:keepLines/>
      <w:numPr>
        <w:ilvl w:val="2"/>
        <w:numId w:val="5"/>
      </w:numPr>
      <w:spacing w:before="40"/>
      <w:outlineLvl w:val="2"/>
    </w:pPr>
    <w:rPr>
      <w:rFonts w:ascii="Calibri Light" w:hAnsi="Calibri Light"/>
      <w:color w:val="1F4D7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8661D"/>
    <w:pPr>
      <w:keepNext/>
      <w:keepLines/>
      <w:numPr>
        <w:ilvl w:val="3"/>
        <w:numId w:val="5"/>
      </w:numPr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8661D"/>
    <w:pPr>
      <w:keepNext/>
      <w:keepLines/>
      <w:numPr>
        <w:ilvl w:val="4"/>
        <w:numId w:val="5"/>
      </w:numPr>
      <w:spacing w:before="40"/>
      <w:outlineLvl w:val="4"/>
    </w:pPr>
    <w:rPr>
      <w:rFonts w:ascii="Calibri Light" w:hAnsi="Calibri Light"/>
      <w:color w:val="2E74B5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8661D"/>
    <w:pPr>
      <w:keepNext/>
      <w:keepLines/>
      <w:numPr>
        <w:ilvl w:val="5"/>
        <w:numId w:val="5"/>
      </w:numPr>
      <w:spacing w:before="40"/>
      <w:outlineLvl w:val="5"/>
    </w:pPr>
    <w:rPr>
      <w:rFonts w:ascii="Calibri Light" w:hAnsi="Calibri Light"/>
      <w:color w:val="1F4D7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8661D"/>
    <w:pPr>
      <w:keepNext/>
      <w:keepLines/>
      <w:numPr>
        <w:ilvl w:val="6"/>
        <w:numId w:val="5"/>
      </w:numPr>
      <w:spacing w:before="40"/>
      <w:outlineLvl w:val="6"/>
    </w:pPr>
    <w:rPr>
      <w:rFonts w:ascii="Calibri Light" w:hAnsi="Calibri Light"/>
      <w:i/>
      <w:iCs/>
      <w:color w:val="1F4D7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8661D"/>
    <w:pPr>
      <w:keepNext/>
      <w:keepLines/>
      <w:numPr>
        <w:ilvl w:val="7"/>
        <w:numId w:val="5"/>
      </w:numPr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8661D"/>
    <w:pPr>
      <w:keepNext/>
      <w:keepLines/>
      <w:numPr>
        <w:ilvl w:val="8"/>
        <w:numId w:val="5"/>
      </w:numPr>
      <w:spacing w:before="40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8510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85107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9851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D74989"/>
  </w:style>
  <w:style w:type="character" w:customStyle="1" w:styleId="NagwekZnak">
    <w:name w:val="Nagłówek Znak"/>
    <w:link w:val="Nagwek"/>
    <w:rsid w:val="00C7529A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7529A"/>
    <w:rPr>
      <w:sz w:val="24"/>
      <w:szCs w:val="24"/>
    </w:rPr>
  </w:style>
  <w:style w:type="paragraph" w:styleId="Tekstprzypisudolnego">
    <w:name w:val="footnote text"/>
    <w:aliases w:val="Znak1,Footnote,Podrozdział,Podrozdzia3, Znak1, Znak Znak,Footnote Text Char1"/>
    <w:basedOn w:val="Normalny"/>
    <w:link w:val="TekstprzypisudolnegoZnak"/>
    <w:unhideWhenUsed/>
    <w:rsid w:val="007601B5"/>
    <w:rPr>
      <w:sz w:val="20"/>
      <w:szCs w:val="20"/>
    </w:rPr>
  </w:style>
  <w:style w:type="character" w:customStyle="1" w:styleId="TekstprzypisudolnegoZnak">
    <w:name w:val="Tekst przypisu dolnego Znak"/>
    <w:aliases w:val="Znak1 Znak,Footnote Znak,Podrozdział Znak,Podrozdzia3 Znak, Znak1 Znak, Znak Znak Znak,Footnote Text Char1 Znak"/>
    <w:basedOn w:val="Domylnaczcionkaakapitu"/>
    <w:link w:val="Tekstprzypisudolnego"/>
    <w:rsid w:val="007601B5"/>
  </w:style>
  <w:style w:type="character" w:styleId="Odwoanieprzypisudolnego">
    <w:name w:val="footnote reference"/>
    <w:aliases w:val="Footnote Reference Number"/>
    <w:unhideWhenUsed/>
    <w:rsid w:val="007601B5"/>
    <w:rPr>
      <w:vertAlign w:val="superscript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3E01AE"/>
    <w:pPr>
      <w:ind w:left="720"/>
      <w:contextualSpacing/>
    </w:pPr>
  </w:style>
  <w:style w:type="character" w:customStyle="1" w:styleId="Nagwek1Znak">
    <w:name w:val="Nagłówek 1 Znak"/>
    <w:link w:val="Nagwek1"/>
    <w:uiPriority w:val="99"/>
    <w:rsid w:val="00D8661D"/>
    <w:rPr>
      <w:rFonts w:ascii="Calibri Light" w:hAnsi="Calibri Light"/>
      <w:color w:val="2E74B5"/>
      <w:sz w:val="32"/>
      <w:szCs w:val="32"/>
    </w:rPr>
  </w:style>
  <w:style w:type="character" w:customStyle="1" w:styleId="Nagwek2Znak">
    <w:name w:val="Nagłówek 2 Znak"/>
    <w:link w:val="Nagwek2"/>
    <w:uiPriority w:val="99"/>
    <w:rsid w:val="0041497F"/>
    <w:rPr>
      <w:rFonts w:ascii="Trebuchet MS" w:hAnsi="Trebuchet MS"/>
      <w:b/>
      <w:szCs w:val="26"/>
    </w:rPr>
  </w:style>
  <w:style w:type="character" w:customStyle="1" w:styleId="Nagwek3Znak">
    <w:name w:val="Nagłówek 3 Znak"/>
    <w:link w:val="Nagwek3"/>
    <w:rsid w:val="00D8661D"/>
    <w:rPr>
      <w:rFonts w:ascii="Calibri Light" w:hAnsi="Calibri Light"/>
      <w:color w:val="1F4D78"/>
      <w:sz w:val="24"/>
      <w:szCs w:val="24"/>
    </w:rPr>
  </w:style>
  <w:style w:type="character" w:customStyle="1" w:styleId="Nagwek4Znak">
    <w:name w:val="Nagłówek 4 Znak"/>
    <w:link w:val="Nagwek4"/>
    <w:uiPriority w:val="99"/>
    <w:rsid w:val="00D8661D"/>
    <w:rPr>
      <w:rFonts w:ascii="Calibri Light" w:hAnsi="Calibri Light"/>
      <w:i/>
      <w:iCs/>
      <w:color w:val="2E74B5"/>
      <w:sz w:val="24"/>
      <w:szCs w:val="24"/>
    </w:rPr>
  </w:style>
  <w:style w:type="character" w:customStyle="1" w:styleId="Nagwek5Znak">
    <w:name w:val="Nagłówek 5 Znak"/>
    <w:link w:val="Nagwek5"/>
    <w:uiPriority w:val="99"/>
    <w:rsid w:val="00D8661D"/>
    <w:rPr>
      <w:rFonts w:ascii="Calibri Light" w:hAnsi="Calibri Light"/>
      <w:color w:val="2E74B5"/>
      <w:sz w:val="24"/>
      <w:szCs w:val="24"/>
    </w:rPr>
  </w:style>
  <w:style w:type="character" w:customStyle="1" w:styleId="Nagwek6Znak">
    <w:name w:val="Nagłówek 6 Znak"/>
    <w:link w:val="Nagwek6"/>
    <w:uiPriority w:val="99"/>
    <w:rsid w:val="00D8661D"/>
    <w:rPr>
      <w:rFonts w:ascii="Calibri Light" w:hAnsi="Calibri Light"/>
      <w:color w:val="1F4D78"/>
      <w:sz w:val="24"/>
      <w:szCs w:val="24"/>
    </w:rPr>
  </w:style>
  <w:style w:type="character" w:customStyle="1" w:styleId="Nagwek7Znak">
    <w:name w:val="Nagłówek 7 Znak"/>
    <w:link w:val="Nagwek7"/>
    <w:uiPriority w:val="99"/>
    <w:rsid w:val="00D8661D"/>
    <w:rPr>
      <w:rFonts w:ascii="Calibri Light" w:hAnsi="Calibri Light"/>
      <w:i/>
      <w:iCs/>
      <w:color w:val="1F4D78"/>
      <w:sz w:val="24"/>
      <w:szCs w:val="24"/>
    </w:rPr>
  </w:style>
  <w:style w:type="character" w:customStyle="1" w:styleId="Nagwek8Znak">
    <w:name w:val="Nagłówek 8 Znak"/>
    <w:link w:val="Nagwek8"/>
    <w:uiPriority w:val="99"/>
    <w:rsid w:val="00D8661D"/>
    <w:rPr>
      <w:rFonts w:ascii="Calibri Light" w:hAnsi="Calibri Light"/>
      <w:color w:val="272727"/>
      <w:sz w:val="21"/>
      <w:szCs w:val="21"/>
    </w:rPr>
  </w:style>
  <w:style w:type="character" w:customStyle="1" w:styleId="Nagwek9Znak">
    <w:name w:val="Nagłówek 9 Znak"/>
    <w:link w:val="Nagwek9"/>
    <w:uiPriority w:val="99"/>
    <w:rsid w:val="00D8661D"/>
    <w:rPr>
      <w:rFonts w:ascii="Calibri Light" w:hAnsi="Calibri Light"/>
      <w:i/>
      <w:iCs/>
      <w:color w:val="272727"/>
      <w:sz w:val="21"/>
      <w:szCs w:val="21"/>
    </w:rPr>
  </w:style>
  <w:style w:type="paragraph" w:styleId="Tekstdymka">
    <w:name w:val="Balloon Text"/>
    <w:basedOn w:val="Normalny"/>
    <w:link w:val="TekstdymkaZnak"/>
    <w:semiHidden/>
    <w:unhideWhenUsed/>
    <w:rsid w:val="00234B7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semiHidden/>
    <w:rsid w:val="00234B7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nhideWhenUsed/>
    <w:rsid w:val="0051297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5129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12974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12974"/>
    <w:rPr>
      <w:b/>
      <w:bCs/>
    </w:rPr>
  </w:style>
  <w:style w:type="character" w:customStyle="1" w:styleId="TematkomentarzaZnak">
    <w:name w:val="Temat komentarza Znak"/>
    <w:link w:val="Tematkomentarza"/>
    <w:semiHidden/>
    <w:rsid w:val="00512974"/>
    <w:rPr>
      <w:b/>
      <w:bCs/>
    </w:rPr>
  </w:style>
  <w:style w:type="paragraph" w:customStyle="1" w:styleId="Akapitzlist1">
    <w:name w:val="Akapit z listą1"/>
    <w:basedOn w:val="Normalny"/>
    <w:rsid w:val="00436270"/>
    <w:pPr>
      <w:ind w:left="720"/>
      <w:contextualSpacing/>
    </w:pPr>
    <w:rPr>
      <w:rFonts w:eastAsia="Calibri"/>
      <w:sz w:val="20"/>
      <w:szCs w:val="20"/>
    </w:rPr>
  </w:style>
  <w:style w:type="paragraph" w:customStyle="1" w:styleId="Akapitzlist11">
    <w:name w:val="Akapit z listą11"/>
    <w:basedOn w:val="Normalny"/>
    <w:rsid w:val="00712600"/>
    <w:pPr>
      <w:widowControl w:val="0"/>
      <w:autoSpaceDE w:val="0"/>
      <w:autoSpaceDN w:val="0"/>
      <w:adjustRightInd w:val="0"/>
      <w:ind w:left="720" w:firstLine="260"/>
      <w:contextualSpacing/>
    </w:pPr>
    <w:rPr>
      <w:rFonts w:ascii="Arial" w:hAnsi="Arial" w:cs="Arial"/>
      <w:sz w:val="20"/>
      <w:szCs w:val="20"/>
    </w:rPr>
  </w:style>
  <w:style w:type="character" w:styleId="Hipercze">
    <w:name w:val="Hyperlink"/>
    <w:uiPriority w:val="99"/>
    <w:unhideWhenUsed/>
    <w:rsid w:val="00FA538F"/>
    <w:rPr>
      <w:color w:val="0563C1"/>
      <w:u w:val="single"/>
    </w:rPr>
  </w:style>
  <w:style w:type="paragraph" w:styleId="Poprawka">
    <w:name w:val="Revision"/>
    <w:hidden/>
    <w:uiPriority w:val="99"/>
    <w:semiHidden/>
    <w:rsid w:val="00225BE1"/>
    <w:rPr>
      <w:sz w:val="24"/>
      <w:szCs w:val="24"/>
    </w:rPr>
  </w:style>
  <w:style w:type="paragraph" w:customStyle="1" w:styleId="ust">
    <w:name w:val="ust"/>
    <w:rsid w:val="00106BCD"/>
    <w:pPr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1E0B04"/>
    <w:pPr>
      <w:spacing w:before="60" w:after="60"/>
      <w:ind w:left="851" w:hanging="295"/>
      <w:jc w:val="both"/>
    </w:pPr>
  </w:style>
  <w:style w:type="numbering" w:customStyle="1" w:styleId="Styl1">
    <w:name w:val="Styl1"/>
    <w:uiPriority w:val="99"/>
    <w:rsid w:val="00C91BEE"/>
    <w:pPr>
      <w:numPr>
        <w:numId w:val="17"/>
      </w:numPr>
    </w:pPr>
  </w:style>
  <w:style w:type="numbering" w:customStyle="1" w:styleId="Styl2">
    <w:name w:val="Styl2"/>
    <w:uiPriority w:val="99"/>
    <w:rsid w:val="00C56E6D"/>
    <w:pPr>
      <w:numPr>
        <w:numId w:val="19"/>
      </w:numPr>
    </w:pPr>
  </w:style>
  <w:style w:type="numbering" w:customStyle="1" w:styleId="Styl3">
    <w:name w:val="Styl3"/>
    <w:uiPriority w:val="99"/>
    <w:rsid w:val="005F27D0"/>
    <w:pPr>
      <w:numPr>
        <w:numId w:val="20"/>
      </w:numPr>
    </w:pPr>
  </w:style>
  <w:style w:type="numbering" w:customStyle="1" w:styleId="Styl4">
    <w:name w:val="Styl4"/>
    <w:uiPriority w:val="99"/>
    <w:rsid w:val="009974C2"/>
    <w:pPr>
      <w:numPr>
        <w:numId w:val="132"/>
      </w:numPr>
    </w:pPr>
  </w:style>
  <w:style w:type="character" w:styleId="UyteHipercze">
    <w:name w:val="FollowedHyperlink"/>
    <w:uiPriority w:val="99"/>
    <w:semiHidden/>
    <w:unhideWhenUsed/>
    <w:rsid w:val="00E82460"/>
    <w:rPr>
      <w:color w:val="954F72"/>
      <w:u w:val="single"/>
    </w:rPr>
  </w:style>
  <w:style w:type="paragraph" w:customStyle="1" w:styleId="Tekstpodstawowy21">
    <w:name w:val="Tekst podstawowy 21"/>
    <w:basedOn w:val="Normalny"/>
    <w:uiPriority w:val="99"/>
    <w:rsid w:val="00585E15"/>
    <w:pPr>
      <w:suppressAutoHyphens/>
      <w:spacing w:after="120" w:line="480" w:lineRule="auto"/>
    </w:pPr>
    <w:rPr>
      <w:lang w:eastAsia="ar-SA"/>
    </w:rPr>
  </w:style>
  <w:style w:type="paragraph" w:styleId="Tekstpodstawowy">
    <w:name w:val="Body Text"/>
    <w:basedOn w:val="Normalny"/>
    <w:link w:val="TekstpodstawowyZnak"/>
    <w:rsid w:val="00487695"/>
    <w:pPr>
      <w:jc w:val="both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87695"/>
    <w:rPr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A038B1"/>
    <w:pPr>
      <w:widowControl w:val="0"/>
      <w:suppressAutoHyphens/>
      <w:spacing w:after="120" w:line="480" w:lineRule="auto"/>
    </w:pPr>
    <w:rPr>
      <w:rFonts w:eastAsia="SimSun" w:cs="Mangal"/>
      <w:kern w:val="1"/>
      <w:lang w:eastAsia="hi-IN" w:bidi="hi-IN"/>
    </w:rPr>
  </w:style>
  <w:style w:type="character" w:customStyle="1" w:styleId="Znakiprzypiswdolnych">
    <w:name w:val="Znaki przypisów dolnych"/>
    <w:uiPriority w:val="99"/>
    <w:rsid w:val="00FA4370"/>
    <w:rPr>
      <w:vertAlign w:val="superscript"/>
    </w:rPr>
  </w:style>
  <w:style w:type="paragraph" w:customStyle="1" w:styleId="CM4">
    <w:name w:val="CM4"/>
    <w:basedOn w:val="Normalny"/>
    <w:rsid w:val="00DE1752"/>
    <w:pPr>
      <w:autoSpaceDE w:val="0"/>
      <w:autoSpaceDN w:val="0"/>
      <w:spacing w:line="240" w:lineRule="atLeast"/>
    </w:pPr>
    <w:rPr>
      <w:rFonts w:ascii="Tahoma" w:eastAsiaTheme="minorHAnsi" w:hAnsi="Tahoma" w:cs="Tahoma"/>
    </w:rPr>
  </w:style>
  <w:style w:type="paragraph" w:customStyle="1" w:styleId="cm40">
    <w:name w:val="cm40"/>
    <w:basedOn w:val="Normalny"/>
    <w:uiPriority w:val="99"/>
    <w:rsid w:val="00DE1752"/>
    <w:pPr>
      <w:autoSpaceDE w:val="0"/>
      <w:autoSpaceDN w:val="0"/>
      <w:spacing w:line="240" w:lineRule="atLeast"/>
    </w:pPr>
    <w:rPr>
      <w:rFonts w:ascii="Tahoma" w:eastAsiaTheme="minorHAnsi" w:hAnsi="Tahoma" w:cs="Tahoma"/>
    </w:rPr>
  </w:style>
  <w:style w:type="paragraph" w:customStyle="1" w:styleId="Podstawowyakapitowy">
    <w:name w:val="[Podstawowy akapitowy]"/>
    <w:basedOn w:val="Normalny"/>
    <w:uiPriority w:val="99"/>
    <w:rsid w:val="00DE1752"/>
    <w:pPr>
      <w:autoSpaceDE w:val="0"/>
      <w:autoSpaceDN w:val="0"/>
      <w:adjustRightInd w:val="0"/>
      <w:spacing w:line="288" w:lineRule="auto"/>
      <w:textAlignment w:val="center"/>
    </w:pPr>
    <w:rPr>
      <w:rFonts w:eastAsiaTheme="minorHAnsi"/>
      <w:color w:val="000000"/>
      <w:lang w:eastAsia="en-US"/>
    </w:rPr>
  </w:style>
  <w:style w:type="paragraph" w:customStyle="1" w:styleId="CM34">
    <w:name w:val="CM34"/>
    <w:basedOn w:val="Normalny"/>
    <w:next w:val="Normalny"/>
    <w:rsid w:val="00CB15E6"/>
    <w:pPr>
      <w:widowControl w:val="0"/>
      <w:autoSpaceDE w:val="0"/>
      <w:autoSpaceDN w:val="0"/>
      <w:adjustRightInd w:val="0"/>
    </w:pPr>
    <w:rPr>
      <w:rFonts w:ascii="Tahoma" w:hAnsi="Tahoma"/>
    </w:rPr>
  </w:style>
  <w:style w:type="paragraph" w:customStyle="1" w:styleId="Brakstyluakapitowego">
    <w:name w:val="[Brak stylu akapitowego]"/>
    <w:rsid w:val="00CB15E6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numbering" w:customStyle="1" w:styleId="Styl5">
    <w:name w:val="Styl5"/>
    <w:uiPriority w:val="99"/>
    <w:rsid w:val="00CC0B93"/>
    <w:pPr>
      <w:numPr>
        <w:numId w:val="25"/>
      </w:numPr>
    </w:pPr>
  </w:style>
  <w:style w:type="paragraph" w:customStyle="1" w:styleId="Standard">
    <w:name w:val="Standard"/>
    <w:rsid w:val="00B11CB8"/>
    <w:pPr>
      <w:shd w:val="clear" w:color="auto" w:fill="FFFFFF"/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szCs w:val="22"/>
      <w:lang w:eastAsia="zh-CN" w:bidi="hi-IN"/>
    </w:rPr>
  </w:style>
  <w:style w:type="numbering" w:customStyle="1" w:styleId="WWNum3">
    <w:name w:val="WWNum3"/>
    <w:basedOn w:val="Bezlisty"/>
    <w:rsid w:val="00117F8F"/>
    <w:pPr>
      <w:numPr>
        <w:numId w:val="26"/>
      </w:numPr>
    </w:pPr>
  </w:style>
  <w:style w:type="character" w:customStyle="1" w:styleId="AkapitzlistZnak">
    <w:name w:val="Akapit z listą Znak"/>
    <w:aliases w:val="sw tekst Znak"/>
    <w:link w:val="Akapitzlist"/>
    <w:uiPriority w:val="34"/>
    <w:rsid w:val="00BA61CD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C06357"/>
    <w:rPr>
      <w:rFonts w:eastAsiaTheme="minorHAnsi"/>
    </w:rPr>
  </w:style>
  <w:style w:type="numbering" w:customStyle="1" w:styleId="Styl21">
    <w:name w:val="Styl21"/>
    <w:uiPriority w:val="99"/>
    <w:rsid w:val="008F25FE"/>
  </w:style>
  <w:style w:type="numbering" w:customStyle="1" w:styleId="Styl22">
    <w:name w:val="Styl22"/>
    <w:uiPriority w:val="99"/>
    <w:rsid w:val="008F25FE"/>
    <w:pPr>
      <w:numPr>
        <w:numId w:val="8"/>
      </w:numPr>
    </w:pPr>
  </w:style>
  <w:style w:type="numbering" w:customStyle="1" w:styleId="Styl211">
    <w:name w:val="Styl211"/>
    <w:uiPriority w:val="99"/>
    <w:rsid w:val="00FC7C0C"/>
    <w:pPr>
      <w:numPr>
        <w:numId w:val="55"/>
      </w:numPr>
    </w:pPr>
  </w:style>
  <w:style w:type="paragraph" w:customStyle="1" w:styleId="xl66">
    <w:name w:val="xl66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7">
    <w:name w:val="xl67"/>
    <w:basedOn w:val="Normalny"/>
    <w:rsid w:val="00E75E08"/>
    <w:pPr>
      <w:spacing w:before="100" w:beforeAutospacing="1" w:after="100" w:afterAutospacing="1"/>
    </w:pPr>
    <w:rPr>
      <w:sz w:val="18"/>
      <w:szCs w:val="18"/>
    </w:rPr>
  </w:style>
  <w:style w:type="paragraph" w:customStyle="1" w:styleId="xl68">
    <w:name w:val="xl68"/>
    <w:basedOn w:val="Normalny"/>
    <w:rsid w:val="00E75E08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9">
    <w:name w:val="xl69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0">
    <w:name w:val="xl70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2">
    <w:name w:val="xl72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3">
    <w:name w:val="xl73"/>
    <w:basedOn w:val="Normalny"/>
    <w:rsid w:val="00E75E0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4">
    <w:name w:val="xl74"/>
    <w:basedOn w:val="Normalny"/>
    <w:rsid w:val="00E75E0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5">
    <w:name w:val="xl75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7">
    <w:name w:val="xl77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8">
    <w:name w:val="xl78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79">
    <w:name w:val="xl79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80">
    <w:name w:val="xl80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81">
    <w:name w:val="xl81"/>
    <w:basedOn w:val="Normalny"/>
    <w:rsid w:val="00E75E0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82">
    <w:name w:val="xl82"/>
    <w:basedOn w:val="Normalny"/>
    <w:rsid w:val="00E75E0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3">
    <w:name w:val="xl83"/>
    <w:basedOn w:val="Normalny"/>
    <w:rsid w:val="00E75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4">
    <w:name w:val="xl84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5">
    <w:name w:val="xl85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6">
    <w:name w:val="xl86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7">
    <w:name w:val="xl87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88">
    <w:name w:val="xl88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89">
    <w:name w:val="xl89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90">
    <w:name w:val="xl90"/>
    <w:basedOn w:val="Normalny"/>
    <w:rsid w:val="00E75E08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1">
    <w:name w:val="xl91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92">
    <w:name w:val="xl92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93">
    <w:name w:val="xl93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94">
    <w:name w:val="xl94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5">
    <w:name w:val="xl95"/>
    <w:basedOn w:val="Normalny"/>
    <w:rsid w:val="00E75E0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6">
    <w:name w:val="xl96"/>
    <w:basedOn w:val="Normalny"/>
    <w:rsid w:val="00E75E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7">
    <w:name w:val="xl97"/>
    <w:basedOn w:val="Normalny"/>
    <w:rsid w:val="00E75E0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8">
    <w:name w:val="xl98"/>
    <w:basedOn w:val="Normalny"/>
    <w:rsid w:val="00E75E0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9">
    <w:name w:val="xl99"/>
    <w:basedOn w:val="Normalny"/>
    <w:rsid w:val="00E75E0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Normalny"/>
    <w:rsid w:val="00E75E08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1">
    <w:name w:val="xl101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2">
    <w:name w:val="xl102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3">
    <w:name w:val="xl103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4">
    <w:name w:val="xl104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5">
    <w:name w:val="xl105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6">
    <w:name w:val="xl106"/>
    <w:basedOn w:val="Normalny"/>
    <w:rsid w:val="00E75E0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Normalny"/>
    <w:rsid w:val="00E75E08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8">
    <w:name w:val="xl108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9">
    <w:name w:val="xl109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0">
    <w:name w:val="xl110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1">
    <w:name w:val="xl111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2">
    <w:name w:val="xl112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3">
    <w:name w:val="xl113"/>
    <w:basedOn w:val="Normalny"/>
    <w:rsid w:val="00E75E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4">
    <w:name w:val="xl114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5">
    <w:name w:val="xl115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6">
    <w:name w:val="xl116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7">
    <w:name w:val="xl117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8">
    <w:name w:val="xl118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9">
    <w:name w:val="xl119"/>
    <w:basedOn w:val="Normalny"/>
    <w:rsid w:val="00E75E0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0">
    <w:name w:val="xl120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1">
    <w:name w:val="xl121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2">
    <w:name w:val="xl122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3">
    <w:name w:val="xl123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4">
    <w:name w:val="xl124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5">
    <w:name w:val="xl125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6">
    <w:name w:val="xl126"/>
    <w:basedOn w:val="Normalny"/>
    <w:rsid w:val="00E75E0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7">
    <w:name w:val="xl127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8">
    <w:name w:val="xl128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9">
    <w:name w:val="xl129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0">
    <w:name w:val="xl130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1">
    <w:name w:val="xl131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2">
    <w:name w:val="xl132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3">
    <w:name w:val="xl133"/>
    <w:basedOn w:val="Normalny"/>
    <w:rsid w:val="00E75E0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4">
    <w:name w:val="xl134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5">
    <w:name w:val="xl135"/>
    <w:basedOn w:val="Normalny"/>
    <w:rsid w:val="00E75E08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6">
    <w:name w:val="xl136"/>
    <w:basedOn w:val="Normalny"/>
    <w:rsid w:val="00E75E08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7">
    <w:name w:val="xl137"/>
    <w:basedOn w:val="Normalny"/>
    <w:rsid w:val="00E75E0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38">
    <w:name w:val="xl138"/>
    <w:basedOn w:val="Normalny"/>
    <w:rsid w:val="00E75E0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39">
    <w:name w:val="xl139"/>
    <w:basedOn w:val="Normalny"/>
    <w:rsid w:val="00E75E0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0">
    <w:name w:val="xl140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1">
    <w:name w:val="xl141"/>
    <w:basedOn w:val="Normalny"/>
    <w:rsid w:val="00E75E0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2">
    <w:name w:val="xl142"/>
    <w:basedOn w:val="Normalny"/>
    <w:rsid w:val="00E75E0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3">
    <w:name w:val="xl143"/>
    <w:basedOn w:val="Normalny"/>
    <w:rsid w:val="00E75E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144">
    <w:name w:val="xl144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5">
    <w:name w:val="xl145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146">
    <w:name w:val="xl146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7">
    <w:name w:val="xl147"/>
    <w:basedOn w:val="Normalny"/>
    <w:rsid w:val="00E75E08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8">
    <w:name w:val="xl148"/>
    <w:basedOn w:val="Normalny"/>
    <w:rsid w:val="00E75E0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9">
    <w:name w:val="xl149"/>
    <w:basedOn w:val="Normalny"/>
    <w:rsid w:val="00E75E0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0">
    <w:name w:val="xl150"/>
    <w:basedOn w:val="Normalny"/>
    <w:rsid w:val="00E75E08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1">
    <w:name w:val="xl151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2">
    <w:name w:val="xl152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3">
    <w:name w:val="xl153"/>
    <w:basedOn w:val="Normalny"/>
    <w:rsid w:val="00E75E0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4">
    <w:name w:val="xl154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5">
    <w:name w:val="xl155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6">
    <w:name w:val="xl156"/>
    <w:basedOn w:val="Normalny"/>
    <w:rsid w:val="00E75E08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7">
    <w:name w:val="xl157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8">
    <w:name w:val="xl158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9">
    <w:name w:val="xl159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0">
    <w:name w:val="xl160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1">
    <w:name w:val="xl161"/>
    <w:basedOn w:val="Normalny"/>
    <w:rsid w:val="00E75E0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Normalny"/>
    <w:rsid w:val="00E75E0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5">
    <w:name w:val="xl165"/>
    <w:basedOn w:val="Normalny"/>
    <w:rsid w:val="00E75E0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6">
    <w:name w:val="xl166"/>
    <w:basedOn w:val="Normalny"/>
    <w:rsid w:val="00E75E0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167">
    <w:name w:val="xl167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8">
    <w:name w:val="xl168"/>
    <w:basedOn w:val="Normalny"/>
    <w:rsid w:val="00E75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9">
    <w:name w:val="xl169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170">
    <w:name w:val="xl170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1">
    <w:name w:val="xl171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2">
    <w:name w:val="xl172"/>
    <w:basedOn w:val="Normalny"/>
    <w:rsid w:val="00E75E0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3">
    <w:name w:val="xl173"/>
    <w:basedOn w:val="Normalny"/>
    <w:rsid w:val="00E75E0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Normalny"/>
    <w:rsid w:val="00E75E08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6">
    <w:name w:val="xl176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7">
    <w:name w:val="xl177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8">
    <w:name w:val="xl178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9">
    <w:name w:val="xl179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0">
    <w:name w:val="xl180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1">
    <w:name w:val="xl181"/>
    <w:basedOn w:val="Normalny"/>
    <w:rsid w:val="00E75E0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2">
    <w:name w:val="xl182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3">
    <w:name w:val="xl183"/>
    <w:basedOn w:val="Normalny"/>
    <w:rsid w:val="00E75E08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4">
    <w:name w:val="xl184"/>
    <w:basedOn w:val="Normalny"/>
    <w:rsid w:val="00E75E08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5">
    <w:name w:val="xl185"/>
    <w:basedOn w:val="Normalny"/>
    <w:rsid w:val="00E75E08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6">
    <w:name w:val="xl186"/>
    <w:basedOn w:val="Normalny"/>
    <w:rsid w:val="00E75E08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7">
    <w:name w:val="xl187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88">
    <w:name w:val="xl188"/>
    <w:basedOn w:val="Normalny"/>
    <w:rsid w:val="00E75E0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9">
    <w:name w:val="xl189"/>
    <w:basedOn w:val="Normalny"/>
    <w:rsid w:val="00E75E0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0">
    <w:name w:val="xl190"/>
    <w:basedOn w:val="Normalny"/>
    <w:rsid w:val="00E75E08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1">
    <w:name w:val="xl191"/>
    <w:basedOn w:val="Normalny"/>
    <w:rsid w:val="00E75E08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2">
    <w:name w:val="xl192"/>
    <w:basedOn w:val="Normalny"/>
    <w:rsid w:val="00E75E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3">
    <w:name w:val="xl193"/>
    <w:basedOn w:val="Normalny"/>
    <w:rsid w:val="00E75E08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4">
    <w:name w:val="xl194"/>
    <w:basedOn w:val="Normalny"/>
    <w:rsid w:val="00E75E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5">
    <w:name w:val="xl195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6">
    <w:name w:val="xl196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7">
    <w:name w:val="xl197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8">
    <w:name w:val="xl198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9">
    <w:name w:val="xl199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0">
    <w:name w:val="xl200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1">
    <w:name w:val="xl201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2">
    <w:name w:val="xl202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3">
    <w:name w:val="xl203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4">
    <w:name w:val="xl204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5">
    <w:name w:val="xl205"/>
    <w:basedOn w:val="Normalny"/>
    <w:rsid w:val="00E75E0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6">
    <w:name w:val="xl206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7">
    <w:name w:val="xl207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8">
    <w:name w:val="xl208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9">
    <w:name w:val="xl209"/>
    <w:basedOn w:val="Normalny"/>
    <w:rsid w:val="00E75E0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0">
    <w:name w:val="xl210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1">
    <w:name w:val="xl211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2">
    <w:name w:val="xl212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3">
    <w:name w:val="xl213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4">
    <w:name w:val="xl214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5">
    <w:name w:val="xl215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6">
    <w:name w:val="xl216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7">
    <w:name w:val="xl217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8">
    <w:name w:val="xl218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9">
    <w:name w:val="xl219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0">
    <w:name w:val="xl220"/>
    <w:basedOn w:val="Normalny"/>
    <w:rsid w:val="00E75E08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1">
    <w:name w:val="xl221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22">
    <w:name w:val="xl222"/>
    <w:basedOn w:val="Normalny"/>
    <w:rsid w:val="00E75E08"/>
    <w:pPr>
      <w:pBdr>
        <w:left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3">
    <w:name w:val="xl223"/>
    <w:basedOn w:val="Normalny"/>
    <w:rsid w:val="00E75E08"/>
    <w:pPr>
      <w:pBdr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4">
    <w:name w:val="xl224"/>
    <w:basedOn w:val="Normalny"/>
    <w:rsid w:val="00E75E0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5">
    <w:name w:val="xl225"/>
    <w:basedOn w:val="Normalny"/>
    <w:rsid w:val="00E75E08"/>
    <w:pPr>
      <w:pBdr>
        <w:left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6">
    <w:name w:val="xl226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7">
    <w:name w:val="xl227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8">
    <w:name w:val="xl228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29">
    <w:name w:val="xl229"/>
    <w:basedOn w:val="Normalny"/>
    <w:rsid w:val="00E75E0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0">
    <w:name w:val="xl230"/>
    <w:basedOn w:val="Normalny"/>
    <w:rsid w:val="00E75E0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1">
    <w:name w:val="xl231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2">
    <w:name w:val="xl232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3">
    <w:name w:val="xl233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4">
    <w:name w:val="xl234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5">
    <w:name w:val="xl235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6">
    <w:name w:val="xl236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7">
    <w:name w:val="xl237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8">
    <w:name w:val="xl238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9">
    <w:name w:val="xl239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0">
    <w:name w:val="xl240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1">
    <w:name w:val="xl241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2">
    <w:name w:val="xl242"/>
    <w:basedOn w:val="Normalny"/>
    <w:rsid w:val="00E75E0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43">
    <w:name w:val="xl243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4">
    <w:name w:val="xl244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5">
    <w:name w:val="xl245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6">
    <w:name w:val="xl246"/>
    <w:basedOn w:val="Normalny"/>
    <w:rsid w:val="00E75E0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7">
    <w:name w:val="xl247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8">
    <w:name w:val="xl248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9">
    <w:name w:val="xl249"/>
    <w:basedOn w:val="Normalny"/>
    <w:rsid w:val="00E75E0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50">
    <w:name w:val="xl250"/>
    <w:basedOn w:val="Normalny"/>
    <w:rsid w:val="00E75E08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1">
    <w:name w:val="xl251"/>
    <w:basedOn w:val="Normalny"/>
    <w:rsid w:val="00E75E08"/>
    <w:pPr>
      <w:pBdr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2">
    <w:name w:val="xl252"/>
    <w:basedOn w:val="Normalny"/>
    <w:rsid w:val="00E75E08"/>
    <w:pPr>
      <w:pBdr>
        <w:top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253">
    <w:name w:val="xl253"/>
    <w:basedOn w:val="Normalny"/>
    <w:rsid w:val="00E75E08"/>
    <w:pPr>
      <w:pBdr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254">
    <w:name w:val="xl254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5">
    <w:name w:val="xl255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6">
    <w:name w:val="xl256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7">
    <w:name w:val="xl257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8">
    <w:name w:val="xl258"/>
    <w:basedOn w:val="Normalny"/>
    <w:rsid w:val="00E75E0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9">
    <w:name w:val="xl259"/>
    <w:basedOn w:val="Normalny"/>
    <w:rsid w:val="00E75E0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0">
    <w:name w:val="xl260"/>
    <w:basedOn w:val="Normalny"/>
    <w:rsid w:val="00E75E08"/>
    <w:pPr>
      <w:pBdr>
        <w:top w:val="single" w:sz="4" w:space="0" w:color="auto"/>
        <w:lef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1">
    <w:name w:val="xl261"/>
    <w:basedOn w:val="Normalny"/>
    <w:rsid w:val="00E75E08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2">
    <w:name w:val="xl262"/>
    <w:basedOn w:val="Normalny"/>
    <w:rsid w:val="00E75E08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3">
    <w:name w:val="xl263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4">
    <w:name w:val="xl264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5">
    <w:name w:val="xl265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6">
    <w:name w:val="xl266"/>
    <w:basedOn w:val="Normalny"/>
    <w:rsid w:val="00E75E08"/>
    <w:pPr>
      <w:pBdr>
        <w:top w:val="single" w:sz="4" w:space="0" w:color="auto"/>
        <w:lef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7">
    <w:name w:val="xl267"/>
    <w:basedOn w:val="Normalny"/>
    <w:rsid w:val="00E75E08"/>
    <w:pPr>
      <w:pBdr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8">
    <w:name w:val="xl268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9">
    <w:name w:val="xl269"/>
    <w:basedOn w:val="Normalny"/>
    <w:rsid w:val="00E75E08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0">
    <w:name w:val="xl270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1">
    <w:name w:val="xl271"/>
    <w:basedOn w:val="Normalny"/>
    <w:rsid w:val="00E75E0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2">
    <w:name w:val="xl272"/>
    <w:basedOn w:val="Normalny"/>
    <w:rsid w:val="00E75E08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273">
    <w:name w:val="xl273"/>
    <w:basedOn w:val="Normalny"/>
    <w:rsid w:val="00E75E08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4">
    <w:name w:val="xl274"/>
    <w:basedOn w:val="Normalny"/>
    <w:rsid w:val="00E75E08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5">
    <w:name w:val="xl275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76">
    <w:name w:val="xl276"/>
    <w:basedOn w:val="Normalny"/>
    <w:rsid w:val="00E75E0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77">
    <w:name w:val="xl277"/>
    <w:basedOn w:val="Normalny"/>
    <w:rsid w:val="00E75E0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78">
    <w:name w:val="xl278"/>
    <w:basedOn w:val="Normalny"/>
    <w:rsid w:val="00E75E0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9">
    <w:name w:val="xl279"/>
    <w:basedOn w:val="Normalny"/>
    <w:rsid w:val="00E75E0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0">
    <w:name w:val="xl280"/>
    <w:basedOn w:val="Normalny"/>
    <w:rsid w:val="00E75E0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81">
    <w:name w:val="xl281"/>
    <w:basedOn w:val="Normalny"/>
    <w:rsid w:val="00E75E0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2">
    <w:name w:val="xl282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83">
    <w:name w:val="xl283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84">
    <w:name w:val="xl284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85">
    <w:name w:val="xl285"/>
    <w:basedOn w:val="Normalny"/>
    <w:rsid w:val="00E75E0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86">
    <w:name w:val="xl286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87">
    <w:name w:val="xl287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8">
    <w:name w:val="xl288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9">
    <w:name w:val="xl289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0">
    <w:name w:val="xl290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91">
    <w:name w:val="xl291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92">
    <w:name w:val="xl292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93">
    <w:name w:val="xl293"/>
    <w:basedOn w:val="Normalny"/>
    <w:rsid w:val="00E75E0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94">
    <w:name w:val="xl294"/>
    <w:basedOn w:val="Normalny"/>
    <w:rsid w:val="00E75E0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5">
    <w:name w:val="xl295"/>
    <w:basedOn w:val="Normalny"/>
    <w:rsid w:val="00E75E08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6">
    <w:name w:val="xl296"/>
    <w:basedOn w:val="Normalny"/>
    <w:rsid w:val="00E75E0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97">
    <w:name w:val="xl297"/>
    <w:basedOn w:val="Normalny"/>
    <w:rsid w:val="00E75E0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98">
    <w:name w:val="xl298"/>
    <w:basedOn w:val="Normalny"/>
    <w:rsid w:val="00E75E0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99">
    <w:name w:val="xl299"/>
    <w:basedOn w:val="Normalny"/>
    <w:rsid w:val="00E75E0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00">
    <w:name w:val="xl300"/>
    <w:basedOn w:val="Normalny"/>
    <w:rsid w:val="00E75E0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1">
    <w:name w:val="xl301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02">
    <w:name w:val="xl302"/>
    <w:basedOn w:val="Normalny"/>
    <w:rsid w:val="00E75E0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03">
    <w:name w:val="xl303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304">
    <w:name w:val="xl304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305">
    <w:name w:val="xl305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306">
    <w:name w:val="xl306"/>
    <w:basedOn w:val="Normalny"/>
    <w:rsid w:val="00E75E0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7">
    <w:name w:val="xl307"/>
    <w:basedOn w:val="Normalny"/>
    <w:rsid w:val="00E75E0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8">
    <w:name w:val="xl308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09">
    <w:name w:val="xl309"/>
    <w:basedOn w:val="Normalny"/>
    <w:rsid w:val="00E75E08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10">
    <w:name w:val="xl310"/>
    <w:basedOn w:val="Normalny"/>
    <w:rsid w:val="00E75E08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numbering" w:customStyle="1" w:styleId="Styl41">
    <w:name w:val="Styl41"/>
    <w:uiPriority w:val="99"/>
    <w:rsid w:val="00401C3D"/>
    <w:pPr>
      <w:numPr>
        <w:numId w:val="5"/>
      </w:numPr>
    </w:pPr>
  </w:style>
  <w:style w:type="character" w:styleId="Odwoaniedelikatne">
    <w:name w:val="Subtle Reference"/>
    <w:basedOn w:val="Domylnaczcionkaakapitu"/>
    <w:uiPriority w:val="31"/>
    <w:qFormat/>
    <w:rsid w:val="007F47A2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ojciech.walczak\Desktop\Dokumenty%20M&#346;\Papier%20firmowy\Wzor%20pisma%20MS%20-%20NORW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02D13A-39F2-4A27-AF95-8964F2FE9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Wzor pisma MS - NORW</Template>
  <TotalTime>1</TotalTime>
  <Pages>2</Pages>
  <Words>180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Dziekan Wydziału Artystycznego</vt:lpstr>
    </vt:vector>
  </TitlesOfParts>
  <Company>Muzeum Śląskie w Katowicach</Company>
  <LinksUpToDate>false</LinksUpToDate>
  <CharactersWithSpaces>1271</CharactersWithSpaces>
  <SharedDoc>false</SharedDoc>
  <HLinks>
    <vt:vector size="54" baseType="variant">
      <vt:variant>
        <vt:i4>7536721</vt:i4>
      </vt:variant>
      <vt:variant>
        <vt:i4>24</vt:i4>
      </vt:variant>
      <vt:variant>
        <vt:i4>0</vt:i4>
      </vt:variant>
      <vt:variant>
        <vt:i4>5</vt:i4>
      </vt:variant>
      <vt:variant>
        <vt:lpwstr>http://bip.muzeumslaskie.pl/kategoria_8.html</vt:lpwstr>
      </vt:variant>
      <vt:variant>
        <vt:lpwstr/>
      </vt:variant>
      <vt:variant>
        <vt:i4>3997768</vt:i4>
      </vt:variant>
      <vt:variant>
        <vt:i4>21</vt:i4>
      </vt:variant>
      <vt:variant>
        <vt:i4>0</vt:i4>
      </vt:variant>
      <vt:variant>
        <vt:i4>5</vt:i4>
      </vt:variant>
      <vt:variant>
        <vt:lpwstr>mailto:zamowienia.publiczne@muzeumslaskie.pl</vt:lpwstr>
      </vt:variant>
      <vt:variant>
        <vt:lpwstr/>
      </vt:variant>
      <vt:variant>
        <vt:i4>8126554</vt:i4>
      </vt:variant>
      <vt:variant>
        <vt:i4>18</vt:i4>
      </vt:variant>
      <vt:variant>
        <vt:i4>0</vt:i4>
      </vt:variant>
      <vt:variant>
        <vt:i4>5</vt:i4>
      </vt:variant>
      <vt:variant>
        <vt:lpwstr>mailto:dyrekcja@muzeumslaskie.pl</vt:lpwstr>
      </vt:variant>
      <vt:variant>
        <vt:lpwstr/>
      </vt:variant>
      <vt:variant>
        <vt:i4>7536721</vt:i4>
      </vt:variant>
      <vt:variant>
        <vt:i4>15</vt:i4>
      </vt:variant>
      <vt:variant>
        <vt:i4>0</vt:i4>
      </vt:variant>
      <vt:variant>
        <vt:i4>5</vt:i4>
      </vt:variant>
      <vt:variant>
        <vt:lpwstr>http://bip.muzeumslaskie.pl/kategoria_8.html</vt:lpwstr>
      </vt:variant>
      <vt:variant>
        <vt:lpwstr/>
      </vt:variant>
      <vt:variant>
        <vt:i4>6946928</vt:i4>
      </vt:variant>
      <vt:variant>
        <vt:i4>12</vt:i4>
      </vt:variant>
      <vt:variant>
        <vt:i4>0</vt:i4>
      </vt:variant>
      <vt:variant>
        <vt:i4>5</vt:i4>
      </vt:variant>
      <vt:variant>
        <vt:lpwstr>http://www.nbp.pl/</vt:lpwstr>
      </vt:variant>
      <vt:variant>
        <vt:lpwstr/>
      </vt:variant>
      <vt:variant>
        <vt:i4>983128</vt:i4>
      </vt:variant>
      <vt:variant>
        <vt:i4>9</vt:i4>
      </vt:variant>
      <vt:variant>
        <vt:i4>0</vt:i4>
      </vt:variant>
      <vt:variant>
        <vt:i4>5</vt:i4>
      </vt:variant>
      <vt:variant>
        <vt:lpwstr>https://ec.europa.eu/growth/tools-databases/espd/</vt:lpwstr>
      </vt:variant>
      <vt:variant>
        <vt:lpwstr/>
      </vt:variant>
      <vt:variant>
        <vt:i4>2949183</vt:i4>
      </vt:variant>
      <vt:variant>
        <vt:i4>6</vt:i4>
      </vt:variant>
      <vt:variant>
        <vt:i4>0</vt:i4>
      </vt:variant>
      <vt:variant>
        <vt:i4>5</vt:i4>
      </vt:variant>
      <vt:variant>
        <vt:lpwstr>https://www.uzp.gov.pl/baza-wiedzy/jednolity-europejski-dokument-zamowienia</vt:lpwstr>
      </vt:variant>
      <vt:variant>
        <vt:lpwstr/>
      </vt:variant>
      <vt:variant>
        <vt:i4>8126554</vt:i4>
      </vt:variant>
      <vt:variant>
        <vt:i4>3</vt:i4>
      </vt:variant>
      <vt:variant>
        <vt:i4>0</vt:i4>
      </vt:variant>
      <vt:variant>
        <vt:i4>5</vt:i4>
      </vt:variant>
      <vt:variant>
        <vt:lpwstr>mailto:dyrekcja@muzeumslaskie.pl</vt:lpwstr>
      </vt:variant>
      <vt:variant>
        <vt:lpwstr/>
      </vt:variant>
      <vt:variant>
        <vt:i4>655385</vt:i4>
      </vt:variant>
      <vt:variant>
        <vt:i4>0</vt:i4>
      </vt:variant>
      <vt:variant>
        <vt:i4>0</vt:i4>
      </vt:variant>
      <vt:variant>
        <vt:i4>5</vt:i4>
      </vt:variant>
      <vt:variant>
        <vt:lpwstr>http://www.muzeumslaskie.pl/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Dziekan Wydziału Artystycznego</dc:title>
  <dc:subject/>
  <dc:creator>Wojciech Walczak</dc:creator>
  <cp:keywords/>
  <dc:description/>
  <cp:lastModifiedBy>Wojciech Walczak</cp:lastModifiedBy>
  <cp:revision>3</cp:revision>
  <cp:lastPrinted>2018-12-07T11:44:00Z</cp:lastPrinted>
  <dcterms:created xsi:type="dcterms:W3CDTF">2018-12-07T15:23:00Z</dcterms:created>
  <dcterms:modified xsi:type="dcterms:W3CDTF">2018-12-07T15:23:00Z</dcterms:modified>
</cp:coreProperties>
</file>